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9D5" w:rsidRPr="00E930F5" w:rsidRDefault="00F729D5" w:rsidP="00F729D5">
      <w:pPr>
        <w:ind w:firstLine="720"/>
        <w:jc w:val="center"/>
        <w:rPr>
          <w:b/>
          <w:sz w:val="28"/>
          <w:szCs w:val="28"/>
        </w:rPr>
      </w:pPr>
      <w:r w:rsidRPr="00E930F5">
        <w:rPr>
          <w:b/>
          <w:sz w:val="28"/>
          <w:szCs w:val="28"/>
        </w:rPr>
        <w:t>ОАО «Лидапищеконцентраты»</w:t>
      </w:r>
    </w:p>
    <w:p w:rsidR="00F729D5" w:rsidRPr="00E930F5" w:rsidRDefault="00F729D5" w:rsidP="00F729D5">
      <w:pPr>
        <w:ind w:firstLine="720"/>
        <w:jc w:val="center"/>
        <w:rPr>
          <w:b/>
          <w:sz w:val="28"/>
          <w:szCs w:val="28"/>
        </w:rPr>
      </w:pPr>
      <w:r w:rsidRPr="00E930F5">
        <w:rPr>
          <w:b/>
          <w:sz w:val="28"/>
          <w:szCs w:val="28"/>
        </w:rPr>
        <w:t>сообщает, что 25 марта 2021 года  в 11.00</w:t>
      </w:r>
    </w:p>
    <w:p w:rsidR="00F729D5" w:rsidRPr="00E930F5" w:rsidRDefault="00F729D5" w:rsidP="00F729D5">
      <w:pPr>
        <w:ind w:firstLine="720"/>
        <w:jc w:val="center"/>
        <w:rPr>
          <w:b/>
          <w:sz w:val="28"/>
          <w:szCs w:val="28"/>
        </w:rPr>
      </w:pPr>
      <w:r w:rsidRPr="00E930F5">
        <w:rPr>
          <w:b/>
          <w:sz w:val="28"/>
          <w:szCs w:val="28"/>
        </w:rPr>
        <w:t>состоится годовое  общее собрание акци</w:t>
      </w:r>
      <w:r w:rsidRPr="00E930F5">
        <w:rPr>
          <w:b/>
          <w:sz w:val="28"/>
          <w:szCs w:val="28"/>
        </w:rPr>
        <w:t>о</w:t>
      </w:r>
      <w:r w:rsidRPr="00E930F5">
        <w:rPr>
          <w:b/>
          <w:sz w:val="28"/>
          <w:szCs w:val="28"/>
        </w:rPr>
        <w:t>неров</w:t>
      </w:r>
    </w:p>
    <w:p w:rsidR="00F729D5" w:rsidRPr="00E930F5" w:rsidRDefault="00F729D5" w:rsidP="00F729D5">
      <w:pPr>
        <w:ind w:firstLine="720"/>
        <w:jc w:val="center"/>
        <w:rPr>
          <w:sz w:val="28"/>
          <w:szCs w:val="28"/>
        </w:rPr>
      </w:pPr>
      <w:r w:rsidRPr="00E930F5">
        <w:rPr>
          <w:sz w:val="28"/>
          <w:szCs w:val="28"/>
        </w:rPr>
        <w:t xml:space="preserve">Место нахождения общества: г. Лида, ул. Тавлая,11 </w:t>
      </w:r>
    </w:p>
    <w:p w:rsidR="00F729D5" w:rsidRPr="00E930F5" w:rsidRDefault="00F729D5" w:rsidP="00F729D5">
      <w:pPr>
        <w:ind w:firstLine="720"/>
        <w:jc w:val="center"/>
        <w:rPr>
          <w:sz w:val="28"/>
          <w:szCs w:val="28"/>
        </w:rPr>
      </w:pPr>
      <w:r w:rsidRPr="00E930F5">
        <w:rPr>
          <w:sz w:val="28"/>
          <w:szCs w:val="28"/>
        </w:rPr>
        <w:t>Место проведения собрания: помещение актового зала, расп</w:t>
      </w:r>
      <w:r w:rsidRPr="00E930F5">
        <w:rPr>
          <w:sz w:val="28"/>
          <w:szCs w:val="28"/>
        </w:rPr>
        <w:t>о</w:t>
      </w:r>
      <w:r w:rsidRPr="00E930F5">
        <w:rPr>
          <w:sz w:val="28"/>
          <w:szCs w:val="28"/>
        </w:rPr>
        <w:t>ложенного по адресу: г. Лида, ул. Тавлая,11</w:t>
      </w:r>
    </w:p>
    <w:p w:rsidR="00F729D5" w:rsidRPr="00E930F5" w:rsidRDefault="00F729D5" w:rsidP="00F729D5">
      <w:pPr>
        <w:ind w:firstLine="720"/>
        <w:jc w:val="center"/>
        <w:rPr>
          <w:sz w:val="28"/>
          <w:szCs w:val="28"/>
        </w:rPr>
      </w:pPr>
    </w:p>
    <w:p w:rsidR="00F729D5" w:rsidRPr="00E930F5" w:rsidRDefault="00F729D5" w:rsidP="00F729D5">
      <w:pPr>
        <w:ind w:firstLine="720"/>
        <w:rPr>
          <w:sz w:val="28"/>
          <w:szCs w:val="28"/>
        </w:rPr>
      </w:pPr>
      <w:r w:rsidRPr="00E930F5">
        <w:rPr>
          <w:sz w:val="28"/>
          <w:szCs w:val="28"/>
        </w:rPr>
        <w:t xml:space="preserve">                                     ПОВЕСТКА ДНЯ:</w:t>
      </w:r>
    </w:p>
    <w:p w:rsidR="00F729D5" w:rsidRPr="00E930F5" w:rsidRDefault="00F729D5" w:rsidP="00F729D5">
      <w:pPr>
        <w:ind w:firstLine="720"/>
        <w:rPr>
          <w:sz w:val="28"/>
          <w:szCs w:val="28"/>
        </w:rPr>
      </w:pP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 xml:space="preserve">1. Об    итогах   финансово </w:t>
      </w:r>
      <w:proofErr w:type="gramStart"/>
      <w:r w:rsidRPr="00E930F5">
        <w:rPr>
          <w:sz w:val="28"/>
          <w:szCs w:val="28"/>
        </w:rPr>
        <w:t>-х</w:t>
      </w:r>
      <w:proofErr w:type="gramEnd"/>
      <w:r w:rsidRPr="00E930F5">
        <w:rPr>
          <w:sz w:val="28"/>
          <w:szCs w:val="28"/>
        </w:rPr>
        <w:t>озяйственной    деятельности                                  ОАО «Лидапищеконцентраты» в 2020 году и основных направлен</w:t>
      </w:r>
      <w:r w:rsidRPr="00E930F5">
        <w:rPr>
          <w:sz w:val="28"/>
          <w:szCs w:val="28"/>
        </w:rPr>
        <w:t>и</w:t>
      </w:r>
      <w:r w:rsidRPr="00E930F5">
        <w:rPr>
          <w:sz w:val="28"/>
          <w:szCs w:val="28"/>
        </w:rPr>
        <w:t>ях деятельности Общества на 2021 год.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2. Отчет наблюдательного совета ОАО «Лидапищеконцентраты» за 2020 год.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3. Отчет ревизионной комиссии о результатах проведенной ревизии за 2020 год и заключение по бухгалте</w:t>
      </w:r>
      <w:r w:rsidRPr="00E930F5">
        <w:rPr>
          <w:sz w:val="28"/>
          <w:szCs w:val="28"/>
        </w:rPr>
        <w:t>р</w:t>
      </w:r>
      <w:r w:rsidRPr="00E930F5">
        <w:rPr>
          <w:sz w:val="28"/>
          <w:szCs w:val="28"/>
        </w:rPr>
        <w:t>скому балансу, отчету прибылей и убытков, годовому отчету ОАО «Лидапищеконцентраты». Ознакомление  Общества с з</w:t>
      </w:r>
      <w:r w:rsidRPr="00E930F5">
        <w:rPr>
          <w:sz w:val="28"/>
          <w:szCs w:val="28"/>
        </w:rPr>
        <w:t>а</w:t>
      </w:r>
      <w:r w:rsidRPr="00E930F5">
        <w:rPr>
          <w:sz w:val="28"/>
          <w:szCs w:val="28"/>
        </w:rPr>
        <w:t>ключением аудитора.</w:t>
      </w:r>
    </w:p>
    <w:p w:rsidR="00F729D5" w:rsidRPr="00E930F5" w:rsidRDefault="00F729D5" w:rsidP="00F729D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30F5">
        <w:rPr>
          <w:rFonts w:ascii="Times New Roman" w:hAnsi="Times New Roman" w:cs="Times New Roman"/>
          <w:sz w:val="28"/>
          <w:szCs w:val="28"/>
        </w:rPr>
        <w:t>4. Утверждение годового отчета, годовой бухгалтерской (финансовой) отчетности Общества за 2020 год.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i/>
          <w:color w:val="C0504D"/>
          <w:sz w:val="28"/>
          <w:szCs w:val="28"/>
        </w:rPr>
      </w:pPr>
      <w:r w:rsidRPr="00E930F5">
        <w:rPr>
          <w:sz w:val="28"/>
          <w:szCs w:val="28"/>
        </w:rPr>
        <w:t>5. Утверждение распределения чистой прибыли за 2020 год. О выплате дивидендов за 2020 год.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6. О  направлениях   использования  чистой   прибыли                                      ОАО «Лидапищеконцентраты» на 2021 год.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7. Избрание членов наблюдательного совета ОАО «Лидапищеконцентр</w:t>
      </w:r>
      <w:r w:rsidRPr="00E930F5">
        <w:rPr>
          <w:sz w:val="28"/>
          <w:szCs w:val="28"/>
        </w:rPr>
        <w:t>а</w:t>
      </w:r>
      <w:r w:rsidRPr="00E930F5">
        <w:rPr>
          <w:sz w:val="28"/>
          <w:szCs w:val="28"/>
        </w:rPr>
        <w:t>ты».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8. Избрание членов ревизионной комиссии ОАО «Лидапищеконцентр</w:t>
      </w:r>
      <w:r w:rsidRPr="00E930F5">
        <w:rPr>
          <w:sz w:val="28"/>
          <w:szCs w:val="28"/>
        </w:rPr>
        <w:t>а</w:t>
      </w:r>
      <w:r w:rsidRPr="00E930F5">
        <w:rPr>
          <w:sz w:val="28"/>
          <w:szCs w:val="28"/>
        </w:rPr>
        <w:t>ты».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9. О назначении материального вознаграждения членам наблюдательного совета и ревизионной комиссии.</w:t>
      </w:r>
    </w:p>
    <w:p w:rsidR="00F729D5" w:rsidRPr="00E930F5" w:rsidRDefault="00F729D5" w:rsidP="00F729D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930F5">
        <w:rPr>
          <w:sz w:val="28"/>
          <w:szCs w:val="28"/>
        </w:rPr>
        <w:t xml:space="preserve">Акционеры (их представители) имеют право ознакомиться с информацией (документами) подлежащей предоставлению при подготовке к проведению собрания в рабочие дни с 5 марта 2021 года по 24 марта 2021 года с 8-00 до 17-00 по адресу: г. Лида, ул. </w:t>
      </w:r>
      <w:proofErr w:type="spellStart"/>
      <w:r w:rsidRPr="00E930F5">
        <w:rPr>
          <w:sz w:val="28"/>
          <w:szCs w:val="28"/>
        </w:rPr>
        <w:t>Тавлая</w:t>
      </w:r>
      <w:proofErr w:type="spellEnd"/>
      <w:r w:rsidRPr="00E930F5">
        <w:rPr>
          <w:sz w:val="28"/>
          <w:szCs w:val="28"/>
        </w:rPr>
        <w:t>, 11 (приемная секретаря руководителя), а в день проведения Собрания - во время и в месте его проведения.</w:t>
      </w:r>
      <w:proofErr w:type="gramEnd"/>
    </w:p>
    <w:p w:rsidR="00F729D5" w:rsidRPr="00E930F5" w:rsidRDefault="00F729D5" w:rsidP="00F729D5">
      <w:pPr>
        <w:spacing w:line="276" w:lineRule="auto"/>
        <w:ind w:firstLine="720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Регистрация участников собрания с 10.30 до 10.50 по месту проведения собрания.</w:t>
      </w:r>
    </w:p>
    <w:p w:rsidR="00F729D5" w:rsidRPr="00E930F5" w:rsidRDefault="00F729D5" w:rsidP="00F729D5">
      <w:pPr>
        <w:spacing w:line="276" w:lineRule="auto"/>
        <w:ind w:firstLine="720"/>
        <w:jc w:val="both"/>
        <w:rPr>
          <w:sz w:val="28"/>
          <w:szCs w:val="28"/>
        </w:rPr>
      </w:pPr>
      <w:r w:rsidRPr="00E930F5">
        <w:rPr>
          <w:sz w:val="28"/>
          <w:szCs w:val="28"/>
        </w:rPr>
        <w:t>Для регистрации при себе иметь следующие документы: акционеру Общества – паспорт, представителю акционера – паспорт и доверенность.</w:t>
      </w:r>
    </w:p>
    <w:p w:rsidR="00F729D5" w:rsidRPr="00E930F5" w:rsidRDefault="00F729D5" w:rsidP="00F729D5">
      <w:pPr>
        <w:spacing w:line="276" w:lineRule="auto"/>
        <w:ind w:firstLine="720"/>
        <w:jc w:val="both"/>
        <w:rPr>
          <w:sz w:val="28"/>
          <w:szCs w:val="28"/>
        </w:rPr>
      </w:pPr>
      <w:r w:rsidRPr="00E930F5">
        <w:rPr>
          <w:sz w:val="28"/>
          <w:szCs w:val="28"/>
        </w:rPr>
        <w:t xml:space="preserve">                                                                           </w:t>
      </w:r>
      <w:r w:rsidRPr="00E930F5">
        <w:rPr>
          <w:b/>
          <w:sz w:val="28"/>
          <w:szCs w:val="28"/>
        </w:rPr>
        <w:t>Наблюдательный совет.</w:t>
      </w:r>
    </w:p>
    <w:p w:rsidR="007840D5" w:rsidRPr="00F729D5" w:rsidRDefault="007840D5" w:rsidP="00F729D5">
      <w:bookmarkStart w:id="0" w:name="_GoBack"/>
      <w:bookmarkEnd w:id="0"/>
    </w:p>
    <w:sectPr w:rsidR="007840D5" w:rsidRPr="00F729D5" w:rsidSect="00E930F5">
      <w:pgSz w:w="12240" w:h="15840"/>
      <w:pgMar w:top="426" w:right="900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BB"/>
    <w:rsid w:val="000C41BB"/>
    <w:rsid w:val="007840D5"/>
    <w:rsid w:val="00EF4CEE"/>
    <w:rsid w:val="00F7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9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Воробей</dc:creator>
  <cp:keywords/>
  <dc:description/>
  <cp:lastModifiedBy>Ольга Воробей</cp:lastModifiedBy>
  <cp:revision>3</cp:revision>
  <cp:lastPrinted>2021-02-18T08:13:00Z</cp:lastPrinted>
  <dcterms:created xsi:type="dcterms:W3CDTF">2020-03-05T08:46:00Z</dcterms:created>
  <dcterms:modified xsi:type="dcterms:W3CDTF">2021-02-18T08:13:00Z</dcterms:modified>
</cp:coreProperties>
</file>