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F06" w:rsidRPr="004A1543" w:rsidRDefault="009D0F06" w:rsidP="009D0F06">
      <w:pPr>
        <w:pStyle w:val="a3"/>
        <w:jc w:val="right"/>
        <w:outlineLvl w:val="0"/>
        <w:rPr>
          <w:rFonts w:ascii="Times New Roman" w:hAnsi="Times New Roman"/>
        </w:rPr>
      </w:pPr>
      <w:bookmarkStart w:id="0" w:name="_GoBack"/>
      <w:bookmarkEnd w:id="0"/>
    </w:p>
    <w:p w:rsidR="009D0F06" w:rsidRPr="004A1543" w:rsidRDefault="009D0F06" w:rsidP="009D0F06">
      <w:pPr>
        <w:pStyle w:val="a3"/>
        <w:jc w:val="right"/>
        <w:outlineLvl w:val="0"/>
        <w:rPr>
          <w:rFonts w:ascii="Times New Roman" w:hAnsi="Times New Roman"/>
        </w:rPr>
      </w:pPr>
    </w:p>
    <w:p w:rsidR="009D0F06" w:rsidRPr="004A1543" w:rsidRDefault="009D0F06" w:rsidP="009D0F06">
      <w:pPr>
        <w:pStyle w:val="a3"/>
        <w:jc w:val="right"/>
        <w:outlineLvl w:val="0"/>
        <w:rPr>
          <w:rFonts w:ascii="Times New Roman" w:hAnsi="Times New Roman"/>
        </w:rPr>
      </w:pPr>
    </w:p>
    <w:p w:rsidR="009D0F06" w:rsidRPr="004A1543" w:rsidRDefault="009D0F06" w:rsidP="009D0F06">
      <w:pPr>
        <w:pStyle w:val="a3"/>
        <w:jc w:val="right"/>
        <w:outlineLvl w:val="0"/>
        <w:rPr>
          <w:rFonts w:ascii="Times New Roman" w:hAnsi="Times New Roman"/>
        </w:rPr>
      </w:pPr>
    </w:p>
    <w:p w:rsidR="009D0F06" w:rsidRPr="004A1543" w:rsidRDefault="009D0F06" w:rsidP="009D0F06">
      <w:pPr>
        <w:pStyle w:val="a3"/>
        <w:jc w:val="right"/>
        <w:outlineLvl w:val="0"/>
        <w:rPr>
          <w:rFonts w:ascii="Times New Roman" w:hAnsi="Times New Roman"/>
        </w:rPr>
      </w:pPr>
    </w:p>
    <w:p w:rsidR="009D0F06" w:rsidRPr="004A1543" w:rsidRDefault="009D0F06" w:rsidP="009D0F06">
      <w:pPr>
        <w:pStyle w:val="a3"/>
        <w:jc w:val="right"/>
        <w:outlineLvl w:val="0"/>
        <w:rPr>
          <w:rFonts w:ascii="Times New Roman" w:hAnsi="Times New Roman"/>
        </w:rPr>
      </w:pPr>
    </w:p>
    <w:p w:rsidR="009D0F06" w:rsidRPr="004A1543" w:rsidRDefault="009D0F06" w:rsidP="009D0F06">
      <w:pPr>
        <w:pStyle w:val="a3"/>
        <w:jc w:val="right"/>
        <w:outlineLvl w:val="0"/>
        <w:rPr>
          <w:rFonts w:ascii="Times New Roman" w:hAnsi="Times New Roman"/>
        </w:rPr>
      </w:pPr>
      <w:r w:rsidRPr="004A1543">
        <w:rPr>
          <w:rFonts w:ascii="Times New Roman" w:hAnsi="Times New Roman"/>
        </w:rPr>
        <w:t xml:space="preserve">К О Д </w:t>
      </w:r>
      <w:proofErr w:type="gramStart"/>
      <w:r w:rsidRPr="004A1543">
        <w:rPr>
          <w:rFonts w:ascii="Times New Roman" w:hAnsi="Times New Roman"/>
        </w:rPr>
        <w:t>Ы</w:t>
      </w:r>
      <w:proofErr w:type="gramEnd"/>
    </w:p>
    <w:p w:rsidR="009D0F06" w:rsidRPr="004A1543" w:rsidRDefault="009D0F06" w:rsidP="009D0F06">
      <w:pPr>
        <w:pStyle w:val="a3"/>
        <w:outlineLvl w:val="0"/>
        <w:rPr>
          <w:rFonts w:ascii="Times New Roman" w:hAnsi="Times New Roman"/>
          <w:b/>
          <w:sz w:val="24"/>
          <w:szCs w:val="24"/>
        </w:rPr>
      </w:pPr>
      <w:r w:rsidRPr="004A1543">
        <w:rPr>
          <w:rFonts w:ascii="Times New Roman" w:hAnsi="Times New Roman"/>
          <w:b/>
          <w:sz w:val="24"/>
          <w:szCs w:val="24"/>
        </w:rPr>
        <w:t xml:space="preserve">Организация    </w:t>
      </w:r>
      <w:bookmarkStart w:id="1" w:name="title7"/>
      <w:bookmarkEnd w:id="1"/>
      <w:r w:rsidR="006E5624">
        <w:rPr>
          <w:rFonts w:ascii="Times New Roman" w:hAnsi="Times New Roman"/>
          <w:b/>
          <w:sz w:val="24"/>
          <w:szCs w:val="24"/>
        </w:rPr>
        <w:t>ОАО "</w:t>
      </w:r>
      <w:proofErr w:type="spellStart"/>
      <w:r w:rsidR="006E5624">
        <w:rPr>
          <w:rFonts w:ascii="Times New Roman" w:hAnsi="Times New Roman"/>
          <w:b/>
          <w:sz w:val="24"/>
          <w:szCs w:val="24"/>
        </w:rPr>
        <w:t>Лидапищеконцентраты</w:t>
      </w:r>
      <w:proofErr w:type="spellEnd"/>
      <w:r w:rsidR="006E5624">
        <w:rPr>
          <w:rFonts w:ascii="Times New Roman" w:hAnsi="Times New Roman"/>
          <w:b/>
          <w:sz w:val="24"/>
          <w:szCs w:val="24"/>
        </w:rPr>
        <w:t>"</w:t>
      </w:r>
    </w:p>
    <w:p w:rsidR="009D0F06" w:rsidRPr="004A1543" w:rsidRDefault="006E5624" w:rsidP="009D0F06">
      <w:pPr>
        <w:pStyle w:val="a3"/>
        <w:outlineLvl w:val="0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5311775</wp:posOffset>
                </wp:positionH>
                <wp:positionV relativeFrom="paragraph">
                  <wp:posOffset>-130175</wp:posOffset>
                </wp:positionV>
                <wp:extent cx="1337945" cy="167830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7945" cy="1678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713" w:type="dxa"/>
                              <w:jc w:val="center"/>
                              <w:tblInd w:w="994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713"/>
                            </w:tblGrid>
                            <w:tr w:rsidR="00B20104">
                              <w:trPr>
                                <w:trHeight w:val="567"/>
                                <w:jc w:val="center"/>
                              </w:trPr>
                              <w:tc>
                                <w:tcPr>
                                  <w:tcW w:w="1713" w:type="dxa"/>
                                </w:tcPr>
                                <w:p w:rsidR="00B20104" w:rsidRDefault="00B20104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B20104">
                              <w:trPr>
                                <w:trHeight w:val="567"/>
                                <w:jc w:val="center"/>
                              </w:trPr>
                              <w:tc>
                                <w:tcPr>
                                  <w:tcW w:w="1713" w:type="dxa"/>
                                </w:tcPr>
                                <w:p w:rsidR="00B20104" w:rsidRDefault="00B20104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B20104">
                              <w:trPr>
                                <w:trHeight w:val="567"/>
                                <w:jc w:val="center"/>
                              </w:trPr>
                              <w:tc>
                                <w:tcPr>
                                  <w:tcW w:w="1713" w:type="dxa"/>
                                </w:tcPr>
                                <w:p w:rsidR="00B20104" w:rsidRDefault="00B20104"/>
                              </w:tc>
                            </w:tr>
                            <w:tr w:rsidR="00B20104">
                              <w:trPr>
                                <w:trHeight w:val="567"/>
                                <w:jc w:val="center"/>
                              </w:trPr>
                              <w:tc>
                                <w:tcPr>
                                  <w:tcW w:w="1713" w:type="dxa"/>
                                </w:tcPr>
                                <w:p w:rsidR="00B20104" w:rsidRDefault="00B20104"/>
                              </w:tc>
                            </w:tr>
                          </w:tbl>
                          <w:p w:rsidR="00B20104" w:rsidRPr="001F0920" w:rsidRDefault="00B20104" w:rsidP="009D0F06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8.25pt;margin-top:-10.25pt;width:105.35pt;height:132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" o:allowincell="f" stroked="f">
                <v:textbox>
                  <w:txbxContent>
                    <w:tbl>
                      <w:tblPr>
                        <w:tblW w:w="1713" w:type="dxa"/>
                        <w:jc w:val="center"/>
                        <w:tblInd w:w="994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713"/>
                      </w:tblGrid>
                      <w:tr w:rsidR="00B20104">
                        <w:trPr>
                          <w:trHeight w:val="567"/>
                          <w:jc w:val="center"/>
                        </w:trPr>
                        <w:tc>
                          <w:tcPr>
                            <w:tcW w:w="1713" w:type="dxa"/>
                          </w:tcPr>
                          <w:p w:rsidR="00B20104" w:rsidRDefault="00B20104">
                            <w:pPr>
                              <w:rPr>
                                <w:lang w:val="en-US"/>
                              </w:rPr>
                            </w:pPr>
                          </w:p>
                        </w:tc>
                      </w:tr>
                      <w:tr w:rsidR="00B20104">
                        <w:trPr>
                          <w:trHeight w:val="567"/>
                          <w:jc w:val="center"/>
                        </w:trPr>
                        <w:tc>
                          <w:tcPr>
                            <w:tcW w:w="1713" w:type="dxa"/>
                          </w:tcPr>
                          <w:p w:rsidR="00B20104" w:rsidRDefault="00B20104">
                            <w:pPr>
                              <w:rPr>
                                <w:lang w:val="en-US"/>
                              </w:rPr>
                            </w:pPr>
                          </w:p>
                        </w:tc>
                      </w:tr>
                      <w:tr w:rsidR="00B20104">
                        <w:trPr>
                          <w:trHeight w:val="567"/>
                          <w:jc w:val="center"/>
                        </w:trPr>
                        <w:tc>
                          <w:tcPr>
                            <w:tcW w:w="1713" w:type="dxa"/>
                          </w:tcPr>
                          <w:p w:rsidR="00B20104" w:rsidRDefault="00B20104"/>
                        </w:tc>
                      </w:tr>
                      <w:tr w:rsidR="00B20104">
                        <w:trPr>
                          <w:trHeight w:val="567"/>
                          <w:jc w:val="center"/>
                        </w:trPr>
                        <w:tc>
                          <w:tcPr>
                            <w:tcW w:w="1713" w:type="dxa"/>
                          </w:tcPr>
                          <w:p w:rsidR="00B20104" w:rsidRDefault="00B20104"/>
                        </w:tc>
                      </w:tr>
                    </w:tbl>
                    <w:p w:rsidR="00B20104" w:rsidRPr="001F0920" w:rsidRDefault="00B20104" w:rsidP="009D0F06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D0F06" w:rsidRPr="004A1543" w:rsidRDefault="009D0F06" w:rsidP="009D0F06">
      <w:pPr>
        <w:pStyle w:val="a3"/>
        <w:tabs>
          <w:tab w:val="left" w:pos="6379"/>
        </w:tabs>
        <w:outlineLvl w:val="0"/>
        <w:rPr>
          <w:rFonts w:ascii="Times New Roman" w:hAnsi="Times New Roman"/>
          <w:b/>
          <w:sz w:val="24"/>
          <w:szCs w:val="24"/>
        </w:rPr>
      </w:pPr>
    </w:p>
    <w:p w:rsidR="009D0F06" w:rsidRPr="004A1543" w:rsidRDefault="009D0F06" w:rsidP="009D0F06">
      <w:pPr>
        <w:pStyle w:val="a3"/>
        <w:tabs>
          <w:tab w:val="left" w:pos="6379"/>
        </w:tabs>
        <w:outlineLvl w:val="0"/>
        <w:rPr>
          <w:rFonts w:ascii="Times New Roman" w:hAnsi="Times New Roman"/>
          <w:sz w:val="24"/>
          <w:szCs w:val="24"/>
        </w:rPr>
      </w:pPr>
      <w:r w:rsidRPr="004A1543">
        <w:rPr>
          <w:rFonts w:ascii="Times New Roman" w:hAnsi="Times New Roman"/>
          <w:b/>
          <w:sz w:val="24"/>
          <w:szCs w:val="24"/>
        </w:rPr>
        <w:t xml:space="preserve">Вид деятельности:    </w:t>
      </w:r>
      <w:bookmarkStart w:id="2" w:name="activity"/>
      <w:bookmarkEnd w:id="2"/>
      <w:r w:rsidR="006E5624">
        <w:rPr>
          <w:rFonts w:ascii="Times New Roman" w:hAnsi="Times New Roman"/>
          <w:b/>
          <w:sz w:val="24"/>
          <w:szCs w:val="24"/>
        </w:rPr>
        <w:t>производство прочих пищевых продуктов</w:t>
      </w:r>
    </w:p>
    <w:p w:rsidR="009D0F06" w:rsidRPr="004A1543" w:rsidRDefault="009D0F06" w:rsidP="009D0F06">
      <w:pPr>
        <w:pStyle w:val="a3"/>
        <w:rPr>
          <w:rFonts w:ascii="Times New Roman" w:hAnsi="Times New Roman"/>
          <w:sz w:val="24"/>
          <w:szCs w:val="24"/>
        </w:rPr>
      </w:pPr>
    </w:p>
    <w:p w:rsidR="009D0F06" w:rsidRPr="004A1543" w:rsidRDefault="009D0F06" w:rsidP="009D0F06">
      <w:pPr>
        <w:pStyle w:val="a3"/>
        <w:rPr>
          <w:rFonts w:ascii="Times New Roman" w:hAnsi="Times New Roman"/>
          <w:sz w:val="24"/>
          <w:szCs w:val="24"/>
        </w:rPr>
      </w:pPr>
    </w:p>
    <w:p w:rsidR="009D0F06" w:rsidRPr="004A1543" w:rsidRDefault="009D0F06" w:rsidP="009D0F06">
      <w:pPr>
        <w:pStyle w:val="a3"/>
        <w:outlineLvl w:val="0"/>
        <w:rPr>
          <w:rFonts w:ascii="Times New Roman" w:hAnsi="Times New Roman"/>
          <w:sz w:val="24"/>
          <w:szCs w:val="24"/>
        </w:rPr>
      </w:pPr>
      <w:proofErr w:type="spellStart"/>
      <w:r w:rsidRPr="004A1543">
        <w:rPr>
          <w:rFonts w:ascii="Times New Roman" w:hAnsi="Times New Roman"/>
          <w:b/>
          <w:sz w:val="24"/>
          <w:szCs w:val="24"/>
        </w:rPr>
        <w:t>О</w:t>
      </w:r>
      <w:proofErr w:type="gramStart"/>
      <w:r w:rsidRPr="004A1543">
        <w:rPr>
          <w:rFonts w:ascii="Times New Roman" w:hAnsi="Times New Roman"/>
          <w:b/>
          <w:sz w:val="24"/>
          <w:szCs w:val="24"/>
        </w:rPr>
        <w:t>p</w:t>
      </w:r>
      <w:proofErr w:type="gramEnd"/>
      <w:r w:rsidRPr="004A1543">
        <w:rPr>
          <w:rFonts w:ascii="Times New Roman" w:hAnsi="Times New Roman"/>
          <w:b/>
          <w:sz w:val="24"/>
          <w:szCs w:val="24"/>
        </w:rPr>
        <w:t>ганизационно</w:t>
      </w:r>
      <w:proofErr w:type="spellEnd"/>
      <w:r w:rsidRPr="004A1543">
        <w:rPr>
          <w:rFonts w:ascii="Times New Roman" w:hAnsi="Times New Roman"/>
          <w:b/>
          <w:sz w:val="24"/>
          <w:szCs w:val="24"/>
        </w:rPr>
        <w:t xml:space="preserve">-правовая форма: </w:t>
      </w:r>
      <w:r w:rsidRPr="00B76684">
        <w:rPr>
          <w:rFonts w:ascii="Times New Roman" w:hAnsi="Times New Roman"/>
          <w:b/>
          <w:sz w:val="24"/>
          <w:szCs w:val="24"/>
        </w:rPr>
        <w:t xml:space="preserve">  </w:t>
      </w:r>
      <w:r w:rsidRPr="004A1543">
        <w:rPr>
          <w:rFonts w:ascii="Times New Roman" w:hAnsi="Times New Roman"/>
          <w:b/>
          <w:sz w:val="24"/>
          <w:szCs w:val="24"/>
        </w:rPr>
        <w:t xml:space="preserve"> </w:t>
      </w:r>
    </w:p>
    <w:p w:rsidR="009D0F06" w:rsidRPr="004A1543" w:rsidRDefault="009D0F06" w:rsidP="009D0F06">
      <w:pPr>
        <w:pStyle w:val="a3"/>
        <w:rPr>
          <w:rFonts w:ascii="Times New Roman" w:hAnsi="Times New Roman"/>
          <w:sz w:val="24"/>
          <w:szCs w:val="24"/>
        </w:rPr>
      </w:pPr>
    </w:p>
    <w:p w:rsidR="009D0F06" w:rsidRPr="004A1543" w:rsidRDefault="009D0F06" w:rsidP="009D0F06">
      <w:pPr>
        <w:pStyle w:val="a3"/>
        <w:outlineLvl w:val="0"/>
        <w:rPr>
          <w:rFonts w:ascii="Times New Roman" w:hAnsi="Times New Roman"/>
          <w:b/>
          <w:sz w:val="24"/>
          <w:szCs w:val="24"/>
        </w:rPr>
      </w:pPr>
    </w:p>
    <w:p w:rsidR="009D0F06" w:rsidRPr="004A1543" w:rsidRDefault="009D0F06" w:rsidP="009D0F06">
      <w:pPr>
        <w:pStyle w:val="a3"/>
        <w:outlineLvl w:val="0"/>
        <w:rPr>
          <w:rFonts w:ascii="Times New Roman" w:hAnsi="Times New Roman"/>
          <w:b/>
          <w:sz w:val="24"/>
          <w:szCs w:val="24"/>
        </w:rPr>
      </w:pPr>
      <w:r w:rsidRPr="004A1543">
        <w:rPr>
          <w:rFonts w:ascii="Times New Roman" w:hAnsi="Times New Roman"/>
          <w:b/>
          <w:sz w:val="24"/>
          <w:szCs w:val="24"/>
        </w:rPr>
        <w:t>Орган управления:  КОНЦЕРН «БЕЛГОСПИЩЕПРОМ»</w:t>
      </w:r>
    </w:p>
    <w:p w:rsidR="009D0F06" w:rsidRPr="004A1543" w:rsidRDefault="009D0F06" w:rsidP="009D0F06">
      <w:pPr>
        <w:pStyle w:val="a3"/>
        <w:rPr>
          <w:rFonts w:ascii="Times New Roman" w:hAnsi="Times New Roman"/>
          <w:sz w:val="24"/>
          <w:szCs w:val="24"/>
        </w:rPr>
      </w:pPr>
    </w:p>
    <w:p w:rsidR="009D0F06" w:rsidRPr="004A1543" w:rsidRDefault="009D0F06" w:rsidP="009D0F06">
      <w:pPr>
        <w:pStyle w:val="a3"/>
        <w:rPr>
          <w:rFonts w:ascii="Times New Roman" w:hAnsi="Times New Roman"/>
          <w:sz w:val="24"/>
          <w:szCs w:val="24"/>
        </w:rPr>
      </w:pPr>
    </w:p>
    <w:p w:rsidR="009D0F06" w:rsidRPr="004A1543" w:rsidRDefault="009D0F06" w:rsidP="009D0F06">
      <w:pPr>
        <w:pStyle w:val="a3"/>
        <w:rPr>
          <w:rFonts w:ascii="Times New Roman" w:hAnsi="Times New Roman"/>
          <w:b/>
          <w:sz w:val="24"/>
          <w:szCs w:val="24"/>
        </w:rPr>
      </w:pPr>
      <w:r w:rsidRPr="004A1543">
        <w:rPr>
          <w:rFonts w:ascii="Times New Roman" w:hAnsi="Times New Roman"/>
          <w:b/>
          <w:sz w:val="24"/>
          <w:szCs w:val="24"/>
        </w:rPr>
        <w:t>Единица измерения:</w:t>
      </w:r>
    </w:p>
    <w:p w:rsidR="009D0F06" w:rsidRPr="004A1543" w:rsidRDefault="009D0F06" w:rsidP="009D0F06">
      <w:pPr>
        <w:pStyle w:val="a3"/>
        <w:rPr>
          <w:rFonts w:ascii="Times New Roman" w:hAnsi="Times New Roman"/>
          <w:sz w:val="24"/>
          <w:szCs w:val="24"/>
        </w:rPr>
      </w:pPr>
    </w:p>
    <w:p w:rsidR="009D0F06" w:rsidRPr="004A1543" w:rsidRDefault="009D0F06" w:rsidP="009D0F06">
      <w:pPr>
        <w:pStyle w:val="a3"/>
        <w:rPr>
          <w:rFonts w:ascii="Times New Roman" w:hAnsi="Times New Roman"/>
          <w:sz w:val="24"/>
          <w:szCs w:val="24"/>
        </w:rPr>
      </w:pPr>
    </w:p>
    <w:p w:rsidR="009D0F06" w:rsidRPr="004A1543" w:rsidRDefault="009D0F06" w:rsidP="009D0F06">
      <w:pPr>
        <w:pStyle w:val="a3"/>
        <w:outlineLvl w:val="0"/>
        <w:rPr>
          <w:rFonts w:ascii="Times New Roman" w:hAnsi="Times New Roman"/>
          <w:sz w:val="24"/>
          <w:szCs w:val="24"/>
        </w:rPr>
      </w:pPr>
      <w:r w:rsidRPr="004A1543">
        <w:rPr>
          <w:rFonts w:ascii="Times New Roman" w:hAnsi="Times New Roman"/>
          <w:b/>
          <w:sz w:val="24"/>
          <w:szCs w:val="24"/>
        </w:rPr>
        <w:t xml:space="preserve">Адрес  </w:t>
      </w:r>
      <w:r w:rsidRPr="00B76684">
        <w:rPr>
          <w:rFonts w:ascii="Times New Roman" w:hAnsi="Times New Roman"/>
          <w:b/>
          <w:sz w:val="24"/>
          <w:szCs w:val="24"/>
        </w:rPr>
        <w:t xml:space="preserve"> </w:t>
      </w:r>
      <w:bookmarkStart w:id="3" w:name="adress"/>
      <w:bookmarkEnd w:id="3"/>
      <w:r w:rsidRPr="004A1543">
        <w:rPr>
          <w:rFonts w:ascii="Times New Roman" w:hAnsi="Times New Roman"/>
          <w:b/>
          <w:sz w:val="24"/>
          <w:szCs w:val="24"/>
        </w:rPr>
        <w:t xml:space="preserve">    тел.  </w:t>
      </w:r>
    </w:p>
    <w:p w:rsidR="009D0F06" w:rsidRPr="004A1543" w:rsidRDefault="009D0F06" w:rsidP="009D0F06">
      <w:pPr>
        <w:pStyle w:val="a3"/>
        <w:jc w:val="center"/>
        <w:rPr>
          <w:rFonts w:ascii="Times New Roman" w:hAnsi="Times New Roman"/>
        </w:rPr>
      </w:pPr>
    </w:p>
    <w:p w:rsidR="009D0F06" w:rsidRPr="004A1543" w:rsidRDefault="009D0F06" w:rsidP="009D0F06">
      <w:pPr>
        <w:pStyle w:val="a3"/>
        <w:jc w:val="center"/>
        <w:rPr>
          <w:rFonts w:ascii="Times New Roman" w:hAnsi="Times New Roman"/>
        </w:rPr>
      </w:pPr>
    </w:p>
    <w:p w:rsidR="009D0F06" w:rsidRPr="004A1543" w:rsidRDefault="009D0F06" w:rsidP="009D0F06">
      <w:pPr>
        <w:pStyle w:val="a3"/>
        <w:jc w:val="center"/>
        <w:rPr>
          <w:rFonts w:ascii="Times New Roman" w:hAnsi="Times New Roman"/>
          <w:b/>
          <w:bCs/>
        </w:rPr>
      </w:pPr>
      <w:r w:rsidRPr="004A1543">
        <w:rPr>
          <w:rFonts w:ascii="Times New Roman" w:hAnsi="Times New Roman"/>
          <w:b/>
          <w:bCs/>
        </w:rPr>
        <w:t>(код)</w:t>
      </w:r>
    </w:p>
    <w:p w:rsidR="009D0F06" w:rsidRPr="004A1543" w:rsidRDefault="009D0F06" w:rsidP="009D0F06">
      <w:pPr>
        <w:pStyle w:val="a3"/>
        <w:jc w:val="center"/>
        <w:rPr>
          <w:rFonts w:ascii="Times New Roman" w:hAnsi="Times New Roman"/>
        </w:rPr>
      </w:pPr>
    </w:p>
    <w:p w:rsidR="009D0F06" w:rsidRPr="004A1543" w:rsidRDefault="009D0F06" w:rsidP="009D0F06">
      <w:pPr>
        <w:pStyle w:val="a3"/>
        <w:jc w:val="center"/>
        <w:rPr>
          <w:rFonts w:ascii="Times New Roman" w:hAnsi="Times New Roman"/>
        </w:rPr>
      </w:pPr>
    </w:p>
    <w:p w:rsidR="009D0F06" w:rsidRPr="004A1543" w:rsidRDefault="009D0F06" w:rsidP="009D0F06">
      <w:pPr>
        <w:pStyle w:val="a3"/>
        <w:jc w:val="center"/>
        <w:rPr>
          <w:rFonts w:ascii="Times New Roman" w:hAnsi="Times New Roman"/>
        </w:rPr>
      </w:pPr>
    </w:p>
    <w:p w:rsidR="009D0F06" w:rsidRPr="004A1543" w:rsidRDefault="009D0F06" w:rsidP="009D0F06">
      <w:pPr>
        <w:pStyle w:val="a3"/>
        <w:jc w:val="center"/>
        <w:rPr>
          <w:rFonts w:ascii="Times New Roman" w:hAnsi="Times New Roman"/>
        </w:rPr>
      </w:pPr>
    </w:p>
    <w:p w:rsidR="009D0F06" w:rsidRPr="004A1543" w:rsidRDefault="009D0F06" w:rsidP="009D0F06">
      <w:pPr>
        <w:pStyle w:val="a3"/>
        <w:jc w:val="center"/>
        <w:outlineLvl w:val="0"/>
        <w:rPr>
          <w:rFonts w:ascii="Times New Roman" w:hAnsi="Times New Roman"/>
          <w:b/>
          <w:sz w:val="44"/>
        </w:rPr>
      </w:pPr>
      <w:r w:rsidRPr="004A1543">
        <w:rPr>
          <w:rFonts w:ascii="Times New Roman" w:hAnsi="Times New Roman"/>
          <w:b/>
          <w:sz w:val="44"/>
        </w:rPr>
        <w:t>ОТЧЕТ</w:t>
      </w:r>
    </w:p>
    <w:p w:rsidR="009D0F06" w:rsidRPr="004A1543" w:rsidRDefault="009D0F06" w:rsidP="009D0F06">
      <w:pPr>
        <w:pStyle w:val="a3"/>
        <w:jc w:val="center"/>
        <w:rPr>
          <w:rFonts w:ascii="Times New Roman" w:hAnsi="Times New Roman"/>
        </w:rPr>
      </w:pPr>
    </w:p>
    <w:p w:rsidR="009D0F06" w:rsidRPr="004A1543" w:rsidRDefault="009D0F06" w:rsidP="009D0F06">
      <w:pPr>
        <w:pStyle w:val="a3"/>
        <w:jc w:val="center"/>
        <w:outlineLvl w:val="0"/>
        <w:rPr>
          <w:rFonts w:ascii="Times New Roman" w:hAnsi="Times New Roman"/>
          <w:sz w:val="24"/>
        </w:rPr>
      </w:pPr>
      <w:r w:rsidRPr="004A1543">
        <w:rPr>
          <w:rFonts w:ascii="Times New Roman" w:hAnsi="Times New Roman"/>
          <w:sz w:val="24"/>
        </w:rPr>
        <w:t>П</w:t>
      </w:r>
      <w:proofErr w:type="gramStart"/>
      <w:r w:rsidRPr="004A1543">
        <w:rPr>
          <w:rFonts w:ascii="Times New Roman" w:hAnsi="Times New Roman"/>
          <w:sz w:val="24"/>
        </w:rPr>
        <w:t>P</w:t>
      </w:r>
      <w:proofErr w:type="gramEnd"/>
      <w:r w:rsidRPr="004A1543">
        <w:rPr>
          <w:rFonts w:ascii="Times New Roman" w:hAnsi="Times New Roman"/>
          <w:sz w:val="24"/>
        </w:rPr>
        <w:t>ЕДПPИЯТИЯ (ОPГАHИЗАЦИИ)</w:t>
      </w:r>
    </w:p>
    <w:p w:rsidR="009D0F06" w:rsidRPr="004A1543" w:rsidRDefault="009D0F06" w:rsidP="009D0F06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D0F06" w:rsidRPr="004A1543" w:rsidRDefault="009D0F06" w:rsidP="009D0F0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9D0F06" w:rsidRPr="004A1543" w:rsidRDefault="006E5624" w:rsidP="009D0F06">
      <w:pPr>
        <w:pStyle w:val="a3"/>
        <w:jc w:val="center"/>
        <w:outlineLvl w:val="0"/>
        <w:rPr>
          <w:rFonts w:ascii="Times New Roman" w:hAnsi="Times New Roman"/>
          <w:b/>
          <w:sz w:val="24"/>
          <w:szCs w:val="24"/>
        </w:rPr>
      </w:pPr>
      <w:bookmarkStart w:id="4" w:name="title1"/>
      <w:bookmarkEnd w:id="4"/>
      <w:r>
        <w:rPr>
          <w:rFonts w:ascii="Times New Roman" w:hAnsi="Times New Roman"/>
          <w:b/>
          <w:sz w:val="24"/>
          <w:szCs w:val="24"/>
        </w:rPr>
        <w:t>ОАО "</w:t>
      </w:r>
      <w:proofErr w:type="spellStart"/>
      <w:r>
        <w:rPr>
          <w:rFonts w:ascii="Times New Roman" w:hAnsi="Times New Roman"/>
          <w:b/>
          <w:sz w:val="24"/>
          <w:szCs w:val="24"/>
        </w:rPr>
        <w:t>Лидапищеконцентраты</w:t>
      </w:r>
      <w:proofErr w:type="spellEnd"/>
      <w:r>
        <w:rPr>
          <w:rFonts w:ascii="Times New Roman" w:hAnsi="Times New Roman"/>
          <w:b/>
          <w:sz w:val="24"/>
          <w:szCs w:val="24"/>
        </w:rPr>
        <w:t>"</w:t>
      </w:r>
    </w:p>
    <w:p w:rsidR="009D0F06" w:rsidRPr="004A1543" w:rsidRDefault="009D0F06" w:rsidP="009D0F06">
      <w:pPr>
        <w:pStyle w:val="a3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9D0F06" w:rsidRPr="004A1543" w:rsidRDefault="009D0F06" w:rsidP="009D0F06">
      <w:pPr>
        <w:pStyle w:val="a3"/>
        <w:jc w:val="center"/>
        <w:rPr>
          <w:rFonts w:ascii="Times New Roman" w:hAnsi="Times New Roman"/>
        </w:rPr>
      </w:pPr>
    </w:p>
    <w:p w:rsidR="009D0F06" w:rsidRPr="004A1543" w:rsidRDefault="009D0F06" w:rsidP="009D0F06">
      <w:pPr>
        <w:pStyle w:val="a3"/>
        <w:jc w:val="center"/>
        <w:rPr>
          <w:rFonts w:ascii="Times New Roman" w:hAnsi="Times New Roman"/>
        </w:rPr>
      </w:pPr>
    </w:p>
    <w:p w:rsidR="009D0F06" w:rsidRPr="004A1543" w:rsidRDefault="009D0F06" w:rsidP="009D0F06">
      <w:pPr>
        <w:pStyle w:val="a3"/>
        <w:jc w:val="center"/>
        <w:rPr>
          <w:rFonts w:ascii="Times New Roman" w:hAnsi="Times New Roman"/>
        </w:rPr>
      </w:pPr>
    </w:p>
    <w:p w:rsidR="009D0F06" w:rsidRPr="00B76684" w:rsidRDefault="009D0F06" w:rsidP="009D0F06">
      <w:pPr>
        <w:pStyle w:val="a3"/>
        <w:ind w:right="-888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за </w:t>
      </w:r>
      <w:r w:rsidR="00D47BF5">
        <w:rPr>
          <w:rFonts w:ascii="Times New Roman" w:hAnsi="Times New Roman"/>
          <w:b/>
          <w:sz w:val="40"/>
          <w:szCs w:val="40"/>
        </w:rPr>
        <w:t>202</w:t>
      </w:r>
      <w:r w:rsidR="000F010B">
        <w:rPr>
          <w:rFonts w:ascii="Times New Roman" w:hAnsi="Times New Roman"/>
          <w:b/>
          <w:sz w:val="40"/>
          <w:szCs w:val="40"/>
        </w:rPr>
        <w:t>1</w:t>
      </w:r>
      <w:r w:rsidR="00D52958">
        <w:rPr>
          <w:rFonts w:ascii="Times New Roman" w:hAnsi="Times New Roman"/>
          <w:b/>
          <w:sz w:val="40"/>
          <w:szCs w:val="40"/>
        </w:rPr>
        <w:t xml:space="preserve"> го</w:t>
      </w:r>
      <w:r>
        <w:rPr>
          <w:rFonts w:ascii="Times New Roman" w:hAnsi="Times New Roman"/>
          <w:b/>
          <w:sz w:val="40"/>
          <w:szCs w:val="40"/>
        </w:rPr>
        <w:t>д</w:t>
      </w:r>
    </w:p>
    <w:p w:rsidR="009D0F06" w:rsidRPr="004A1543" w:rsidRDefault="009D0F06" w:rsidP="009D0F06">
      <w:pPr>
        <w:pStyle w:val="a3"/>
        <w:rPr>
          <w:rFonts w:ascii="Times New Roman" w:hAnsi="Times New Roman"/>
        </w:rPr>
      </w:pPr>
    </w:p>
    <w:p w:rsidR="009D0F06" w:rsidRPr="004A1543" w:rsidRDefault="009D0F06" w:rsidP="009D0F06">
      <w:pPr>
        <w:pStyle w:val="a3"/>
        <w:rPr>
          <w:rFonts w:ascii="Times New Roman" w:hAnsi="Times New Roman"/>
        </w:rPr>
      </w:pPr>
    </w:p>
    <w:p w:rsidR="009D0F06" w:rsidRPr="004A1543" w:rsidRDefault="009D0F06" w:rsidP="009D0F06">
      <w:pPr>
        <w:pStyle w:val="a3"/>
        <w:rPr>
          <w:rFonts w:ascii="Times New Roman" w:hAnsi="Times New Roman"/>
          <w:sz w:val="24"/>
        </w:rPr>
      </w:pPr>
    </w:p>
    <w:p w:rsidR="009D0F06" w:rsidRPr="004A1543" w:rsidRDefault="009D0F06" w:rsidP="009D0F06">
      <w:pPr>
        <w:pStyle w:val="a3"/>
        <w:rPr>
          <w:rFonts w:ascii="Times New Roman" w:hAnsi="Times New Roman"/>
          <w:sz w:val="24"/>
        </w:rPr>
      </w:pPr>
    </w:p>
    <w:p w:rsidR="009D0F06" w:rsidRPr="004A1543" w:rsidRDefault="009D0F06" w:rsidP="009D0F06">
      <w:pPr>
        <w:pStyle w:val="a3"/>
        <w:ind w:left="6480"/>
        <w:outlineLvl w:val="0"/>
        <w:rPr>
          <w:rFonts w:ascii="Times New Roman" w:hAnsi="Times New Roman"/>
          <w:sz w:val="24"/>
        </w:rPr>
      </w:pPr>
      <w:r w:rsidRPr="004A1543">
        <w:rPr>
          <w:rFonts w:ascii="Times New Roman" w:hAnsi="Times New Roman"/>
          <w:sz w:val="24"/>
        </w:rPr>
        <w:t>ДАТА ВЫСЫЛКИ</w:t>
      </w:r>
    </w:p>
    <w:p w:rsidR="009D0F06" w:rsidRPr="004A1543" w:rsidRDefault="009D0F06" w:rsidP="009D0F06">
      <w:pPr>
        <w:pStyle w:val="a3"/>
        <w:ind w:left="6480"/>
        <w:outlineLvl w:val="0"/>
        <w:rPr>
          <w:rFonts w:ascii="Times New Roman" w:hAnsi="Times New Roman"/>
          <w:sz w:val="24"/>
        </w:rPr>
      </w:pPr>
    </w:p>
    <w:p w:rsidR="0029065F" w:rsidRDefault="009D0F06" w:rsidP="009D0F06">
      <w:pPr>
        <w:pStyle w:val="a3"/>
        <w:ind w:left="6480"/>
        <w:rPr>
          <w:rFonts w:ascii="Times New Roman" w:hAnsi="Times New Roman"/>
          <w:sz w:val="24"/>
        </w:rPr>
      </w:pPr>
      <w:r w:rsidRPr="004A1543">
        <w:rPr>
          <w:rFonts w:ascii="Times New Roman" w:hAnsi="Times New Roman"/>
          <w:sz w:val="24"/>
        </w:rPr>
        <w:t>ДАТА ПОЛУЧЕ</w:t>
      </w:r>
      <w:proofErr w:type="gramStart"/>
      <w:r w:rsidRPr="004A1543">
        <w:rPr>
          <w:rFonts w:ascii="Times New Roman" w:hAnsi="Times New Roman"/>
          <w:sz w:val="24"/>
        </w:rPr>
        <w:t>H</w:t>
      </w:r>
      <w:proofErr w:type="gramEnd"/>
      <w:r w:rsidRPr="004A1543">
        <w:rPr>
          <w:rFonts w:ascii="Times New Roman" w:hAnsi="Times New Roman"/>
          <w:sz w:val="24"/>
        </w:rPr>
        <w:t>ИЯ</w:t>
      </w:r>
      <w:r w:rsidRPr="004A1543">
        <w:rPr>
          <w:rFonts w:ascii="Times New Roman" w:hAnsi="Times New Roman"/>
          <w:sz w:val="24"/>
        </w:rPr>
        <w:cr/>
      </w:r>
      <w:r w:rsidRPr="004A1543">
        <w:rPr>
          <w:rFonts w:ascii="Times New Roman" w:hAnsi="Times New Roman"/>
          <w:sz w:val="24"/>
        </w:rPr>
        <w:cr/>
        <w:t>СРОК ПРЕДСТАВЛЕ</w:t>
      </w:r>
      <w:proofErr w:type="gramStart"/>
      <w:r w:rsidRPr="004A1543">
        <w:rPr>
          <w:rFonts w:ascii="Times New Roman" w:hAnsi="Times New Roman"/>
          <w:sz w:val="24"/>
        </w:rPr>
        <w:t>H</w:t>
      </w:r>
      <w:proofErr w:type="gramEnd"/>
      <w:r w:rsidRPr="004A1543">
        <w:rPr>
          <w:rFonts w:ascii="Times New Roman" w:hAnsi="Times New Roman"/>
          <w:sz w:val="24"/>
        </w:rPr>
        <w:t>ИЯ</w:t>
      </w:r>
    </w:p>
    <w:p w:rsidR="009D0F06" w:rsidRPr="0029065F" w:rsidRDefault="006B0650" w:rsidP="0029065F">
      <w:pPr>
        <w:pStyle w:val="a3"/>
        <w:rPr>
          <w:rFonts w:ascii="Times New Roman" w:hAnsi="Times New Roman"/>
          <w:sz w:val="10"/>
          <w:szCs w:val="10"/>
        </w:rPr>
      </w:pPr>
      <w:r>
        <w:rPr>
          <w:rFonts w:ascii="Times New Roman" w:hAnsi="Times New Roman"/>
          <w:sz w:val="24"/>
        </w:rPr>
        <w:br w:type="page"/>
      </w:r>
      <w:r w:rsidR="0029065F">
        <w:rPr>
          <w:rFonts w:ascii="Times New Roman" w:hAnsi="Times New Roman"/>
          <w:sz w:val="24"/>
        </w:rPr>
        <w:lastRenderedPageBreak/>
        <w:br w:type="page"/>
      </w: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75"/>
        <w:gridCol w:w="895"/>
        <w:gridCol w:w="1415"/>
        <w:gridCol w:w="1175"/>
        <w:gridCol w:w="310"/>
        <w:gridCol w:w="262"/>
        <w:gridCol w:w="589"/>
        <w:gridCol w:w="1561"/>
        <w:gridCol w:w="423"/>
        <w:gridCol w:w="1985"/>
      </w:tblGrid>
      <w:tr w:rsidR="009D0F06" w:rsidTr="0029065F">
        <w:trPr>
          <w:trHeight w:val="80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 w:rsidRPr="004A1543">
              <w:lastRenderedPageBreak/>
              <w:br w:type="page"/>
            </w:r>
            <w:r w:rsidRPr="004A1543">
              <w:br w:type="page"/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5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D0F06" w:rsidRDefault="009D0F06" w:rsidP="009D0F0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1</w:t>
            </w:r>
          </w:p>
        </w:tc>
      </w:tr>
      <w:tr w:rsidR="009D0F06" w:rsidTr="0029065F">
        <w:trPr>
          <w:trHeight w:val="225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5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D0F06" w:rsidRDefault="009D0F06" w:rsidP="009D0F0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9D0F06" w:rsidTr="0029065F">
        <w:trPr>
          <w:trHeight w:val="225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5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</w:t>
            </w:r>
            <w:r w:rsidR="006B0650">
              <w:rPr>
                <w:sz w:val="16"/>
                <w:szCs w:val="16"/>
              </w:rPr>
              <w:t>12.12.2016 № 104</w:t>
            </w:r>
          </w:p>
        </w:tc>
      </w:tr>
      <w:tr w:rsidR="009D0F06" w:rsidTr="0029065F">
        <w:trPr>
          <w:trHeight w:val="255"/>
        </w:trPr>
        <w:tc>
          <w:tcPr>
            <w:tcW w:w="1049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БУХГАЛТЕРСКИЙ БАЛАНС</w:t>
            </w:r>
          </w:p>
        </w:tc>
      </w:tr>
      <w:tr w:rsidR="009D0F06" w:rsidTr="0029065F">
        <w:trPr>
          <w:trHeight w:val="300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BF6F60" w:rsidRDefault="005A101B" w:rsidP="009D0F06">
            <w:pPr>
              <w:ind w:firstLineChars="300" w:firstLine="66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BF6F60"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38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D0F06" w:rsidRPr="00225EAF" w:rsidRDefault="005A101B" w:rsidP="0068091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68091B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 xml:space="preserve"> </w:t>
            </w:r>
            <w:r w:rsidR="0068091B">
              <w:rPr>
                <w:b/>
                <w:sz w:val="22"/>
                <w:szCs w:val="22"/>
              </w:rPr>
              <w:t>дека</w:t>
            </w:r>
            <w:r w:rsidR="00A93B7C">
              <w:rPr>
                <w:b/>
                <w:sz w:val="22"/>
                <w:szCs w:val="22"/>
              </w:rPr>
              <w:t>бр</w:t>
            </w:r>
            <w:r w:rsidR="00264B24">
              <w:rPr>
                <w:b/>
                <w:sz w:val="22"/>
                <w:szCs w:val="22"/>
              </w:rPr>
              <w:t>я</w:t>
            </w:r>
            <w:r w:rsidR="009D0F06" w:rsidRPr="00225EAF">
              <w:rPr>
                <w:b/>
                <w:sz w:val="22"/>
                <w:szCs w:val="22"/>
              </w:rPr>
              <w:t xml:space="preserve"> </w:t>
            </w:r>
            <w:r w:rsidR="00F847F8">
              <w:rPr>
                <w:b/>
                <w:sz w:val="22"/>
                <w:szCs w:val="22"/>
              </w:rPr>
              <w:t xml:space="preserve"> </w:t>
            </w:r>
            <w:r w:rsidR="009D0F06" w:rsidRPr="00225EAF">
              <w:rPr>
                <w:b/>
                <w:sz w:val="22"/>
                <w:szCs w:val="22"/>
              </w:rPr>
              <w:t>20</w:t>
            </w:r>
            <w:r w:rsidR="00D47BF5">
              <w:rPr>
                <w:b/>
                <w:sz w:val="22"/>
                <w:szCs w:val="22"/>
              </w:rPr>
              <w:t>2</w:t>
            </w:r>
            <w:r w:rsidR="000F010B">
              <w:rPr>
                <w:b/>
                <w:sz w:val="22"/>
                <w:szCs w:val="22"/>
              </w:rPr>
              <w:t>1</w:t>
            </w:r>
            <w:r w:rsidR="009D0F06" w:rsidRPr="00225EAF">
              <w:rPr>
                <w:b/>
                <w:sz w:val="22"/>
                <w:szCs w:val="22"/>
              </w:rPr>
              <w:t xml:space="preserve"> года</w:t>
            </w:r>
          </w:p>
        </w:tc>
        <w:tc>
          <w:tcPr>
            <w:tcW w:w="2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D0F06" w:rsidTr="0029065F">
        <w:trPr>
          <w:trHeight w:val="70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70171" w:rsidRDefault="009D0F06" w:rsidP="009D0F06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70171" w:rsidRDefault="009D0F06" w:rsidP="009D0F06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70171" w:rsidRDefault="009D0F06" w:rsidP="009D0F06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70171" w:rsidRDefault="009D0F06" w:rsidP="009D0F06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70171" w:rsidRDefault="009D0F06" w:rsidP="009D0F06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70171" w:rsidRDefault="009D0F06" w:rsidP="009D0F06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70171" w:rsidRDefault="009D0F06" w:rsidP="009D0F06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B20104" w:rsidTr="0029065F">
        <w:trPr>
          <w:trHeight w:val="113"/>
        </w:trPr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20104" w:rsidRDefault="00B20104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</w:t>
            </w:r>
          </w:p>
        </w:tc>
        <w:tc>
          <w:tcPr>
            <w:tcW w:w="63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20104" w:rsidRDefault="00B20104" w:rsidP="00B20104">
            <w:pPr>
              <w:rPr>
                <w:sz w:val="20"/>
                <w:szCs w:val="20"/>
              </w:rPr>
            </w:pPr>
            <w:bookmarkStart w:id="5" w:name="title2"/>
            <w:bookmarkEnd w:id="5"/>
            <w:r>
              <w:rPr>
                <w:sz w:val="20"/>
                <w:szCs w:val="20"/>
              </w:rPr>
              <w:t> ОАО «</w:t>
            </w:r>
            <w:proofErr w:type="spellStart"/>
            <w:r>
              <w:rPr>
                <w:sz w:val="20"/>
                <w:szCs w:val="20"/>
              </w:rPr>
              <w:t>Лидапищеконцентраты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  <w:tr w:rsidR="00B20104" w:rsidTr="0029065F">
        <w:trPr>
          <w:trHeight w:val="113"/>
        </w:trPr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20104" w:rsidRDefault="00B20104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Учетный номер плательщика</w:t>
            </w:r>
          </w:p>
        </w:tc>
        <w:tc>
          <w:tcPr>
            <w:tcW w:w="63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20104" w:rsidRDefault="00B20104" w:rsidP="00B20104">
            <w:pPr>
              <w:rPr>
                <w:sz w:val="20"/>
                <w:szCs w:val="20"/>
              </w:rPr>
            </w:pPr>
            <w:bookmarkStart w:id="6" w:name="unn"/>
            <w:bookmarkEnd w:id="6"/>
            <w:r>
              <w:rPr>
                <w:sz w:val="20"/>
                <w:szCs w:val="20"/>
              </w:rPr>
              <w:t>  500021268</w:t>
            </w:r>
          </w:p>
        </w:tc>
      </w:tr>
      <w:tr w:rsidR="00B20104" w:rsidTr="0029065F">
        <w:trPr>
          <w:trHeight w:val="113"/>
        </w:trPr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20104" w:rsidRDefault="00B20104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экономической деятельности</w:t>
            </w:r>
          </w:p>
        </w:tc>
        <w:tc>
          <w:tcPr>
            <w:tcW w:w="63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20104" w:rsidRDefault="00B20104" w:rsidP="00B20104">
            <w:pPr>
              <w:rPr>
                <w:sz w:val="20"/>
                <w:szCs w:val="20"/>
              </w:rPr>
            </w:pPr>
            <w:bookmarkStart w:id="7" w:name="okad"/>
            <w:bookmarkEnd w:id="7"/>
            <w:r>
              <w:rPr>
                <w:sz w:val="20"/>
                <w:szCs w:val="20"/>
              </w:rPr>
              <w:t>  10899</w:t>
            </w:r>
          </w:p>
        </w:tc>
      </w:tr>
      <w:tr w:rsidR="00B20104" w:rsidTr="0029065F">
        <w:trPr>
          <w:trHeight w:val="113"/>
        </w:trPr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20104" w:rsidRDefault="00B20104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Организационно-правовая форма</w:t>
            </w:r>
          </w:p>
        </w:tc>
        <w:tc>
          <w:tcPr>
            <w:tcW w:w="63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20104" w:rsidRDefault="00B20104" w:rsidP="00B201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 частная</w:t>
            </w:r>
          </w:p>
        </w:tc>
      </w:tr>
      <w:tr w:rsidR="00B20104" w:rsidTr="0029065F">
        <w:trPr>
          <w:trHeight w:val="113"/>
        </w:trPr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20104" w:rsidRDefault="00B20104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 управления</w:t>
            </w:r>
          </w:p>
        </w:tc>
        <w:tc>
          <w:tcPr>
            <w:tcW w:w="63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20104" w:rsidRDefault="00B20104" w:rsidP="00B201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Собрание акционеров</w:t>
            </w:r>
          </w:p>
        </w:tc>
      </w:tr>
      <w:tr w:rsidR="00B20104" w:rsidTr="0029065F">
        <w:trPr>
          <w:trHeight w:val="113"/>
        </w:trPr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20104" w:rsidRDefault="00B20104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3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20104" w:rsidRDefault="00B20104" w:rsidP="00B201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тыс. руб.</w:t>
            </w:r>
          </w:p>
        </w:tc>
      </w:tr>
      <w:tr w:rsidR="00B20104" w:rsidTr="0029065F">
        <w:trPr>
          <w:trHeight w:val="113"/>
        </w:trPr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20104" w:rsidRDefault="00B20104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</w:t>
            </w:r>
          </w:p>
        </w:tc>
        <w:tc>
          <w:tcPr>
            <w:tcW w:w="63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20104" w:rsidRDefault="00B20104" w:rsidP="00B201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 231300, </w:t>
            </w:r>
            <w:proofErr w:type="spellStart"/>
            <w:r>
              <w:rPr>
                <w:sz w:val="20"/>
                <w:szCs w:val="20"/>
              </w:rPr>
              <w:t>Гродненская.обл</w:t>
            </w:r>
            <w:proofErr w:type="spellEnd"/>
            <w:r>
              <w:rPr>
                <w:sz w:val="20"/>
                <w:szCs w:val="20"/>
              </w:rPr>
              <w:t xml:space="preserve">., </w:t>
            </w:r>
            <w:proofErr w:type="spellStart"/>
            <w:r>
              <w:rPr>
                <w:sz w:val="20"/>
                <w:szCs w:val="20"/>
              </w:rPr>
              <w:t>г</w:t>
            </w:r>
            <w:proofErr w:type="gramStart"/>
            <w:r>
              <w:rPr>
                <w:sz w:val="20"/>
                <w:szCs w:val="20"/>
              </w:rPr>
              <w:t>.Л</w:t>
            </w:r>
            <w:proofErr w:type="gramEnd"/>
            <w:r>
              <w:rPr>
                <w:sz w:val="20"/>
                <w:szCs w:val="20"/>
              </w:rPr>
              <w:t>ида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ул.Тавлая</w:t>
            </w:r>
            <w:proofErr w:type="spellEnd"/>
            <w:r>
              <w:rPr>
                <w:sz w:val="20"/>
                <w:szCs w:val="20"/>
              </w:rPr>
              <w:t>, 11</w:t>
            </w:r>
          </w:p>
        </w:tc>
      </w:tr>
      <w:tr w:rsidR="009D0F06" w:rsidTr="0029065F">
        <w:trPr>
          <w:trHeight w:val="170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утверждения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D0F06" w:rsidTr="0029065F">
        <w:trPr>
          <w:trHeight w:val="170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отправки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D0F06" w:rsidTr="0029065F">
        <w:trPr>
          <w:trHeight w:val="170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принятия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D0F06" w:rsidTr="0029065F">
        <w:trPr>
          <w:trHeight w:val="70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70171" w:rsidRDefault="009D0F06" w:rsidP="009D0F06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70171" w:rsidRDefault="009D0F06" w:rsidP="009D0F06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70171" w:rsidRDefault="009D0F06" w:rsidP="009D0F06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0F06" w:rsidRPr="00670171" w:rsidRDefault="009D0F06" w:rsidP="009D0F06">
            <w:pPr>
              <w:ind w:firstLineChars="200" w:firstLine="320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70171" w:rsidRDefault="009D0F06" w:rsidP="009D0F06">
            <w:pPr>
              <w:jc w:val="center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70171" w:rsidRDefault="009D0F06" w:rsidP="009D0F06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70171" w:rsidRDefault="009D0F06" w:rsidP="009D0F06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EF6BEF" w:rsidTr="0029065F">
        <w:trPr>
          <w:trHeight w:val="312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F6BEF" w:rsidRPr="00E428E6" w:rsidRDefault="00EF6BEF" w:rsidP="00C84DF2">
            <w:pPr>
              <w:jc w:val="center"/>
              <w:rPr>
                <w:b/>
                <w:bCs/>
                <w:sz w:val="16"/>
                <w:szCs w:val="16"/>
              </w:rPr>
            </w:pPr>
            <w:r w:rsidRPr="00E428E6">
              <w:rPr>
                <w:b/>
                <w:bCs/>
                <w:sz w:val="16"/>
                <w:szCs w:val="16"/>
              </w:rPr>
              <w:t>Активы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BEF" w:rsidRPr="00E428E6" w:rsidRDefault="00EF6BEF" w:rsidP="00C84DF2">
            <w:pPr>
              <w:jc w:val="center"/>
              <w:rPr>
                <w:b/>
                <w:bCs/>
                <w:sz w:val="16"/>
                <w:szCs w:val="16"/>
              </w:rPr>
            </w:pPr>
            <w:r w:rsidRPr="00E428E6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BEF" w:rsidRPr="00E428E6" w:rsidRDefault="008B2090" w:rsidP="00A93B7C">
            <w:pPr>
              <w:pStyle w:val="a3"/>
              <w:widowControl w:val="0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28E6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 w:rsidR="0068091B" w:rsidRPr="00E428E6">
              <w:rPr>
                <w:rFonts w:ascii="Times New Roman" w:hAnsi="Times New Roman"/>
                <w:b/>
                <w:sz w:val="16"/>
                <w:szCs w:val="16"/>
              </w:rPr>
              <w:t xml:space="preserve">31 </w:t>
            </w:r>
            <w:r w:rsidR="0068091B">
              <w:rPr>
                <w:rFonts w:ascii="Times New Roman" w:hAnsi="Times New Roman"/>
                <w:b/>
                <w:sz w:val="16"/>
                <w:szCs w:val="16"/>
              </w:rPr>
              <w:t>декабря</w:t>
            </w:r>
            <w:r w:rsidR="0068091B" w:rsidRPr="00E428E6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E428E6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="00D47BF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0F010B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E428E6">
              <w:rPr>
                <w:rFonts w:ascii="Times New Roman" w:hAnsi="Times New Roman"/>
                <w:b/>
                <w:sz w:val="16"/>
                <w:szCs w:val="16"/>
              </w:rPr>
              <w:t>года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BEF" w:rsidRPr="00E428E6" w:rsidRDefault="00EF6BEF" w:rsidP="000F010B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28E6">
              <w:rPr>
                <w:rFonts w:ascii="Times New Roman" w:hAnsi="Times New Roman"/>
                <w:b/>
                <w:sz w:val="16"/>
                <w:szCs w:val="16"/>
              </w:rPr>
              <w:t xml:space="preserve">На 31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декабря</w:t>
            </w:r>
            <w:r w:rsidRPr="00E428E6">
              <w:rPr>
                <w:rFonts w:ascii="Times New Roman" w:hAnsi="Times New Roman"/>
                <w:b/>
                <w:sz w:val="16"/>
                <w:szCs w:val="16"/>
              </w:rPr>
              <w:t xml:space="preserve"> 20</w:t>
            </w:r>
            <w:r w:rsidR="000F010B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Pr="00E428E6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9D0F06" w:rsidTr="0029065F">
        <w:trPr>
          <w:trHeight w:val="225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Pr="0067017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7017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7017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7017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9D0F06" w:rsidTr="0029065F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I. ДОЛГОСРОЧНЫЕ АКТИВЫ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</w:p>
        </w:tc>
      </w:tr>
      <w:tr w:rsidR="009D0F06" w:rsidTr="0029065F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Pr="00331C40" w:rsidRDefault="009D0F06" w:rsidP="009074E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Основные средства</w:t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6E5624" w:rsidP="009D0F06">
            <w:pPr>
              <w:jc w:val="center"/>
              <w:rPr>
                <w:sz w:val="18"/>
                <w:szCs w:val="18"/>
              </w:rPr>
            </w:pPr>
            <w:bookmarkStart w:id="8" w:name="f1r110"/>
            <w:bookmarkEnd w:id="8"/>
            <w:r>
              <w:rPr>
                <w:sz w:val="18"/>
                <w:szCs w:val="18"/>
              </w:rPr>
              <w:t>9940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9074</w:t>
            </w:r>
          </w:p>
        </w:tc>
      </w:tr>
      <w:tr w:rsidR="009D0F06" w:rsidTr="0029065F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Нематериальные активы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6E5624" w:rsidP="009D0F06">
            <w:pPr>
              <w:jc w:val="center"/>
              <w:rPr>
                <w:sz w:val="18"/>
                <w:szCs w:val="18"/>
              </w:rPr>
            </w:pPr>
            <w:bookmarkStart w:id="9" w:name="f1r120"/>
            <w:bookmarkEnd w:id="9"/>
            <w:r>
              <w:rPr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9D0F06" w:rsidTr="0029065F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Pr="00331C40" w:rsidRDefault="009D0F06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Доходные вложения в материальные активы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6E5624" w:rsidP="009D0F06">
            <w:pPr>
              <w:jc w:val="center"/>
              <w:rPr>
                <w:sz w:val="18"/>
                <w:szCs w:val="18"/>
              </w:rPr>
            </w:pPr>
            <w:bookmarkStart w:id="10" w:name="f1r130"/>
            <w:bookmarkEnd w:id="10"/>
            <w:r>
              <w:rPr>
                <w:sz w:val="18"/>
                <w:szCs w:val="18"/>
              </w:rPr>
              <w:t>123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</w:t>
            </w:r>
          </w:p>
        </w:tc>
      </w:tr>
      <w:tr w:rsidR="009D0F06" w:rsidTr="0029065F">
        <w:trPr>
          <w:trHeight w:val="255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9D0F06" w:rsidP="009D0F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9D0F06" w:rsidP="009D0F06">
            <w:pPr>
              <w:jc w:val="center"/>
              <w:rPr>
                <w:sz w:val="18"/>
                <w:szCs w:val="18"/>
              </w:rPr>
            </w:pPr>
          </w:p>
        </w:tc>
      </w:tr>
      <w:tr w:rsidR="009D0F06" w:rsidTr="0029065F">
        <w:trPr>
          <w:trHeight w:val="255"/>
        </w:trPr>
        <w:tc>
          <w:tcPr>
            <w:tcW w:w="567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недвижимость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6E5624" w:rsidP="009D0F06">
            <w:pPr>
              <w:jc w:val="center"/>
              <w:rPr>
                <w:sz w:val="18"/>
                <w:szCs w:val="18"/>
              </w:rPr>
            </w:pPr>
            <w:bookmarkStart w:id="11" w:name="f1r131"/>
            <w:bookmarkEnd w:id="11"/>
            <w:r>
              <w:rPr>
                <w:sz w:val="18"/>
                <w:szCs w:val="18"/>
              </w:rPr>
              <w:t>123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</w:t>
            </w:r>
          </w:p>
        </w:tc>
      </w:tr>
      <w:tr w:rsidR="009D0F06" w:rsidTr="0029065F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предметы финансовой аренды (лизинга)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6E5624" w:rsidP="009D0F06">
            <w:pPr>
              <w:jc w:val="center"/>
              <w:rPr>
                <w:sz w:val="18"/>
                <w:szCs w:val="18"/>
              </w:rPr>
            </w:pPr>
            <w:bookmarkStart w:id="12" w:name="f1r132"/>
            <w:bookmarkEnd w:id="12"/>
            <w:r>
              <w:rPr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D0F06" w:rsidTr="0029065F">
        <w:trPr>
          <w:trHeight w:val="51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доходные вложения в материальные активы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6E5624" w:rsidP="009D0F06">
            <w:pPr>
              <w:jc w:val="center"/>
              <w:rPr>
                <w:sz w:val="18"/>
                <w:szCs w:val="18"/>
              </w:rPr>
            </w:pPr>
            <w:bookmarkStart w:id="13" w:name="f1r133"/>
            <w:bookmarkEnd w:id="13"/>
            <w:r>
              <w:rPr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D0F06" w:rsidTr="0029065F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Вложения в долгосрочные активы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6E5624" w:rsidP="009D0F06">
            <w:pPr>
              <w:jc w:val="center"/>
              <w:rPr>
                <w:sz w:val="18"/>
                <w:szCs w:val="18"/>
              </w:rPr>
            </w:pPr>
            <w:bookmarkStart w:id="14" w:name="f1r140"/>
            <w:bookmarkEnd w:id="14"/>
            <w:r>
              <w:rPr>
                <w:sz w:val="18"/>
                <w:szCs w:val="18"/>
              </w:rPr>
              <w:t>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</w:tr>
      <w:tr w:rsidR="009D0F06" w:rsidTr="0029065F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Долгосрочные финансовые вложения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6E5624" w:rsidP="009D0F06">
            <w:pPr>
              <w:jc w:val="center"/>
              <w:rPr>
                <w:sz w:val="18"/>
                <w:szCs w:val="18"/>
              </w:rPr>
            </w:pPr>
            <w:bookmarkStart w:id="15" w:name="f1r150"/>
            <w:bookmarkEnd w:id="15"/>
            <w:r>
              <w:rPr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5171D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D0F06" w:rsidTr="0029065F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Отложенные налоговые активы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6E5624" w:rsidP="009D0F06">
            <w:pPr>
              <w:jc w:val="center"/>
              <w:rPr>
                <w:sz w:val="18"/>
                <w:szCs w:val="18"/>
              </w:rPr>
            </w:pPr>
            <w:bookmarkStart w:id="16" w:name="f1r160"/>
            <w:bookmarkEnd w:id="16"/>
            <w:r>
              <w:rPr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D0F06" w:rsidTr="0029065F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Долгосрочная дебиторская задолженность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6E5624" w:rsidP="009D0F06">
            <w:pPr>
              <w:jc w:val="center"/>
              <w:rPr>
                <w:sz w:val="18"/>
                <w:szCs w:val="18"/>
              </w:rPr>
            </w:pPr>
            <w:bookmarkStart w:id="17" w:name="f1r170"/>
            <w:bookmarkEnd w:id="17"/>
            <w:r>
              <w:rPr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D0F06" w:rsidTr="0029065F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долгосрочные активы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6E5624" w:rsidP="009D0F06">
            <w:pPr>
              <w:jc w:val="center"/>
              <w:rPr>
                <w:sz w:val="18"/>
                <w:szCs w:val="18"/>
              </w:rPr>
            </w:pPr>
            <w:bookmarkStart w:id="18" w:name="f1r180"/>
            <w:bookmarkEnd w:id="18"/>
            <w:r>
              <w:rPr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D0F06" w:rsidTr="0029065F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040ABB" w:rsidRDefault="006E5624" w:rsidP="009D0F06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19" w:name="f1r190"/>
            <w:bookmarkEnd w:id="19"/>
            <w:r>
              <w:rPr>
                <w:b/>
                <w:bCs/>
                <w:sz w:val="18"/>
                <w:szCs w:val="18"/>
              </w:rPr>
              <w:t>10087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040ABB" w:rsidRDefault="006E5624" w:rsidP="009D0F0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9248</w:t>
            </w:r>
          </w:p>
        </w:tc>
      </w:tr>
      <w:tr w:rsidR="009D0F06" w:rsidTr="0029065F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II. КРАТКОСРОЧНЫЕ АКТИВЫ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D642EB" w:rsidRDefault="009D0F06" w:rsidP="009D0F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D642EB" w:rsidRDefault="009D0F06" w:rsidP="009D0F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D0F06" w:rsidTr="0029065F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Запасы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6E5624" w:rsidP="009D0F06">
            <w:pPr>
              <w:jc w:val="center"/>
              <w:rPr>
                <w:sz w:val="18"/>
                <w:szCs w:val="18"/>
              </w:rPr>
            </w:pPr>
            <w:bookmarkStart w:id="20" w:name="f1r210"/>
            <w:bookmarkEnd w:id="20"/>
            <w:r>
              <w:rPr>
                <w:sz w:val="18"/>
                <w:szCs w:val="18"/>
              </w:rPr>
              <w:t>4209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3967</w:t>
            </w:r>
          </w:p>
        </w:tc>
      </w:tr>
      <w:tr w:rsidR="009D0F06" w:rsidTr="0029065F">
        <w:trPr>
          <w:trHeight w:val="255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9D0F06" w:rsidP="009D0F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40ABB" w:rsidRDefault="009D0F06" w:rsidP="009D0F06">
            <w:pPr>
              <w:jc w:val="center"/>
              <w:rPr>
                <w:sz w:val="18"/>
                <w:szCs w:val="18"/>
              </w:rPr>
            </w:pPr>
          </w:p>
        </w:tc>
      </w:tr>
      <w:tr w:rsidR="009D0F06" w:rsidTr="0029065F">
        <w:trPr>
          <w:trHeight w:val="255"/>
        </w:trPr>
        <w:tc>
          <w:tcPr>
            <w:tcW w:w="567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074EE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Материалы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6E5624" w:rsidP="009D0F06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21" w:name="f1r211"/>
            <w:bookmarkEnd w:id="21"/>
            <w:r>
              <w:rPr>
                <w:rFonts w:ascii="Times New Roman" w:hAnsi="Times New Roman"/>
                <w:sz w:val="18"/>
                <w:szCs w:val="18"/>
              </w:rPr>
              <w:t>2328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2129</w:t>
            </w:r>
          </w:p>
        </w:tc>
      </w:tr>
      <w:tr w:rsidR="009D0F06" w:rsidTr="0029065F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074EE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животные на выращивании и откорме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6E5624" w:rsidP="009D0F06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22" w:name="f1r212"/>
            <w:bookmarkEnd w:id="22"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D0F06" w:rsidTr="0029065F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074EE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незавершенное производство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6E5624" w:rsidP="009D0F06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23" w:name="f1r213"/>
            <w:bookmarkEnd w:id="23"/>
            <w:r>
              <w:rPr>
                <w:rFonts w:ascii="Times New Roman" w:hAnsi="Times New Roman"/>
                <w:sz w:val="18"/>
                <w:szCs w:val="18"/>
              </w:rPr>
              <w:t>497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570</w:t>
            </w:r>
          </w:p>
        </w:tc>
      </w:tr>
      <w:tr w:rsidR="009D0F06" w:rsidTr="0029065F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074EE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готовая продукция и товары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6E5624" w:rsidP="009D0F06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24" w:name="f1r214"/>
            <w:bookmarkEnd w:id="24"/>
            <w:r>
              <w:rPr>
                <w:rFonts w:ascii="Times New Roman" w:hAnsi="Times New Roman"/>
                <w:sz w:val="18"/>
                <w:szCs w:val="18"/>
              </w:rPr>
              <w:t>1384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1268</w:t>
            </w:r>
          </w:p>
        </w:tc>
      </w:tr>
      <w:tr w:rsidR="009D0F06" w:rsidTr="0029065F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074EE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товары отгруженные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6E5624" w:rsidP="009D0F06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25" w:name="f1r215"/>
            <w:bookmarkEnd w:id="25"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D0F06" w:rsidTr="0029065F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запасы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6E5624" w:rsidP="009D0F06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26" w:name="f1r216"/>
            <w:bookmarkEnd w:id="26"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D0F06" w:rsidTr="0029065F">
        <w:trPr>
          <w:trHeight w:val="31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Долгосрочные активы, предназначенные для реализации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6E5624" w:rsidP="009D0F06">
            <w:pPr>
              <w:jc w:val="center"/>
              <w:rPr>
                <w:sz w:val="18"/>
                <w:szCs w:val="18"/>
              </w:rPr>
            </w:pPr>
            <w:bookmarkStart w:id="27" w:name="f1r220"/>
            <w:bookmarkEnd w:id="27"/>
            <w:r>
              <w:rPr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D0F06" w:rsidTr="0029065F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будущих периодов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6E5624" w:rsidP="009D0F06">
            <w:pPr>
              <w:jc w:val="center"/>
              <w:rPr>
                <w:sz w:val="18"/>
                <w:szCs w:val="18"/>
              </w:rPr>
            </w:pPr>
            <w:bookmarkStart w:id="28" w:name="f1r230"/>
            <w:bookmarkEnd w:id="28"/>
            <w:r>
              <w:rPr>
                <w:sz w:val="18"/>
                <w:szCs w:val="18"/>
              </w:rPr>
              <w:t>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9D0F06" w:rsidTr="0029065F">
        <w:trPr>
          <w:trHeight w:val="555"/>
        </w:trPr>
        <w:tc>
          <w:tcPr>
            <w:tcW w:w="567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Налог на добавленную стоимость по приобретенным товарам, работам, услугам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6E5624" w:rsidP="009D0F06">
            <w:pPr>
              <w:jc w:val="center"/>
              <w:rPr>
                <w:sz w:val="18"/>
                <w:szCs w:val="18"/>
              </w:rPr>
            </w:pPr>
            <w:bookmarkStart w:id="29" w:name="f1r240"/>
            <w:bookmarkEnd w:id="29"/>
            <w:r>
              <w:rPr>
                <w:sz w:val="18"/>
                <w:szCs w:val="18"/>
              </w:rPr>
              <w:t>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</w:tr>
      <w:tr w:rsidR="009D0F06" w:rsidTr="0029065F">
        <w:trPr>
          <w:trHeight w:val="300"/>
        </w:trPr>
        <w:tc>
          <w:tcPr>
            <w:tcW w:w="567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Краткосрочная дебиторская задолженность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6E5624" w:rsidP="009D0F06">
            <w:pPr>
              <w:jc w:val="center"/>
              <w:rPr>
                <w:sz w:val="18"/>
                <w:szCs w:val="18"/>
              </w:rPr>
            </w:pPr>
            <w:bookmarkStart w:id="30" w:name="f1r250"/>
            <w:bookmarkEnd w:id="30"/>
            <w:r>
              <w:rPr>
                <w:sz w:val="18"/>
                <w:szCs w:val="18"/>
              </w:rPr>
              <w:t>5170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4159</w:t>
            </w:r>
          </w:p>
        </w:tc>
      </w:tr>
      <w:tr w:rsidR="009D0F06" w:rsidTr="0029065F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Краткосрочные финансовые вложения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6E5624" w:rsidP="009D0F06">
            <w:pPr>
              <w:jc w:val="center"/>
              <w:rPr>
                <w:sz w:val="18"/>
                <w:szCs w:val="18"/>
              </w:rPr>
            </w:pPr>
            <w:bookmarkStart w:id="31" w:name="f1r260"/>
            <w:bookmarkEnd w:id="31"/>
            <w:r>
              <w:rPr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D0F06" w:rsidTr="0029065F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Денежные средства и их эквиваленты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6E5624" w:rsidP="009D0F06">
            <w:pPr>
              <w:jc w:val="center"/>
              <w:rPr>
                <w:sz w:val="18"/>
                <w:szCs w:val="18"/>
              </w:rPr>
            </w:pPr>
            <w:bookmarkStart w:id="32" w:name="f1r270"/>
            <w:bookmarkEnd w:id="32"/>
            <w:r>
              <w:rPr>
                <w:sz w:val="18"/>
                <w:szCs w:val="18"/>
              </w:rPr>
              <w:t>440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</w:t>
            </w:r>
          </w:p>
        </w:tc>
      </w:tr>
      <w:tr w:rsidR="009D0F06" w:rsidTr="0029065F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краткосрочные активы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6E5624" w:rsidP="009D0F06">
            <w:pPr>
              <w:jc w:val="center"/>
              <w:rPr>
                <w:sz w:val="18"/>
                <w:szCs w:val="18"/>
              </w:rPr>
            </w:pPr>
            <w:bookmarkStart w:id="33" w:name="f1r280"/>
            <w:bookmarkEnd w:id="33"/>
            <w:r>
              <w:rPr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623EDA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D0F06" w:rsidTr="0029065F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040ABB" w:rsidRDefault="006E5624" w:rsidP="009D0F06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34" w:name="f1r290"/>
            <w:bookmarkEnd w:id="34"/>
            <w:r>
              <w:rPr>
                <w:b/>
                <w:bCs/>
                <w:sz w:val="18"/>
                <w:szCs w:val="18"/>
              </w:rPr>
              <w:t>9935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040ABB" w:rsidRDefault="006E5624" w:rsidP="009D0F0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8590</w:t>
            </w:r>
          </w:p>
        </w:tc>
      </w:tr>
      <w:tr w:rsidR="009D0F06" w:rsidTr="0029065F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040ABB" w:rsidRDefault="006E5624" w:rsidP="009D0F06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35" w:name="f1r300"/>
            <w:bookmarkEnd w:id="35"/>
            <w:r>
              <w:rPr>
                <w:b/>
                <w:bCs/>
                <w:sz w:val="18"/>
                <w:szCs w:val="18"/>
              </w:rPr>
              <w:t>20022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040ABB" w:rsidRDefault="006E5624" w:rsidP="009D0F0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17838</w:t>
            </w:r>
          </w:p>
        </w:tc>
      </w:tr>
    </w:tbl>
    <w:p w:rsidR="0029065F" w:rsidRPr="0029065F" w:rsidRDefault="0029065F">
      <w:pPr>
        <w:rPr>
          <w:sz w:val="10"/>
          <w:szCs w:val="10"/>
        </w:rPr>
      </w:pPr>
      <w:r>
        <w:br w:type="page"/>
      </w: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94"/>
        <w:gridCol w:w="895"/>
        <w:gridCol w:w="1415"/>
        <w:gridCol w:w="1466"/>
        <w:gridCol w:w="851"/>
        <w:gridCol w:w="1984"/>
        <w:gridCol w:w="101"/>
        <w:gridCol w:w="1884"/>
      </w:tblGrid>
      <w:tr w:rsidR="009D0F06" w:rsidTr="0029065F">
        <w:trPr>
          <w:trHeight w:val="300"/>
        </w:trPr>
        <w:tc>
          <w:tcPr>
            <w:tcW w:w="104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0F06" w:rsidRPr="00E31D5A" w:rsidRDefault="009D0F06" w:rsidP="009D0F0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lastRenderedPageBreak/>
              <w:br w:type="page"/>
            </w:r>
            <w:r w:rsidRPr="00E31D5A">
              <w:rPr>
                <w:b/>
                <w:sz w:val="16"/>
              </w:rPr>
              <w:t>Форма №1 лист 2</w:t>
            </w:r>
          </w:p>
        </w:tc>
      </w:tr>
      <w:tr w:rsidR="0068091B" w:rsidTr="0029065F">
        <w:trPr>
          <w:trHeight w:val="453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8091B" w:rsidRPr="0029065F" w:rsidRDefault="0068091B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29065F">
              <w:rPr>
                <w:sz w:val="16"/>
                <w:szCs w:val="16"/>
              </w:rPr>
              <w:br w:type="page"/>
            </w:r>
            <w:r w:rsidRPr="0029065F">
              <w:rPr>
                <w:b/>
                <w:bCs/>
                <w:sz w:val="16"/>
                <w:szCs w:val="16"/>
              </w:rPr>
              <w:t>Собственный капитал и обязательства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091B" w:rsidRPr="0029065F" w:rsidRDefault="0068091B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29065F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091B" w:rsidRPr="00E428E6" w:rsidRDefault="0068091B" w:rsidP="001F4FD4">
            <w:pPr>
              <w:pStyle w:val="a3"/>
              <w:widowControl w:val="0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28E6">
              <w:rPr>
                <w:rFonts w:ascii="Times New Roman" w:hAnsi="Times New Roman"/>
                <w:b/>
                <w:sz w:val="16"/>
                <w:szCs w:val="16"/>
              </w:rPr>
              <w:t xml:space="preserve">На 31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декабря</w:t>
            </w:r>
            <w:r w:rsidRPr="00E428E6">
              <w:rPr>
                <w:rFonts w:ascii="Times New Roman" w:hAnsi="Times New Roman"/>
                <w:b/>
                <w:sz w:val="16"/>
                <w:szCs w:val="16"/>
              </w:rPr>
              <w:t xml:space="preserve"> 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21</w:t>
            </w:r>
            <w:r w:rsidRPr="00E428E6">
              <w:rPr>
                <w:rFonts w:ascii="Times New Roman" w:hAnsi="Times New Roman"/>
                <w:b/>
                <w:sz w:val="16"/>
                <w:szCs w:val="16"/>
              </w:rPr>
              <w:t>года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091B" w:rsidRPr="00E428E6" w:rsidRDefault="0068091B" w:rsidP="00D81767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28E6">
              <w:rPr>
                <w:rFonts w:ascii="Times New Roman" w:hAnsi="Times New Roman"/>
                <w:b/>
                <w:sz w:val="16"/>
                <w:szCs w:val="16"/>
              </w:rPr>
              <w:t xml:space="preserve">На 31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декабря</w:t>
            </w:r>
            <w:r w:rsidRPr="00E428E6">
              <w:rPr>
                <w:rFonts w:ascii="Times New Roman" w:hAnsi="Times New Roman"/>
                <w:b/>
                <w:sz w:val="16"/>
                <w:szCs w:val="16"/>
              </w:rPr>
              <w:t xml:space="preserve"> 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Pr="00E428E6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A84A44" w:rsidTr="0029065F">
        <w:trPr>
          <w:trHeight w:val="153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A84A44" w:rsidRPr="00670171" w:rsidRDefault="00A84A44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670171" w:rsidRDefault="00A84A44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A84A44" w:rsidP="009D0F06">
            <w:pPr>
              <w:jc w:val="center"/>
              <w:rPr>
                <w:bCs/>
                <w:sz w:val="16"/>
                <w:szCs w:val="16"/>
              </w:rPr>
            </w:pPr>
            <w:r w:rsidRPr="004503B7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A84A44" w:rsidP="009D0F06">
            <w:pPr>
              <w:jc w:val="center"/>
              <w:rPr>
                <w:bCs/>
                <w:sz w:val="16"/>
                <w:szCs w:val="16"/>
              </w:rPr>
            </w:pPr>
            <w:r w:rsidRPr="004503B7">
              <w:rPr>
                <w:bCs/>
                <w:sz w:val="16"/>
                <w:szCs w:val="16"/>
              </w:rPr>
              <w:t>4</w:t>
            </w:r>
          </w:p>
        </w:tc>
      </w:tr>
      <w:tr w:rsidR="00A84A44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9D0F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III. СОБСТВЕННЫЙ КАПИТАЛ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A84A44" w:rsidP="009D0F06">
            <w:pPr>
              <w:jc w:val="center"/>
              <w:rPr>
                <w:bCs/>
                <w:sz w:val="20"/>
                <w:szCs w:val="20"/>
              </w:rPr>
            </w:pPr>
            <w:r w:rsidRPr="004503B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A84A44" w:rsidP="009D0F06">
            <w:pPr>
              <w:jc w:val="center"/>
              <w:rPr>
                <w:bCs/>
                <w:sz w:val="20"/>
                <w:szCs w:val="20"/>
              </w:rPr>
            </w:pPr>
            <w:r w:rsidRPr="004503B7">
              <w:rPr>
                <w:bCs/>
                <w:sz w:val="20"/>
                <w:szCs w:val="20"/>
              </w:rPr>
              <w:t> </w:t>
            </w:r>
          </w:p>
        </w:tc>
      </w:tr>
      <w:tr w:rsidR="00A84A44" w:rsidRPr="00D642E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Уставный капитал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bookmarkStart w:id="36" w:name="f1r410"/>
            <w:bookmarkEnd w:id="36"/>
            <w:r>
              <w:rPr>
                <w:sz w:val="18"/>
                <w:szCs w:val="18"/>
              </w:rPr>
              <w:t>2062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2062</w:t>
            </w:r>
          </w:p>
        </w:tc>
      </w:tr>
      <w:tr w:rsidR="00A84A44" w:rsidRPr="00D642E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84A44" w:rsidRPr="006C0237" w:rsidRDefault="00A84A44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Неоплаченная часть уставного капитала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bookmarkStart w:id="37" w:name="f1r420"/>
            <w:bookmarkEnd w:id="37"/>
            <w:r>
              <w:rPr>
                <w:sz w:val="18"/>
                <w:szCs w:val="18"/>
              </w:rPr>
              <w:t>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A84A44" w:rsidRPr="00D642EB" w:rsidTr="0029065F">
        <w:trPr>
          <w:trHeight w:val="255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4A44" w:rsidRPr="00921421" w:rsidRDefault="00A84A44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Собственные акции (доли в уставном капитале)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bookmarkStart w:id="38" w:name="f1r430"/>
            <w:bookmarkEnd w:id="38"/>
            <w:r>
              <w:rPr>
                <w:sz w:val="18"/>
                <w:szCs w:val="18"/>
              </w:rPr>
              <w:t>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A84A44" w:rsidRPr="00D642EB" w:rsidTr="0029065F">
        <w:trPr>
          <w:trHeight w:val="300"/>
        </w:trPr>
        <w:tc>
          <w:tcPr>
            <w:tcW w:w="567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Резервный капитал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bookmarkStart w:id="39" w:name="f1r440"/>
            <w:bookmarkEnd w:id="39"/>
            <w:r>
              <w:rPr>
                <w:sz w:val="18"/>
                <w:szCs w:val="18"/>
              </w:rPr>
              <w:t>26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</w:tr>
      <w:tr w:rsidR="00A84A44" w:rsidRPr="00D642E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Добавочный капитал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bookmarkStart w:id="40" w:name="f1r450"/>
            <w:bookmarkEnd w:id="40"/>
            <w:r>
              <w:rPr>
                <w:sz w:val="18"/>
                <w:szCs w:val="18"/>
              </w:rPr>
              <w:t>3071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3213</w:t>
            </w:r>
          </w:p>
        </w:tc>
      </w:tr>
      <w:tr w:rsidR="00A84A44" w:rsidRPr="00D642E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Нераспределенная прибыль (непокрытый убыток)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bookmarkStart w:id="41" w:name="f1r460"/>
            <w:bookmarkEnd w:id="41"/>
            <w:r>
              <w:rPr>
                <w:sz w:val="18"/>
                <w:szCs w:val="18"/>
              </w:rPr>
              <w:t>11198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9304</w:t>
            </w:r>
          </w:p>
        </w:tc>
      </w:tr>
      <w:tr w:rsidR="00A84A44" w:rsidRPr="00D642E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Чистая прибыль (убыток) отчетного периода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bookmarkStart w:id="42" w:name="f1r470"/>
            <w:bookmarkEnd w:id="42"/>
            <w:r>
              <w:rPr>
                <w:sz w:val="18"/>
                <w:szCs w:val="18"/>
              </w:rPr>
              <w:t>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A84A44" w:rsidRPr="00D642E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Целевое финансирование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bookmarkStart w:id="43" w:name="f1r480"/>
            <w:bookmarkEnd w:id="43"/>
            <w:r>
              <w:rPr>
                <w:sz w:val="18"/>
                <w:szCs w:val="18"/>
              </w:rPr>
              <w:t>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A84A44" w:rsidRPr="00D642E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9D0F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bookmarkStart w:id="44" w:name="f1r490"/>
            <w:bookmarkEnd w:id="44"/>
            <w:r>
              <w:rPr>
                <w:sz w:val="18"/>
                <w:szCs w:val="18"/>
              </w:rPr>
              <w:t>16357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14603</w:t>
            </w:r>
          </w:p>
        </w:tc>
      </w:tr>
      <w:tr w:rsidR="00A84A44" w:rsidRPr="00D642E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9D0F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IV. ДОЛГОСРОЧНЫЕ ОБЯЗАТЕЛЬСТВА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A84A44" w:rsidP="009D0F0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A84A44" w:rsidP="009D0F0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A84A44" w:rsidRPr="00040AB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Долгосрочные кредиты и займы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bookmarkStart w:id="45" w:name="f1r510"/>
            <w:bookmarkEnd w:id="45"/>
            <w:r>
              <w:rPr>
                <w:sz w:val="18"/>
                <w:szCs w:val="18"/>
              </w:rPr>
              <w:t>163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A84A44" w:rsidRPr="00040ABB" w:rsidTr="0029065F">
        <w:trPr>
          <w:trHeight w:val="27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Долгосрочные обязательства по лизинговым платежам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bookmarkStart w:id="46" w:name="f1r520"/>
            <w:bookmarkEnd w:id="46"/>
            <w:r>
              <w:rPr>
                <w:sz w:val="18"/>
                <w:szCs w:val="18"/>
              </w:rPr>
              <w:t>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A84A44" w:rsidRPr="00040AB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Отложенные налоговые обязательства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bookmarkStart w:id="47" w:name="f1r530"/>
            <w:bookmarkEnd w:id="47"/>
            <w:r>
              <w:rPr>
                <w:sz w:val="18"/>
                <w:szCs w:val="18"/>
              </w:rPr>
              <w:t>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A84A44" w:rsidRPr="00040AB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 будущих периодов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bookmarkStart w:id="48" w:name="f1r540"/>
            <w:bookmarkEnd w:id="48"/>
            <w:r>
              <w:rPr>
                <w:sz w:val="18"/>
                <w:szCs w:val="18"/>
              </w:rPr>
              <w:t>446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507</w:t>
            </w:r>
          </w:p>
        </w:tc>
      </w:tr>
      <w:tr w:rsidR="00A84A44" w:rsidRPr="00040AB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Резервы предстоящих платежей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bookmarkStart w:id="49" w:name="f1r550"/>
            <w:bookmarkEnd w:id="49"/>
            <w:r>
              <w:rPr>
                <w:sz w:val="18"/>
                <w:szCs w:val="18"/>
              </w:rPr>
              <w:t>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A84A44" w:rsidRPr="00040AB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обязательства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bookmarkStart w:id="50" w:name="f1r560"/>
            <w:bookmarkEnd w:id="50"/>
            <w:r>
              <w:rPr>
                <w:sz w:val="18"/>
                <w:szCs w:val="18"/>
              </w:rPr>
              <w:t>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A84A44" w:rsidRPr="00040AB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9D0F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bCs/>
                <w:sz w:val="18"/>
                <w:szCs w:val="18"/>
              </w:rPr>
            </w:pPr>
            <w:bookmarkStart w:id="51" w:name="f1r590"/>
            <w:bookmarkEnd w:id="51"/>
            <w:r>
              <w:rPr>
                <w:bCs/>
                <w:sz w:val="18"/>
                <w:szCs w:val="18"/>
              </w:rPr>
              <w:t>609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507</w:t>
            </w:r>
          </w:p>
        </w:tc>
      </w:tr>
      <w:tr w:rsidR="00A84A44" w:rsidRPr="00040AB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9D0F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V. КРАТКОСРОЧНЫЕ ОБЯЗАТЕЛЬСТВА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A84A44" w:rsidP="009D0F06">
            <w:pPr>
              <w:jc w:val="center"/>
              <w:rPr>
                <w:bCs/>
                <w:sz w:val="18"/>
                <w:szCs w:val="18"/>
              </w:rPr>
            </w:pPr>
            <w:r w:rsidRPr="004503B7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A84A44" w:rsidP="009D0F06">
            <w:pPr>
              <w:jc w:val="center"/>
              <w:rPr>
                <w:bCs/>
                <w:sz w:val="18"/>
                <w:szCs w:val="18"/>
              </w:rPr>
            </w:pPr>
            <w:r w:rsidRPr="004503B7">
              <w:rPr>
                <w:bCs/>
                <w:sz w:val="18"/>
                <w:szCs w:val="18"/>
              </w:rPr>
              <w:t> </w:t>
            </w:r>
          </w:p>
        </w:tc>
      </w:tr>
      <w:tr w:rsidR="00A84A44" w:rsidRPr="00040AB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Краткосрочные кредиты и займы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bookmarkStart w:id="52" w:name="f1r610"/>
            <w:bookmarkEnd w:id="52"/>
            <w:r>
              <w:rPr>
                <w:sz w:val="18"/>
                <w:szCs w:val="18"/>
              </w:rPr>
              <w:t>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</w:t>
            </w:r>
          </w:p>
        </w:tc>
      </w:tr>
      <w:tr w:rsidR="00A84A44" w:rsidRPr="00040AB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часть долгосрочных обязательств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bookmarkStart w:id="53" w:name="f1r620"/>
            <w:bookmarkEnd w:id="53"/>
            <w:r>
              <w:rPr>
                <w:sz w:val="18"/>
                <w:szCs w:val="18"/>
              </w:rPr>
              <w:t>257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</w:tr>
      <w:tr w:rsidR="00A84A44" w:rsidRPr="00040AB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кредиторская задолженность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bookmarkStart w:id="54" w:name="f1r630"/>
            <w:bookmarkEnd w:id="54"/>
            <w:r>
              <w:rPr>
                <w:sz w:val="18"/>
                <w:szCs w:val="18"/>
              </w:rPr>
              <w:t>2790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2437</w:t>
            </w:r>
          </w:p>
        </w:tc>
      </w:tr>
      <w:tr w:rsidR="00A84A44" w:rsidRPr="00040ABB" w:rsidTr="0029065F">
        <w:trPr>
          <w:trHeight w:val="255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bookmarkStart w:id="55" w:name="f1r631"/>
            <w:bookmarkEnd w:id="55"/>
            <w:r>
              <w:rPr>
                <w:sz w:val="18"/>
                <w:szCs w:val="18"/>
              </w:rPr>
              <w:t>1581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1729</w:t>
            </w:r>
          </w:p>
        </w:tc>
      </w:tr>
      <w:tr w:rsidR="00A84A44" w:rsidRPr="00040ABB" w:rsidTr="0029065F">
        <w:trPr>
          <w:trHeight w:val="255"/>
        </w:trPr>
        <w:tc>
          <w:tcPr>
            <w:tcW w:w="56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9074EE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поставщикам, подрядчикам, исполнителям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4A44" w:rsidRPr="004503B7" w:rsidRDefault="00A84A44" w:rsidP="009D0F0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4A44" w:rsidRPr="004503B7" w:rsidRDefault="00A84A44" w:rsidP="009D0F06">
            <w:pPr>
              <w:rPr>
                <w:sz w:val="18"/>
                <w:szCs w:val="18"/>
              </w:rPr>
            </w:pPr>
          </w:p>
        </w:tc>
      </w:tr>
      <w:tr w:rsidR="00A84A44" w:rsidRPr="00040ABB" w:rsidTr="0029065F">
        <w:trPr>
          <w:trHeight w:val="300"/>
        </w:trPr>
        <w:tc>
          <w:tcPr>
            <w:tcW w:w="567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9074EE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авансам полученным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bookmarkStart w:id="56" w:name="f1r632"/>
            <w:bookmarkEnd w:id="56"/>
            <w:r>
              <w:rPr>
                <w:sz w:val="18"/>
                <w:szCs w:val="18"/>
              </w:rPr>
              <w:t>82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</w:tr>
      <w:tr w:rsidR="00A84A44" w:rsidRPr="00040AB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9074EE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налогам и сборам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bookmarkStart w:id="57" w:name="f1r633"/>
            <w:bookmarkEnd w:id="57"/>
            <w:r>
              <w:rPr>
                <w:sz w:val="18"/>
                <w:szCs w:val="18"/>
              </w:rPr>
              <w:t>322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</w:t>
            </w:r>
          </w:p>
        </w:tc>
      </w:tr>
      <w:tr w:rsidR="00A84A44" w:rsidRPr="00040AB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9074EE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социальному страхованию и обеспечению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bookmarkStart w:id="58" w:name="f1r634"/>
            <w:bookmarkEnd w:id="58"/>
            <w:r>
              <w:rPr>
                <w:sz w:val="18"/>
                <w:szCs w:val="18"/>
              </w:rPr>
              <w:t>145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</w:tr>
      <w:tr w:rsidR="00A84A44" w:rsidRPr="00040AB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9074EE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оплате труда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bookmarkStart w:id="59" w:name="f1r635"/>
            <w:bookmarkEnd w:id="59"/>
            <w:r>
              <w:rPr>
                <w:sz w:val="18"/>
                <w:szCs w:val="18"/>
              </w:rPr>
              <w:t>502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</w:t>
            </w:r>
          </w:p>
        </w:tc>
      </w:tr>
      <w:tr w:rsidR="00A84A44" w:rsidRPr="00040AB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9074EE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лизинговым платежам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bookmarkStart w:id="60" w:name="f1r636"/>
            <w:bookmarkEnd w:id="60"/>
            <w:r>
              <w:rPr>
                <w:sz w:val="18"/>
                <w:szCs w:val="18"/>
              </w:rPr>
              <w:t>28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A84A44" w:rsidRPr="00040ABB" w:rsidTr="0029065F">
        <w:trPr>
          <w:trHeight w:val="27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9074EE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собственнику имущества (учредителям, участникам)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bookmarkStart w:id="61" w:name="f1r637"/>
            <w:bookmarkEnd w:id="61"/>
            <w:r>
              <w:rPr>
                <w:sz w:val="18"/>
                <w:szCs w:val="18"/>
              </w:rPr>
              <w:t>102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</w:p>
        </w:tc>
      </w:tr>
      <w:tr w:rsidR="00A84A44" w:rsidRPr="00040AB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9074EE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прочим кредиторам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bookmarkStart w:id="62" w:name="f1r638"/>
            <w:bookmarkEnd w:id="62"/>
            <w:r>
              <w:rPr>
                <w:sz w:val="18"/>
                <w:szCs w:val="18"/>
              </w:rPr>
              <w:t>28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</w:tr>
      <w:tr w:rsidR="00A84A44" w:rsidRPr="00040AB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Обязательства, предназначенные для реализации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bookmarkStart w:id="63" w:name="f1r640"/>
            <w:bookmarkEnd w:id="63"/>
            <w:r>
              <w:rPr>
                <w:sz w:val="18"/>
                <w:szCs w:val="18"/>
              </w:rPr>
              <w:t>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A84A44" w:rsidRPr="00040AB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 будущих периодов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bookmarkStart w:id="64" w:name="f1r650"/>
            <w:bookmarkEnd w:id="64"/>
            <w:r>
              <w:rPr>
                <w:sz w:val="18"/>
                <w:szCs w:val="18"/>
              </w:rPr>
              <w:t>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</w:tr>
      <w:tr w:rsidR="00A84A44" w:rsidRPr="00040AB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907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Резервы предстоящих платежей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bookmarkStart w:id="65" w:name="f1r660"/>
            <w:bookmarkEnd w:id="65"/>
            <w:r>
              <w:rPr>
                <w:sz w:val="18"/>
                <w:szCs w:val="18"/>
              </w:rPr>
              <w:t>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A84A44" w:rsidRPr="00040AB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краткосрочные обязательства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bookmarkStart w:id="66" w:name="f1r670"/>
            <w:bookmarkEnd w:id="66"/>
            <w:r>
              <w:rPr>
                <w:sz w:val="18"/>
                <w:szCs w:val="18"/>
              </w:rPr>
              <w:t>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A84A44" w:rsidRPr="00040AB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9D0F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bCs/>
                <w:sz w:val="18"/>
                <w:szCs w:val="18"/>
              </w:rPr>
            </w:pPr>
            <w:bookmarkStart w:id="67" w:name="f1r690"/>
            <w:bookmarkEnd w:id="67"/>
            <w:r>
              <w:rPr>
                <w:bCs/>
                <w:sz w:val="18"/>
                <w:szCs w:val="18"/>
              </w:rPr>
              <w:t>3056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2728</w:t>
            </w:r>
          </w:p>
        </w:tc>
      </w:tr>
      <w:tr w:rsidR="00A84A44" w:rsidRPr="00040ABB" w:rsidTr="0029065F">
        <w:trPr>
          <w:trHeight w:val="300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9D0F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bCs/>
                <w:sz w:val="18"/>
                <w:szCs w:val="18"/>
              </w:rPr>
            </w:pPr>
            <w:bookmarkStart w:id="68" w:name="f1r700"/>
            <w:bookmarkEnd w:id="68"/>
            <w:r>
              <w:rPr>
                <w:bCs/>
                <w:sz w:val="18"/>
                <w:szCs w:val="18"/>
              </w:rPr>
              <w:t>20022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44" w:rsidRPr="004503B7" w:rsidRDefault="006E5624" w:rsidP="009D0F0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17838</w:t>
            </w:r>
          </w:p>
        </w:tc>
      </w:tr>
      <w:tr w:rsidR="00A84A44" w:rsidTr="0029065F">
        <w:trPr>
          <w:trHeight w:val="225"/>
        </w:trPr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</w:tr>
      <w:tr w:rsidR="00A84A44" w:rsidTr="0029065F">
        <w:trPr>
          <w:trHeight w:val="225"/>
        </w:trPr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Руководитель </w:t>
            </w:r>
          </w:p>
        </w:tc>
        <w:tc>
          <w:tcPr>
            <w:tcW w:w="23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A84A44" w:rsidRDefault="00B20104" w:rsidP="009D0F06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А.Г.Галимов</w:t>
            </w:r>
            <w:proofErr w:type="spellEnd"/>
            <w:r w:rsidR="00A84A44">
              <w:rPr>
                <w:sz w:val="22"/>
                <w:szCs w:val="22"/>
              </w:rPr>
              <w:t> </w:t>
            </w:r>
          </w:p>
        </w:tc>
      </w:tr>
      <w:tr w:rsidR="00A84A44" w:rsidTr="0029065F">
        <w:trPr>
          <w:trHeight w:val="225"/>
        </w:trPr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(подпись)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(инициалы, фамилия)</w:t>
            </w:r>
          </w:p>
        </w:tc>
      </w:tr>
      <w:tr w:rsidR="00A84A44" w:rsidTr="0029065F">
        <w:trPr>
          <w:trHeight w:val="225"/>
        </w:trPr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2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 </w:t>
            </w:r>
          </w:p>
        </w:tc>
      </w:tr>
      <w:tr w:rsidR="00A84A44" w:rsidTr="0029065F">
        <w:trPr>
          <w:trHeight w:val="225"/>
        </w:trPr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23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A84A44" w:rsidRDefault="00B20104" w:rsidP="009D0F06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Т.В.Пашкель</w:t>
            </w:r>
            <w:proofErr w:type="spellEnd"/>
            <w:r w:rsidR="00A84A44">
              <w:rPr>
                <w:sz w:val="22"/>
                <w:szCs w:val="22"/>
              </w:rPr>
              <w:t> </w:t>
            </w:r>
          </w:p>
        </w:tc>
      </w:tr>
      <w:tr w:rsidR="00A84A44" w:rsidTr="0029065F">
        <w:trPr>
          <w:trHeight w:val="225"/>
        </w:trPr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(подпись)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(инициалы, фамилия)</w:t>
            </w:r>
          </w:p>
        </w:tc>
      </w:tr>
      <w:tr w:rsidR="00A84A44" w:rsidTr="0029065F">
        <w:trPr>
          <w:trHeight w:val="225"/>
        </w:trPr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84A44" w:rsidTr="0029065F">
        <w:trPr>
          <w:trHeight w:val="225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Pr="00B20104" w:rsidRDefault="00A84A44" w:rsidP="0068091B">
            <w:pPr>
              <w:pStyle w:val="a3"/>
              <w:tabs>
                <w:tab w:val="left" w:pos="2340"/>
              </w:tabs>
              <w:rPr>
                <w:rFonts w:ascii="Times New Roman" w:hAnsi="Times New Roman"/>
              </w:rPr>
            </w:pPr>
            <w:r w:rsidRPr="000B6FEA">
              <w:t xml:space="preserve">“_____”__________ </w:t>
            </w:r>
            <w:r w:rsidRPr="00821F23">
              <w:rPr>
                <w:rFonts w:ascii="Times New Roman" w:hAnsi="Times New Roman"/>
                <w:sz w:val="18"/>
                <w:szCs w:val="18"/>
              </w:rPr>
              <w:t>20</w:t>
            </w:r>
            <w:r w:rsidR="00DF79C2" w:rsidRPr="00821F23">
              <w:rPr>
                <w:rFonts w:ascii="Times New Roman" w:hAnsi="Times New Roman"/>
                <w:sz w:val="18"/>
                <w:szCs w:val="18"/>
              </w:rPr>
              <w:t>2</w:t>
            </w:r>
            <w:r w:rsidR="0068091B">
              <w:rPr>
                <w:rFonts w:ascii="Times New Roman" w:hAnsi="Times New Roman"/>
                <w:sz w:val="18"/>
                <w:szCs w:val="18"/>
              </w:rPr>
              <w:t>2</w:t>
            </w:r>
            <w:r w:rsidRPr="00821F23">
              <w:rPr>
                <w:rFonts w:ascii="Times New Roman" w:hAnsi="Times New Roman"/>
                <w:sz w:val="18"/>
                <w:szCs w:val="18"/>
              </w:rPr>
              <w:t>_г.</w:t>
            </w:r>
          </w:p>
        </w:tc>
      </w:tr>
    </w:tbl>
    <w:p w:rsidR="009D0F06" w:rsidRPr="006D3694" w:rsidRDefault="009D0F06" w:rsidP="009D0F06">
      <w:pPr>
        <w:pStyle w:val="a3"/>
        <w:widowControl w:val="0"/>
        <w:rPr>
          <w:rFonts w:ascii="Times New Roman" w:hAnsi="Times New Roman"/>
        </w:rPr>
      </w:pPr>
    </w:p>
    <w:p w:rsidR="009D0F06" w:rsidRPr="006D3694" w:rsidRDefault="009D0F06" w:rsidP="009D0F06">
      <w:pPr>
        <w:pStyle w:val="a3"/>
        <w:widowControl w:val="0"/>
        <w:rPr>
          <w:rFonts w:ascii="Times New Roman" w:hAnsi="Times New Roman"/>
        </w:rPr>
      </w:pPr>
    </w:p>
    <w:p w:rsidR="009D0F06" w:rsidRPr="0029065F" w:rsidRDefault="009D0F06" w:rsidP="009D0F06">
      <w:pPr>
        <w:rPr>
          <w:sz w:val="10"/>
          <w:szCs w:val="10"/>
        </w:rPr>
      </w:pPr>
      <w:r>
        <w:br w:type="page"/>
      </w:r>
    </w:p>
    <w:tbl>
      <w:tblPr>
        <w:tblW w:w="10680" w:type="dxa"/>
        <w:tblInd w:w="-12" w:type="dxa"/>
        <w:tblLook w:val="0000" w:firstRow="0" w:lastRow="0" w:firstColumn="0" w:lastColumn="0" w:noHBand="0" w:noVBand="0"/>
      </w:tblPr>
      <w:tblGrid>
        <w:gridCol w:w="2094"/>
        <w:gridCol w:w="764"/>
        <w:gridCol w:w="1273"/>
        <w:gridCol w:w="1002"/>
        <w:gridCol w:w="782"/>
        <w:gridCol w:w="2185"/>
        <w:gridCol w:w="2580"/>
      </w:tblGrid>
      <w:tr w:rsidR="009D0F06" w:rsidTr="009D0F06">
        <w:trPr>
          <w:trHeight w:val="136"/>
        </w:trPr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92C37" w:rsidRDefault="009D0F06" w:rsidP="009D0F06">
            <w:pPr>
              <w:rPr>
                <w:sz w:val="16"/>
                <w:szCs w:val="16"/>
              </w:rPr>
            </w:pPr>
            <w:bookmarkStart w:id="69" w:name="f2"/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92C37" w:rsidRDefault="009D0F06" w:rsidP="009D0F06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92C37" w:rsidRDefault="009D0F06" w:rsidP="009D0F06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92C37" w:rsidRDefault="009D0F06" w:rsidP="009D0F06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92C37" w:rsidRDefault="009D0F06" w:rsidP="009D0F06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4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D0F06" w:rsidRPr="00692C37" w:rsidRDefault="009D0F06" w:rsidP="009D0F06">
            <w:pPr>
              <w:jc w:val="right"/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Приложение 2</w:t>
            </w:r>
          </w:p>
        </w:tc>
      </w:tr>
      <w:tr w:rsidR="009D0F06" w:rsidTr="009D0F06">
        <w:trPr>
          <w:trHeight w:val="136"/>
        </w:trPr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92C37" w:rsidRDefault="009D0F06" w:rsidP="009D0F06">
            <w:pPr>
              <w:rPr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92C37" w:rsidRDefault="009D0F06" w:rsidP="009D0F06">
            <w:pPr>
              <w:rPr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92C37" w:rsidRDefault="009D0F06" w:rsidP="009D0F06">
            <w:pPr>
              <w:rPr>
                <w:sz w:val="16"/>
                <w:szCs w:val="16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92C37" w:rsidRDefault="009D0F06" w:rsidP="009D0F06">
            <w:pPr>
              <w:rPr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92C37" w:rsidRDefault="009D0F06" w:rsidP="009D0F06">
            <w:pPr>
              <w:rPr>
                <w:sz w:val="16"/>
                <w:szCs w:val="16"/>
              </w:rPr>
            </w:pPr>
          </w:p>
        </w:tc>
        <w:tc>
          <w:tcPr>
            <w:tcW w:w="4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D0F06" w:rsidRPr="00692C37" w:rsidRDefault="009D0F06" w:rsidP="009D0F06">
            <w:pPr>
              <w:jc w:val="right"/>
              <w:rPr>
                <w:sz w:val="16"/>
                <w:szCs w:val="16"/>
              </w:rPr>
            </w:pPr>
          </w:p>
        </w:tc>
      </w:tr>
      <w:tr w:rsidR="009D0F06" w:rsidTr="009D0F06">
        <w:trPr>
          <w:trHeight w:val="224"/>
        </w:trPr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D0F06" w:rsidRDefault="009D0F06" w:rsidP="009D0F0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9D0F06" w:rsidTr="009D0F06">
        <w:trPr>
          <w:trHeight w:val="225"/>
        </w:trPr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</w:t>
            </w:r>
            <w:r w:rsidR="006B0650">
              <w:rPr>
                <w:sz w:val="16"/>
                <w:szCs w:val="16"/>
              </w:rPr>
              <w:t>12.12.2016 № 104</w:t>
            </w:r>
          </w:p>
        </w:tc>
      </w:tr>
      <w:tr w:rsidR="009D0F06" w:rsidTr="009D0F06">
        <w:trPr>
          <w:trHeight w:val="180"/>
        </w:trPr>
        <w:tc>
          <w:tcPr>
            <w:tcW w:w="10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ОТЧЕТ</w:t>
            </w:r>
          </w:p>
        </w:tc>
      </w:tr>
      <w:tr w:rsidR="009D0F06" w:rsidTr="009D0F06">
        <w:trPr>
          <w:trHeight w:val="255"/>
        </w:trPr>
        <w:tc>
          <w:tcPr>
            <w:tcW w:w="10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 прибылях и убытках</w:t>
            </w:r>
          </w:p>
        </w:tc>
      </w:tr>
      <w:tr w:rsidR="00BF6F60" w:rsidTr="009D0F06">
        <w:trPr>
          <w:trHeight w:val="151"/>
        </w:trPr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F6F60" w:rsidRDefault="00BF6F60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F6F60" w:rsidRDefault="00BF6F60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F6F60" w:rsidRPr="00BF6F60" w:rsidRDefault="00BF6F60" w:rsidP="00072B53">
            <w:pPr>
              <w:ind w:firstLineChars="300" w:firstLine="66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F6F60" w:rsidRPr="00225EAF" w:rsidRDefault="00F847F8" w:rsidP="0068091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я</w:t>
            </w:r>
            <w:r w:rsidR="00BF6F60">
              <w:rPr>
                <w:b/>
                <w:sz w:val="22"/>
                <w:szCs w:val="22"/>
              </w:rPr>
              <w:t>нварь</w:t>
            </w:r>
            <w:r>
              <w:rPr>
                <w:b/>
                <w:sz w:val="22"/>
                <w:szCs w:val="22"/>
              </w:rPr>
              <w:t xml:space="preserve"> </w:t>
            </w:r>
            <w:r w:rsidR="00BF6F60"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16"/>
                <w:szCs w:val="16"/>
              </w:rPr>
              <w:t xml:space="preserve"> </w:t>
            </w:r>
            <w:r w:rsidR="0068091B">
              <w:rPr>
                <w:b/>
                <w:sz w:val="22"/>
                <w:szCs w:val="22"/>
              </w:rPr>
              <w:t>дека</w:t>
            </w:r>
            <w:r w:rsidR="00A93B7C">
              <w:rPr>
                <w:b/>
                <w:sz w:val="22"/>
                <w:szCs w:val="22"/>
              </w:rPr>
              <w:t>брь</w:t>
            </w:r>
            <w:r w:rsidR="00BF6F60">
              <w:rPr>
                <w:b/>
                <w:sz w:val="22"/>
                <w:szCs w:val="22"/>
              </w:rPr>
              <w:t xml:space="preserve"> </w:t>
            </w:r>
            <w:r w:rsidR="00BF6F60" w:rsidRPr="00225EAF">
              <w:rPr>
                <w:b/>
                <w:sz w:val="22"/>
                <w:szCs w:val="22"/>
              </w:rPr>
              <w:t xml:space="preserve"> 20</w:t>
            </w:r>
            <w:r w:rsidR="00D47BF5">
              <w:rPr>
                <w:b/>
                <w:sz w:val="22"/>
                <w:szCs w:val="22"/>
              </w:rPr>
              <w:t>2</w:t>
            </w:r>
            <w:r w:rsidR="000F010B">
              <w:rPr>
                <w:b/>
                <w:sz w:val="22"/>
                <w:szCs w:val="22"/>
              </w:rPr>
              <w:t>1</w:t>
            </w:r>
            <w:r w:rsidR="00BF6F60" w:rsidRPr="00225EAF">
              <w:rPr>
                <w:b/>
                <w:sz w:val="22"/>
                <w:szCs w:val="22"/>
              </w:rPr>
              <w:t xml:space="preserve"> года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F6F60" w:rsidRDefault="00BF6F60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D0F06" w:rsidTr="009D0F06">
        <w:trPr>
          <w:trHeight w:val="70"/>
        </w:trPr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92C37" w:rsidRDefault="009D0F06" w:rsidP="009D0F06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92C37" w:rsidRDefault="009D0F06" w:rsidP="009D0F06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92C37" w:rsidRDefault="009D0F06" w:rsidP="009D0F06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92C37" w:rsidRDefault="009D0F06" w:rsidP="009D0F06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92C37" w:rsidRDefault="009D0F06" w:rsidP="009D0F06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92C37" w:rsidRDefault="009D0F06" w:rsidP="009D0F06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92C37" w:rsidRDefault="009D0F06" w:rsidP="009D0F06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</w:tr>
      <w:tr w:rsidR="00B20104" w:rsidTr="009D0F06">
        <w:trPr>
          <w:trHeight w:val="170"/>
        </w:trPr>
        <w:tc>
          <w:tcPr>
            <w:tcW w:w="4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20104" w:rsidRDefault="00B20104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</w:t>
            </w:r>
          </w:p>
        </w:tc>
        <w:tc>
          <w:tcPr>
            <w:tcW w:w="6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20104" w:rsidRDefault="00B20104" w:rsidP="00B20104">
            <w:pPr>
              <w:rPr>
                <w:sz w:val="20"/>
                <w:szCs w:val="20"/>
              </w:rPr>
            </w:pPr>
            <w:bookmarkStart w:id="70" w:name="title3"/>
            <w:bookmarkEnd w:id="70"/>
            <w:r>
              <w:rPr>
                <w:sz w:val="20"/>
                <w:szCs w:val="20"/>
              </w:rPr>
              <w:t> ОАО «</w:t>
            </w:r>
            <w:proofErr w:type="spellStart"/>
            <w:r>
              <w:rPr>
                <w:sz w:val="20"/>
                <w:szCs w:val="20"/>
              </w:rPr>
              <w:t>Лидапищеконцентраты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  <w:tr w:rsidR="00B20104" w:rsidTr="009D0F06">
        <w:trPr>
          <w:trHeight w:val="170"/>
        </w:trPr>
        <w:tc>
          <w:tcPr>
            <w:tcW w:w="4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20104" w:rsidRDefault="00B20104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Учетный номер плательщика</w:t>
            </w:r>
          </w:p>
        </w:tc>
        <w:tc>
          <w:tcPr>
            <w:tcW w:w="6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20104" w:rsidRDefault="00B20104" w:rsidP="00B201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 500021268</w:t>
            </w:r>
          </w:p>
        </w:tc>
      </w:tr>
      <w:tr w:rsidR="00B20104" w:rsidTr="009D0F06">
        <w:trPr>
          <w:trHeight w:val="170"/>
        </w:trPr>
        <w:tc>
          <w:tcPr>
            <w:tcW w:w="4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20104" w:rsidRDefault="00B20104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экономической деятельности</w:t>
            </w:r>
          </w:p>
        </w:tc>
        <w:tc>
          <w:tcPr>
            <w:tcW w:w="6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20104" w:rsidRDefault="00B20104" w:rsidP="00B201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 10899</w:t>
            </w:r>
          </w:p>
        </w:tc>
      </w:tr>
      <w:tr w:rsidR="00B20104" w:rsidTr="009D0F06">
        <w:trPr>
          <w:trHeight w:val="170"/>
        </w:trPr>
        <w:tc>
          <w:tcPr>
            <w:tcW w:w="4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20104" w:rsidRDefault="00B20104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Организационно-правовая форма</w:t>
            </w:r>
          </w:p>
        </w:tc>
        <w:tc>
          <w:tcPr>
            <w:tcW w:w="6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20104" w:rsidRDefault="00B20104" w:rsidP="00B201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 частная</w:t>
            </w:r>
          </w:p>
        </w:tc>
      </w:tr>
      <w:tr w:rsidR="00B20104" w:rsidTr="009D0F06">
        <w:trPr>
          <w:trHeight w:val="170"/>
        </w:trPr>
        <w:tc>
          <w:tcPr>
            <w:tcW w:w="4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20104" w:rsidRDefault="00B20104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 управления</w:t>
            </w:r>
          </w:p>
        </w:tc>
        <w:tc>
          <w:tcPr>
            <w:tcW w:w="6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20104" w:rsidRDefault="00B20104" w:rsidP="00B201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Собрание акционеров</w:t>
            </w:r>
          </w:p>
        </w:tc>
      </w:tr>
      <w:tr w:rsidR="00B20104" w:rsidTr="009D0F06">
        <w:trPr>
          <w:trHeight w:val="170"/>
        </w:trPr>
        <w:tc>
          <w:tcPr>
            <w:tcW w:w="4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20104" w:rsidRDefault="00B20104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20104" w:rsidRDefault="00B20104" w:rsidP="00B201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тыс. руб.</w:t>
            </w:r>
          </w:p>
        </w:tc>
      </w:tr>
      <w:tr w:rsidR="00B20104" w:rsidTr="009D0F06">
        <w:trPr>
          <w:trHeight w:val="170"/>
        </w:trPr>
        <w:tc>
          <w:tcPr>
            <w:tcW w:w="4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20104" w:rsidRDefault="00B20104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</w:t>
            </w:r>
          </w:p>
        </w:tc>
        <w:tc>
          <w:tcPr>
            <w:tcW w:w="6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20104" w:rsidRDefault="00B20104" w:rsidP="00B201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 231300, </w:t>
            </w:r>
            <w:proofErr w:type="spellStart"/>
            <w:r>
              <w:rPr>
                <w:sz w:val="20"/>
                <w:szCs w:val="20"/>
              </w:rPr>
              <w:t>Гродненская.обл</w:t>
            </w:r>
            <w:proofErr w:type="spellEnd"/>
            <w:r>
              <w:rPr>
                <w:sz w:val="20"/>
                <w:szCs w:val="20"/>
              </w:rPr>
              <w:t xml:space="preserve">., </w:t>
            </w:r>
            <w:proofErr w:type="spellStart"/>
            <w:r>
              <w:rPr>
                <w:sz w:val="20"/>
                <w:szCs w:val="20"/>
              </w:rPr>
              <w:t>г</w:t>
            </w:r>
            <w:proofErr w:type="gramStart"/>
            <w:r>
              <w:rPr>
                <w:sz w:val="20"/>
                <w:szCs w:val="20"/>
              </w:rPr>
              <w:t>.Л</w:t>
            </w:r>
            <w:proofErr w:type="gramEnd"/>
            <w:r>
              <w:rPr>
                <w:sz w:val="20"/>
                <w:szCs w:val="20"/>
              </w:rPr>
              <w:t>ида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ул.Тавлая</w:t>
            </w:r>
            <w:proofErr w:type="spellEnd"/>
            <w:r>
              <w:rPr>
                <w:sz w:val="20"/>
                <w:szCs w:val="20"/>
              </w:rPr>
              <w:t>, 11</w:t>
            </w:r>
          </w:p>
        </w:tc>
      </w:tr>
      <w:tr w:rsidR="009D0F06" w:rsidTr="009D0F06">
        <w:trPr>
          <w:trHeight w:val="70"/>
        </w:trPr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92C37" w:rsidRDefault="009D0F06" w:rsidP="009D0F06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92C37" w:rsidRDefault="009D0F06" w:rsidP="009D0F06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92C37" w:rsidRDefault="009D0F06" w:rsidP="009D0F06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92C37" w:rsidRDefault="009D0F06" w:rsidP="009D0F06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92C37" w:rsidRDefault="009D0F06" w:rsidP="009D0F06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92C37" w:rsidRDefault="009D0F06" w:rsidP="009D0F06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692C37" w:rsidRDefault="009D0F06" w:rsidP="009D0F06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</w:tr>
      <w:tr w:rsidR="00264B24" w:rsidTr="009D0F06">
        <w:trPr>
          <w:trHeight w:val="247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64B24" w:rsidRPr="0029065F" w:rsidRDefault="00264B24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29065F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B24" w:rsidRPr="0029065F" w:rsidRDefault="00264B24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29065F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B24" w:rsidRPr="009074EE" w:rsidRDefault="00264B24" w:rsidP="00576F8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 xml:space="preserve">За январь - </w:t>
            </w:r>
            <w:r w:rsidR="0068091B">
              <w:rPr>
                <w:rFonts w:ascii="Times New Roman" w:hAnsi="Times New Roman"/>
                <w:b/>
                <w:sz w:val="16"/>
                <w:szCs w:val="16"/>
              </w:rPr>
              <w:t>декабрь</w:t>
            </w:r>
          </w:p>
          <w:p w:rsidR="00264B24" w:rsidRPr="009074EE" w:rsidRDefault="00264B24" w:rsidP="00576F8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B24" w:rsidRPr="009074EE" w:rsidRDefault="00264B24" w:rsidP="00576F8A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 xml:space="preserve">За январь - </w:t>
            </w:r>
            <w:r w:rsidR="0068091B">
              <w:rPr>
                <w:rFonts w:ascii="Times New Roman" w:hAnsi="Times New Roman"/>
                <w:b/>
                <w:sz w:val="16"/>
                <w:szCs w:val="16"/>
              </w:rPr>
              <w:t>декабрь</w:t>
            </w:r>
          </w:p>
          <w:p w:rsidR="00264B24" w:rsidRPr="009074EE" w:rsidRDefault="00264B24" w:rsidP="00576F8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9D0F06" w:rsidTr="009D0F06">
        <w:trPr>
          <w:trHeight w:val="154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Pr="005D7707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5D770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D7707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5D770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D7707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5D770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D7707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5D7707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9D0F06" w:rsidTr="009D0F06">
        <w:trPr>
          <w:trHeight w:val="446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Выручка от реализации продукции, товаров, работ, услуг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25674C" w:rsidRDefault="006E5624" w:rsidP="009D0F06">
            <w:pPr>
              <w:jc w:val="center"/>
              <w:rPr>
                <w:sz w:val="18"/>
                <w:szCs w:val="18"/>
              </w:rPr>
            </w:pPr>
            <w:bookmarkStart w:id="71" w:name="f2r10"/>
            <w:bookmarkEnd w:id="71"/>
            <w:r>
              <w:rPr>
                <w:sz w:val="18"/>
                <w:szCs w:val="18"/>
              </w:rPr>
              <w:t>31056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25674C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27114</w:t>
            </w:r>
          </w:p>
        </w:tc>
      </w:tr>
      <w:tr w:rsidR="009D0F06" w:rsidTr="009D0F06">
        <w:trPr>
          <w:trHeight w:val="282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Себестоимость реализованной продукции, товаров, работ, услуг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25674C" w:rsidRDefault="006E5624" w:rsidP="009D0F06">
            <w:pPr>
              <w:jc w:val="center"/>
              <w:rPr>
                <w:sz w:val="18"/>
                <w:szCs w:val="18"/>
              </w:rPr>
            </w:pPr>
            <w:bookmarkStart w:id="72" w:name="f2r20"/>
            <w:bookmarkEnd w:id="72"/>
            <w:r>
              <w:rPr>
                <w:sz w:val="18"/>
                <w:szCs w:val="18"/>
              </w:rPr>
              <w:t>17937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25674C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14676</w:t>
            </w:r>
          </w:p>
        </w:tc>
      </w:tr>
      <w:tr w:rsidR="009D0F06" w:rsidTr="009D0F06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Валовая прибыль (010 – 020)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25674C" w:rsidRDefault="006E5624" w:rsidP="009D0F06">
            <w:pPr>
              <w:jc w:val="center"/>
              <w:rPr>
                <w:sz w:val="18"/>
                <w:szCs w:val="18"/>
              </w:rPr>
            </w:pPr>
            <w:bookmarkStart w:id="73" w:name="f2r30"/>
            <w:bookmarkEnd w:id="73"/>
            <w:r>
              <w:rPr>
                <w:sz w:val="18"/>
                <w:szCs w:val="18"/>
              </w:rPr>
              <w:t>13119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25674C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12438</w:t>
            </w:r>
          </w:p>
        </w:tc>
      </w:tr>
      <w:tr w:rsidR="009D0F06" w:rsidTr="009D0F06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Управленческие расходы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25674C" w:rsidRDefault="006E5624" w:rsidP="009D0F06">
            <w:pPr>
              <w:jc w:val="center"/>
              <w:rPr>
                <w:sz w:val="18"/>
                <w:szCs w:val="18"/>
              </w:rPr>
            </w:pPr>
            <w:bookmarkStart w:id="74" w:name="f2r40"/>
            <w:bookmarkEnd w:id="74"/>
            <w:r>
              <w:rPr>
                <w:sz w:val="18"/>
                <w:szCs w:val="18"/>
              </w:rPr>
              <w:t>4287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25674C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4250</w:t>
            </w:r>
          </w:p>
        </w:tc>
      </w:tr>
      <w:tr w:rsidR="009D0F06" w:rsidTr="009D0F06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25674C" w:rsidRDefault="006E5624" w:rsidP="009D0F06">
            <w:pPr>
              <w:jc w:val="center"/>
              <w:rPr>
                <w:sz w:val="18"/>
                <w:szCs w:val="18"/>
              </w:rPr>
            </w:pPr>
            <w:bookmarkStart w:id="75" w:name="f2r50"/>
            <w:bookmarkEnd w:id="75"/>
            <w:r>
              <w:rPr>
                <w:sz w:val="18"/>
                <w:szCs w:val="18"/>
              </w:rPr>
              <w:t>4141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25674C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3760</w:t>
            </w:r>
          </w:p>
        </w:tc>
      </w:tr>
      <w:tr w:rsidR="009D0F06" w:rsidTr="009D0F06">
        <w:trPr>
          <w:trHeight w:val="363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 (убыток) от реализации продукции, товаров, работ, услуг (030 – 040 – 050)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25674C" w:rsidRDefault="006E5624" w:rsidP="009D0F06">
            <w:pPr>
              <w:jc w:val="center"/>
              <w:rPr>
                <w:sz w:val="18"/>
                <w:szCs w:val="18"/>
              </w:rPr>
            </w:pPr>
            <w:bookmarkStart w:id="76" w:name="f2r60"/>
            <w:bookmarkEnd w:id="76"/>
            <w:r>
              <w:rPr>
                <w:sz w:val="18"/>
                <w:szCs w:val="18"/>
              </w:rPr>
              <w:t>4691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25674C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4428</w:t>
            </w:r>
          </w:p>
        </w:tc>
      </w:tr>
      <w:tr w:rsidR="009D0F06" w:rsidTr="009D0F06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25674C" w:rsidRDefault="006E5624" w:rsidP="009D0F06">
            <w:pPr>
              <w:jc w:val="center"/>
              <w:rPr>
                <w:sz w:val="18"/>
                <w:szCs w:val="18"/>
              </w:rPr>
            </w:pPr>
            <w:bookmarkStart w:id="77" w:name="f2r70"/>
            <w:bookmarkEnd w:id="77"/>
            <w:r>
              <w:rPr>
                <w:sz w:val="18"/>
                <w:szCs w:val="18"/>
              </w:rPr>
              <w:t>1484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25674C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2136</w:t>
            </w:r>
          </w:p>
        </w:tc>
      </w:tr>
      <w:tr w:rsidR="009D0F06" w:rsidTr="009D0F06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25674C" w:rsidRDefault="006E5624" w:rsidP="009D0F06">
            <w:pPr>
              <w:jc w:val="center"/>
              <w:rPr>
                <w:sz w:val="18"/>
                <w:szCs w:val="18"/>
              </w:rPr>
            </w:pPr>
            <w:bookmarkStart w:id="78" w:name="f2r80"/>
            <w:bookmarkEnd w:id="78"/>
            <w:r>
              <w:rPr>
                <w:sz w:val="18"/>
                <w:szCs w:val="18"/>
              </w:rPr>
              <w:t>3495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25674C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3447</w:t>
            </w:r>
          </w:p>
        </w:tc>
      </w:tr>
      <w:tr w:rsidR="009D0F06" w:rsidTr="009D0F06">
        <w:trPr>
          <w:trHeight w:val="54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 (убыток) от текущей деятельности</w:t>
            </w:r>
            <w:r>
              <w:rPr>
                <w:sz w:val="20"/>
                <w:szCs w:val="20"/>
              </w:rPr>
              <w:br/>
              <w:t>(± 060 + 070 – 080)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25674C" w:rsidRDefault="006E5624" w:rsidP="009D0F06">
            <w:pPr>
              <w:jc w:val="center"/>
              <w:rPr>
                <w:sz w:val="18"/>
                <w:szCs w:val="18"/>
              </w:rPr>
            </w:pPr>
            <w:bookmarkStart w:id="79" w:name="f2r90"/>
            <w:bookmarkEnd w:id="79"/>
            <w:r>
              <w:rPr>
                <w:sz w:val="18"/>
                <w:szCs w:val="18"/>
              </w:rPr>
              <w:t>2680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25674C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3117</w:t>
            </w:r>
          </w:p>
        </w:tc>
      </w:tr>
      <w:tr w:rsidR="009D0F06" w:rsidTr="009D0F06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25674C" w:rsidRDefault="006E5624" w:rsidP="009D0F06">
            <w:pPr>
              <w:jc w:val="center"/>
              <w:rPr>
                <w:sz w:val="18"/>
                <w:szCs w:val="18"/>
              </w:rPr>
            </w:pPr>
            <w:bookmarkStart w:id="80" w:name="f2r100"/>
            <w:bookmarkEnd w:id="80"/>
            <w:r>
              <w:rPr>
                <w:sz w:val="18"/>
                <w:szCs w:val="18"/>
              </w:rPr>
              <w:t>514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06" w:rsidRPr="0025674C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</w:t>
            </w:r>
          </w:p>
        </w:tc>
      </w:tr>
      <w:tr w:rsidR="009D0F06" w:rsidTr="009D0F06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9D0F06" w:rsidP="009D0F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9D0F06" w:rsidP="009D0F06">
            <w:pPr>
              <w:jc w:val="center"/>
              <w:rPr>
                <w:sz w:val="18"/>
                <w:szCs w:val="18"/>
              </w:rPr>
            </w:pPr>
          </w:p>
        </w:tc>
      </w:tr>
      <w:tr w:rsidR="009D0F06" w:rsidTr="009D0F06">
        <w:trPr>
          <w:trHeight w:val="550"/>
        </w:trPr>
        <w:tc>
          <w:tcPr>
            <w:tcW w:w="513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6E5624" w:rsidP="009D0F06">
            <w:pPr>
              <w:jc w:val="center"/>
              <w:rPr>
                <w:sz w:val="18"/>
                <w:szCs w:val="18"/>
              </w:rPr>
            </w:pPr>
            <w:bookmarkStart w:id="81" w:name="f2r101"/>
            <w:bookmarkEnd w:id="81"/>
            <w:r>
              <w:rPr>
                <w:sz w:val="18"/>
                <w:szCs w:val="18"/>
              </w:rPr>
              <w:t>114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9D0F06" w:rsidTr="009D0F06">
        <w:trPr>
          <w:trHeight w:val="33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6E5624" w:rsidP="009D0F06">
            <w:pPr>
              <w:jc w:val="center"/>
              <w:rPr>
                <w:sz w:val="18"/>
                <w:szCs w:val="18"/>
              </w:rPr>
            </w:pPr>
            <w:bookmarkStart w:id="82" w:name="f2r102"/>
            <w:bookmarkEnd w:id="82"/>
            <w:r>
              <w:rPr>
                <w:sz w:val="18"/>
                <w:szCs w:val="18"/>
              </w:rPr>
              <w:t>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D0F06" w:rsidTr="009D0F06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 к получению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6E5624" w:rsidP="009D0F06">
            <w:pPr>
              <w:jc w:val="center"/>
              <w:rPr>
                <w:sz w:val="18"/>
                <w:szCs w:val="18"/>
              </w:rPr>
            </w:pPr>
            <w:bookmarkStart w:id="83" w:name="f2r103"/>
            <w:bookmarkEnd w:id="83"/>
            <w:r>
              <w:rPr>
                <w:sz w:val="18"/>
                <w:szCs w:val="18"/>
              </w:rPr>
              <w:t>14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9D0F06" w:rsidTr="009D0F06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6E5624" w:rsidP="009D0F06">
            <w:pPr>
              <w:jc w:val="center"/>
              <w:rPr>
                <w:sz w:val="18"/>
                <w:szCs w:val="18"/>
              </w:rPr>
            </w:pPr>
            <w:bookmarkStart w:id="84" w:name="f2r104"/>
            <w:bookmarkEnd w:id="84"/>
            <w:r>
              <w:rPr>
                <w:sz w:val="18"/>
                <w:szCs w:val="18"/>
              </w:rPr>
              <w:t>386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</w:t>
            </w:r>
          </w:p>
        </w:tc>
      </w:tr>
      <w:tr w:rsidR="009D0F06" w:rsidTr="009D0F06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6E5624" w:rsidP="009D0F06">
            <w:pPr>
              <w:jc w:val="center"/>
              <w:rPr>
                <w:sz w:val="18"/>
                <w:szCs w:val="18"/>
              </w:rPr>
            </w:pPr>
            <w:bookmarkStart w:id="85" w:name="f2r110"/>
            <w:bookmarkEnd w:id="85"/>
            <w:r>
              <w:rPr>
                <w:sz w:val="18"/>
                <w:szCs w:val="18"/>
              </w:rPr>
              <w:t>175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9D0F06" w:rsidTr="009D0F06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D0F06" w:rsidRDefault="009D0F06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1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9D0F06" w:rsidP="009D0F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9D0F06" w:rsidP="009D0F06">
            <w:pPr>
              <w:jc w:val="center"/>
              <w:rPr>
                <w:sz w:val="18"/>
                <w:szCs w:val="18"/>
              </w:rPr>
            </w:pPr>
          </w:p>
        </w:tc>
      </w:tr>
      <w:tr w:rsidR="009D0F06" w:rsidTr="009D0F06">
        <w:trPr>
          <w:trHeight w:val="433"/>
        </w:trPr>
        <w:tc>
          <w:tcPr>
            <w:tcW w:w="513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6E5624" w:rsidP="009D0F06">
            <w:pPr>
              <w:jc w:val="center"/>
              <w:rPr>
                <w:sz w:val="18"/>
                <w:szCs w:val="18"/>
              </w:rPr>
            </w:pPr>
            <w:bookmarkStart w:id="86" w:name="f2r111"/>
            <w:bookmarkEnd w:id="86"/>
            <w:r>
              <w:rPr>
                <w:sz w:val="18"/>
                <w:szCs w:val="18"/>
              </w:rPr>
              <w:t>70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9D0F06" w:rsidTr="009D0F06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6E5624" w:rsidP="009D0F06">
            <w:pPr>
              <w:jc w:val="center"/>
              <w:rPr>
                <w:sz w:val="18"/>
                <w:szCs w:val="18"/>
              </w:rPr>
            </w:pPr>
            <w:bookmarkStart w:id="87" w:name="f2r112"/>
            <w:bookmarkEnd w:id="87"/>
            <w:r>
              <w:rPr>
                <w:sz w:val="18"/>
                <w:szCs w:val="18"/>
              </w:rPr>
              <w:t>105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9D0F06" w:rsidTr="009D0F06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6E5624" w:rsidP="009D0F06">
            <w:pPr>
              <w:jc w:val="center"/>
              <w:rPr>
                <w:sz w:val="18"/>
                <w:szCs w:val="18"/>
              </w:rPr>
            </w:pPr>
            <w:bookmarkStart w:id="88" w:name="f2r120"/>
            <w:bookmarkEnd w:id="88"/>
            <w:r>
              <w:rPr>
                <w:sz w:val="18"/>
                <w:szCs w:val="18"/>
              </w:rPr>
              <w:t>148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</w:t>
            </w:r>
          </w:p>
        </w:tc>
      </w:tr>
      <w:tr w:rsidR="009D0F06" w:rsidTr="009D0F06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D0F06" w:rsidRDefault="009D0F06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1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9D0F06" w:rsidP="009D0F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9D0F06" w:rsidP="009D0F06">
            <w:pPr>
              <w:jc w:val="center"/>
              <w:rPr>
                <w:sz w:val="18"/>
                <w:szCs w:val="18"/>
              </w:rPr>
            </w:pPr>
          </w:p>
        </w:tc>
      </w:tr>
      <w:tr w:rsidR="009D0F06" w:rsidTr="009D0F06">
        <w:trPr>
          <w:trHeight w:val="540"/>
        </w:trPr>
        <w:tc>
          <w:tcPr>
            <w:tcW w:w="513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курсовые</w:t>
            </w:r>
            <w:proofErr w:type="gramEnd"/>
            <w:r>
              <w:rPr>
                <w:sz w:val="20"/>
                <w:szCs w:val="20"/>
              </w:rPr>
              <w:t xml:space="preserve"> разницы от пересчета активов и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6E5624" w:rsidP="009D0F06">
            <w:pPr>
              <w:jc w:val="center"/>
              <w:rPr>
                <w:sz w:val="18"/>
                <w:szCs w:val="18"/>
              </w:rPr>
            </w:pPr>
            <w:bookmarkStart w:id="89" w:name="f2r121"/>
            <w:bookmarkEnd w:id="89"/>
            <w:r>
              <w:rPr>
                <w:sz w:val="18"/>
                <w:szCs w:val="18"/>
              </w:rPr>
              <w:t>148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</w:t>
            </w:r>
          </w:p>
        </w:tc>
      </w:tr>
      <w:tr w:rsidR="009D0F06" w:rsidTr="009D0F06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6E5624" w:rsidP="009D0F06">
            <w:pPr>
              <w:jc w:val="center"/>
              <w:rPr>
                <w:sz w:val="18"/>
                <w:szCs w:val="18"/>
              </w:rPr>
            </w:pPr>
            <w:bookmarkStart w:id="90" w:name="f2r122"/>
            <w:bookmarkEnd w:id="90"/>
            <w:r>
              <w:rPr>
                <w:sz w:val="18"/>
                <w:szCs w:val="18"/>
              </w:rPr>
              <w:t>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D0F06" w:rsidTr="009D0F06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6E5624" w:rsidP="009D0F06">
            <w:pPr>
              <w:jc w:val="center"/>
              <w:rPr>
                <w:sz w:val="18"/>
                <w:szCs w:val="18"/>
              </w:rPr>
            </w:pPr>
            <w:bookmarkStart w:id="91" w:name="f2r130"/>
            <w:bookmarkEnd w:id="91"/>
            <w:r>
              <w:rPr>
                <w:sz w:val="18"/>
                <w:szCs w:val="18"/>
              </w:rPr>
              <w:t>145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269</w:t>
            </w:r>
          </w:p>
        </w:tc>
      </w:tr>
      <w:tr w:rsidR="009D0F06" w:rsidTr="009D0F06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D0F06" w:rsidRDefault="009D0F06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1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9D0F06" w:rsidP="009D0F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9D0F06" w:rsidP="009D0F06">
            <w:pPr>
              <w:jc w:val="center"/>
              <w:rPr>
                <w:sz w:val="18"/>
                <w:szCs w:val="18"/>
              </w:rPr>
            </w:pPr>
          </w:p>
        </w:tc>
      </w:tr>
      <w:tr w:rsidR="009D0F06" w:rsidTr="009D0F06">
        <w:trPr>
          <w:trHeight w:val="300"/>
        </w:trPr>
        <w:tc>
          <w:tcPr>
            <w:tcW w:w="513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 к уплате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6E5624" w:rsidP="009D0F06">
            <w:pPr>
              <w:jc w:val="center"/>
              <w:rPr>
                <w:sz w:val="18"/>
                <w:szCs w:val="18"/>
              </w:rPr>
            </w:pPr>
            <w:bookmarkStart w:id="92" w:name="f2r131"/>
            <w:bookmarkEnd w:id="92"/>
            <w:r>
              <w:rPr>
                <w:sz w:val="18"/>
                <w:szCs w:val="18"/>
              </w:rPr>
              <w:t>13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</w:tr>
      <w:tr w:rsidR="009D0F06" w:rsidTr="009D0F06">
        <w:trPr>
          <w:trHeight w:val="289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курсовые</w:t>
            </w:r>
            <w:proofErr w:type="gramEnd"/>
            <w:r>
              <w:rPr>
                <w:sz w:val="20"/>
                <w:szCs w:val="20"/>
              </w:rPr>
              <w:t xml:space="preserve"> разницы от пересчета активов и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6E5624" w:rsidP="009D0F06">
            <w:pPr>
              <w:jc w:val="center"/>
              <w:rPr>
                <w:sz w:val="18"/>
                <w:szCs w:val="18"/>
              </w:rPr>
            </w:pPr>
            <w:bookmarkStart w:id="93" w:name="f2r132"/>
            <w:bookmarkEnd w:id="93"/>
            <w:r>
              <w:rPr>
                <w:sz w:val="18"/>
                <w:szCs w:val="18"/>
              </w:rPr>
              <w:t>130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</w:tr>
      <w:tr w:rsidR="009D0F06" w:rsidTr="009D0F06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6E5624" w:rsidP="009D0F06">
            <w:pPr>
              <w:jc w:val="center"/>
              <w:rPr>
                <w:sz w:val="18"/>
                <w:szCs w:val="18"/>
              </w:rPr>
            </w:pPr>
            <w:bookmarkStart w:id="94" w:name="f2r133"/>
            <w:bookmarkEnd w:id="94"/>
            <w:r>
              <w:rPr>
                <w:sz w:val="18"/>
                <w:szCs w:val="18"/>
              </w:rPr>
              <w:t>2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25674C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</w:tbl>
    <w:p w:rsidR="001F0C16" w:rsidRPr="0029065F" w:rsidRDefault="001F0C16">
      <w:pPr>
        <w:rPr>
          <w:sz w:val="10"/>
          <w:szCs w:val="10"/>
        </w:rPr>
      </w:pPr>
      <w:r>
        <w:br w:type="page"/>
      </w:r>
    </w:p>
    <w:tbl>
      <w:tblPr>
        <w:tblW w:w="10843" w:type="dxa"/>
        <w:tblInd w:w="-12" w:type="dxa"/>
        <w:tblLook w:val="0000" w:firstRow="0" w:lastRow="0" w:firstColumn="0" w:lastColumn="0" w:noHBand="0" w:noVBand="0"/>
      </w:tblPr>
      <w:tblGrid>
        <w:gridCol w:w="2672"/>
        <w:gridCol w:w="349"/>
        <w:gridCol w:w="1273"/>
        <w:gridCol w:w="1002"/>
        <w:gridCol w:w="782"/>
        <w:gridCol w:w="2185"/>
        <w:gridCol w:w="2580"/>
      </w:tblGrid>
      <w:tr w:rsidR="009D0F06" w:rsidTr="0029065F">
        <w:trPr>
          <w:trHeight w:val="295"/>
        </w:trPr>
        <w:tc>
          <w:tcPr>
            <w:tcW w:w="10843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23D2F">
              <w:rPr>
                <w:sz w:val="16"/>
              </w:rPr>
              <w:lastRenderedPageBreak/>
              <w:t>Форма  №2 лист 2</w:t>
            </w:r>
          </w:p>
        </w:tc>
      </w:tr>
      <w:tr w:rsidR="0068091B" w:rsidTr="0041216C">
        <w:trPr>
          <w:trHeight w:val="320"/>
        </w:trPr>
        <w:tc>
          <w:tcPr>
            <w:tcW w:w="5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8091B" w:rsidRPr="0029065F" w:rsidRDefault="0068091B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29065F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091B" w:rsidRPr="0029065F" w:rsidRDefault="0068091B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29065F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091B" w:rsidRPr="009074EE" w:rsidRDefault="0068091B" w:rsidP="001F4FD4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 xml:space="preserve">За январь 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декабрь</w:t>
            </w:r>
          </w:p>
          <w:p w:rsidR="0068091B" w:rsidRPr="009074EE" w:rsidRDefault="0068091B" w:rsidP="001F4FD4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091B" w:rsidRPr="009074EE" w:rsidRDefault="0068091B" w:rsidP="001F4FD4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 xml:space="preserve">За январь 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декабрь</w:t>
            </w:r>
          </w:p>
          <w:p w:rsidR="0068091B" w:rsidRPr="009074EE" w:rsidRDefault="0068091B" w:rsidP="001F4FD4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A84A44" w:rsidTr="0041216C">
        <w:trPr>
          <w:trHeight w:val="225"/>
        </w:trPr>
        <w:tc>
          <w:tcPr>
            <w:tcW w:w="5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4A44" w:rsidRPr="0029065F" w:rsidRDefault="00A84A44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29065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29065F" w:rsidRDefault="00A84A44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29065F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29065F" w:rsidRDefault="00A84A44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29065F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29065F" w:rsidRDefault="00A84A44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29065F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A84A44" w:rsidTr="0041216C">
        <w:trPr>
          <w:trHeight w:val="454"/>
        </w:trPr>
        <w:tc>
          <w:tcPr>
            <w:tcW w:w="5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 (убыток) от инвестиционной, финансовой и иной деятельности (100 – 110 + 120 – 130)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822C4D" w:rsidRDefault="00A84A44" w:rsidP="009D0F06">
            <w:pPr>
              <w:jc w:val="center"/>
              <w:rPr>
                <w:bCs/>
                <w:sz w:val="18"/>
                <w:szCs w:val="18"/>
              </w:rPr>
            </w:pPr>
            <w:r w:rsidRPr="00822C4D">
              <w:rPr>
                <w:bCs/>
                <w:sz w:val="18"/>
                <w:szCs w:val="18"/>
              </w:rPr>
              <w:t>140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822C4D" w:rsidRDefault="006E5624" w:rsidP="009D0F06">
            <w:pPr>
              <w:jc w:val="center"/>
              <w:rPr>
                <w:bCs/>
                <w:sz w:val="18"/>
                <w:szCs w:val="18"/>
              </w:rPr>
            </w:pPr>
            <w:bookmarkStart w:id="95" w:name="f2r140"/>
            <w:bookmarkEnd w:id="95"/>
            <w:r>
              <w:rPr>
                <w:bCs/>
                <w:sz w:val="18"/>
                <w:szCs w:val="18"/>
              </w:rPr>
              <w:t>342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822C4D" w:rsidRDefault="006E5624" w:rsidP="009D0F0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272</w:t>
            </w:r>
          </w:p>
        </w:tc>
      </w:tr>
      <w:tr w:rsidR="00A84A44" w:rsidTr="0041216C">
        <w:trPr>
          <w:trHeight w:val="454"/>
        </w:trPr>
        <w:tc>
          <w:tcPr>
            <w:tcW w:w="5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 (убыток) до налогообложения (± 090 ± 140)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44" w:rsidRPr="0025674C" w:rsidRDefault="006E5624" w:rsidP="009D0F06">
            <w:pPr>
              <w:jc w:val="center"/>
              <w:rPr>
                <w:sz w:val="18"/>
                <w:szCs w:val="18"/>
              </w:rPr>
            </w:pPr>
            <w:bookmarkStart w:id="96" w:name="f2r150"/>
            <w:bookmarkEnd w:id="96"/>
            <w:r>
              <w:rPr>
                <w:sz w:val="18"/>
                <w:szCs w:val="18"/>
              </w:rPr>
              <w:t>3022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44" w:rsidRPr="0025674C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3389</w:t>
            </w:r>
          </w:p>
        </w:tc>
      </w:tr>
      <w:tr w:rsidR="00A84A44" w:rsidTr="0041216C">
        <w:trPr>
          <w:trHeight w:val="454"/>
        </w:trPr>
        <w:tc>
          <w:tcPr>
            <w:tcW w:w="5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прибыль  (Д99К68)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44" w:rsidRPr="0025674C" w:rsidRDefault="006E5624" w:rsidP="009D0F06">
            <w:pPr>
              <w:jc w:val="center"/>
              <w:rPr>
                <w:sz w:val="18"/>
                <w:szCs w:val="18"/>
              </w:rPr>
            </w:pPr>
            <w:bookmarkStart w:id="97" w:name="f2r160"/>
            <w:bookmarkEnd w:id="97"/>
            <w:r>
              <w:rPr>
                <w:sz w:val="18"/>
                <w:szCs w:val="18"/>
              </w:rPr>
              <w:t>721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44" w:rsidRPr="0025674C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705</w:t>
            </w:r>
          </w:p>
        </w:tc>
      </w:tr>
      <w:tr w:rsidR="00A84A44" w:rsidTr="0041216C">
        <w:trPr>
          <w:trHeight w:val="454"/>
        </w:trPr>
        <w:tc>
          <w:tcPr>
            <w:tcW w:w="5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отложенных налоговых активов (09)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44" w:rsidRPr="0025674C" w:rsidRDefault="006E5624" w:rsidP="009D0F06">
            <w:pPr>
              <w:jc w:val="center"/>
              <w:rPr>
                <w:sz w:val="18"/>
                <w:szCs w:val="18"/>
              </w:rPr>
            </w:pPr>
            <w:bookmarkStart w:id="98" w:name="f2r170"/>
            <w:bookmarkEnd w:id="98"/>
            <w:r>
              <w:rPr>
                <w:sz w:val="18"/>
                <w:szCs w:val="18"/>
              </w:rPr>
              <w:t>0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44" w:rsidRPr="0025674C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6E562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</w:tr>
      <w:tr w:rsidR="00A84A44" w:rsidTr="0041216C">
        <w:trPr>
          <w:trHeight w:val="454"/>
        </w:trPr>
        <w:tc>
          <w:tcPr>
            <w:tcW w:w="5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отложенных налоговых обязательств  (65)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44" w:rsidRPr="0025674C" w:rsidRDefault="006E5624" w:rsidP="009D0F06">
            <w:pPr>
              <w:jc w:val="center"/>
              <w:rPr>
                <w:sz w:val="18"/>
                <w:szCs w:val="18"/>
              </w:rPr>
            </w:pPr>
            <w:bookmarkStart w:id="99" w:name="f2r180"/>
            <w:bookmarkEnd w:id="99"/>
            <w:r>
              <w:rPr>
                <w:sz w:val="18"/>
                <w:szCs w:val="18"/>
              </w:rPr>
              <w:t>0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44" w:rsidRPr="0025674C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A84A44" w:rsidTr="0041216C">
        <w:trPr>
          <w:trHeight w:val="454"/>
        </w:trPr>
        <w:tc>
          <w:tcPr>
            <w:tcW w:w="5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налоги и сборы, исчисляемые из прибыли (дохода) (Д99К68)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44" w:rsidRPr="0025674C" w:rsidRDefault="006E5624" w:rsidP="009D0F06">
            <w:pPr>
              <w:jc w:val="center"/>
              <w:rPr>
                <w:sz w:val="18"/>
                <w:szCs w:val="18"/>
              </w:rPr>
            </w:pPr>
            <w:bookmarkStart w:id="100" w:name="f2r190"/>
            <w:bookmarkEnd w:id="100"/>
            <w:r>
              <w:rPr>
                <w:sz w:val="18"/>
                <w:szCs w:val="18"/>
              </w:rPr>
              <w:t>0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44" w:rsidRPr="0025674C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A84A44" w:rsidTr="0041216C">
        <w:trPr>
          <w:trHeight w:val="454"/>
        </w:trPr>
        <w:tc>
          <w:tcPr>
            <w:tcW w:w="5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4A44" w:rsidRPr="00B27240" w:rsidRDefault="00A84A44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платежи,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44" w:rsidRPr="0025674C" w:rsidRDefault="006E5624" w:rsidP="009D0F06">
            <w:pPr>
              <w:jc w:val="center"/>
              <w:rPr>
                <w:sz w:val="18"/>
                <w:szCs w:val="18"/>
              </w:rPr>
            </w:pPr>
            <w:bookmarkStart w:id="101" w:name="f2r200"/>
            <w:bookmarkEnd w:id="101"/>
            <w:r>
              <w:rPr>
                <w:sz w:val="18"/>
                <w:szCs w:val="18"/>
              </w:rPr>
              <w:t>148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44" w:rsidRPr="0025674C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</w:t>
            </w:r>
          </w:p>
        </w:tc>
      </w:tr>
      <w:tr w:rsidR="00A84A44" w:rsidTr="0041216C">
        <w:trPr>
          <w:trHeight w:val="454"/>
        </w:trPr>
        <w:tc>
          <w:tcPr>
            <w:tcW w:w="5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31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Чистая прибыль (убыток) </w:t>
            </w:r>
            <w:r>
              <w:rPr>
                <w:sz w:val="20"/>
                <w:szCs w:val="20"/>
              </w:rPr>
              <w:br/>
              <w:t>(± 160 – 170 ± 180 ± 190 – 200-205-206)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44" w:rsidRPr="0025674C" w:rsidRDefault="006E5624" w:rsidP="009D0F06">
            <w:pPr>
              <w:jc w:val="center"/>
              <w:rPr>
                <w:sz w:val="18"/>
                <w:szCs w:val="18"/>
              </w:rPr>
            </w:pPr>
            <w:bookmarkStart w:id="102" w:name="f2r210"/>
            <w:bookmarkEnd w:id="102"/>
            <w:r>
              <w:rPr>
                <w:sz w:val="18"/>
                <w:szCs w:val="18"/>
              </w:rPr>
              <w:t>2153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44" w:rsidRPr="0025674C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2560</w:t>
            </w:r>
          </w:p>
        </w:tc>
      </w:tr>
      <w:tr w:rsidR="00A84A44" w:rsidTr="0041216C">
        <w:trPr>
          <w:trHeight w:val="454"/>
        </w:trPr>
        <w:tc>
          <w:tcPr>
            <w:tcW w:w="5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31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от переоценки долгосрочных активов,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44" w:rsidRPr="00623EDA" w:rsidRDefault="006E5624" w:rsidP="009D0F06">
            <w:pPr>
              <w:jc w:val="center"/>
              <w:rPr>
                <w:sz w:val="18"/>
                <w:szCs w:val="18"/>
              </w:rPr>
            </w:pPr>
            <w:bookmarkStart w:id="103" w:name="f2r220"/>
            <w:bookmarkEnd w:id="103"/>
            <w:r>
              <w:rPr>
                <w:sz w:val="18"/>
                <w:szCs w:val="18"/>
              </w:rPr>
              <w:t>0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44" w:rsidRPr="00623EDA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A84A44" w:rsidTr="0041216C">
        <w:trPr>
          <w:trHeight w:val="454"/>
        </w:trPr>
        <w:tc>
          <w:tcPr>
            <w:tcW w:w="5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31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от прочих операций,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44" w:rsidRPr="0025674C" w:rsidRDefault="006E5624" w:rsidP="009D0F06">
            <w:pPr>
              <w:jc w:val="center"/>
              <w:rPr>
                <w:sz w:val="18"/>
                <w:szCs w:val="18"/>
              </w:rPr>
            </w:pPr>
            <w:bookmarkStart w:id="104" w:name="f2r230"/>
            <w:bookmarkEnd w:id="104"/>
            <w:r>
              <w:rPr>
                <w:sz w:val="18"/>
                <w:szCs w:val="18"/>
              </w:rPr>
              <w:t>0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44" w:rsidRPr="0025674C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A84A44" w:rsidTr="0041216C">
        <w:trPr>
          <w:trHeight w:val="454"/>
        </w:trPr>
        <w:tc>
          <w:tcPr>
            <w:tcW w:w="5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31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Совокупная прибыль (убыток) (± 210 ± 220 ± 230)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44" w:rsidRPr="0025674C" w:rsidRDefault="006E5624" w:rsidP="009D0F06">
            <w:pPr>
              <w:jc w:val="center"/>
              <w:rPr>
                <w:sz w:val="18"/>
                <w:szCs w:val="18"/>
              </w:rPr>
            </w:pPr>
            <w:bookmarkStart w:id="105" w:name="f2r240"/>
            <w:bookmarkEnd w:id="105"/>
            <w:r>
              <w:rPr>
                <w:sz w:val="18"/>
                <w:szCs w:val="18"/>
              </w:rPr>
              <w:t>2153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44" w:rsidRPr="0025674C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2560</w:t>
            </w:r>
          </w:p>
        </w:tc>
      </w:tr>
      <w:tr w:rsidR="00A84A44" w:rsidTr="0041216C">
        <w:trPr>
          <w:trHeight w:val="454"/>
        </w:trPr>
        <w:tc>
          <w:tcPr>
            <w:tcW w:w="5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4A44" w:rsidRDefault="00A84A44" w:rsidP="0031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25674C" w:rsidRDefault="006E5624" w:rsidP="009D0F06">
            <w:pPr>
              <w:jc w:val="center"/>
              <w:rPr>
                <w:sz w:val="18"/>
                <w:szCs w:val="18"/>
              </w:rPr>
            </w:pPr>
            <w:bookmarkStart w:id="106" w:name="f2r250"/>
            <w:bookmarkEnd w:id="106"/>
            <w:r>
              <w:rPr>
                <w:sz w:val="18"/>
                <w:szCs w:val="18"/>
              </w:rPr>
              <w:t>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25674C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A84A44" w:rsidTr="0041216C">
        <w:trPr>
          <w:trHeight w:val="454"/>
        </w:trPr>
        <w:tc>
          <w:tcPr>
            <w:tcW w:w="5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4A44" w:rsidRDefault="00A84A44" w:rsidP="003103C3">
            <w:pPr>
              <w:rPr>
                <w:sz w:val="20"/>
                <w:szCs w:val="20"/>
              </w:rPr>
            </w:pPr>
            <w:bookmarkStart w:id="107" w:name="f2r260" w:colFirst="2" w:colLast="2"/>
            <w:r>
              <w:rPr>
                <w:sz w:val="20"/>
                <w:szCs w:val="20"/>
              </w:rPr>
              <w:t>Разводненная прибыль (убыток) на акцию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4A44" w:rsidRDefault="00A84A44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25674C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A44" w:rsidRPr="0025674C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bookmarkEnd w:id="107"/>
      <w:tr w:rsidR="00A84A44" w:rsidTr="003B7A93">
        <w:trPr>
          <w:trHeight w:val="375"/>
        </w:trPr>
        <w:tc>
          <w:tcPr>
            <w:tcW w:w="26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Руководитель </w:t>
            </w:r>
          </w:p>
        </w:tc>
        <w:tc>
          <w:tcPr>
            <w:tcW w:w="3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</w:tr>
      <w:tr w:rsidR="00A84A44" w:rsidTr="003B7A93">
        <w:trPr>
          <w:trHeight w:val="225"/>
        </w:trPr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7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A84A44" w:rsidRDefault="00B20104" w:rsidP="009D0F06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А.Г.Галимов</w:t>
            </w:r>
            <w:proofErr w:type="spellEnd"/>
            <w:r w:rsidR="00A84A44">
              <w:rPr>
                <w:sz w:val="22"/>
                <w:szCs w:val="22"/>
              </w:rPr>
              <w:t> </w:t>
            </w:r>
          </w:p>
        </w:tc>
      </w:tr>
      <w:tr w:rsidR="00A84A44" w:rsidTr="003B7A93">
        <w:trPr>
          <w:trHeight w:val="225"/>
        </w:trPr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(подпись)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4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(инициалы, фамилия)</w:t>
            </w:r>
          </w:p>
        </w:tc>
      </w:tr>
      <w:tr w:rsidR="00A84A44" w:rsidTr="003B7A93">
        <w:trPr>
          <w:trHeight w:val="225"/>
        </w:trPr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 </w:t>
            </w:r>
          </w:p>
        </w:tc>
      </w:tr>
      <w:tr w:rsidR="00A84A44" w:rsidTr="003B7A93">
        <w:trPr>
          <w:trHeight w:val="225"/>
        </w:trPr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7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A84A44" w:rsidRDefault="00B20104" w:rsidP="009D0F06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Т.В.Пашкель</w:t>
            </w:r>
            <w:proofErr w:type="spellEnd"/>
            <w:r w:rsidR="00A84A44">
              <w:rPr>
                <w:sz w:val="22"/>
                <w:szCs w:val="22"/>
              </w:rPr>
              <w:t> </w:t>
            </w:r>
          </w:p>
        </w:tc>
      </w:tr>
      <w:tr w:rsidR="00A84A44" w:rsidTr="003B7A93">
        <w:trPr>
          <w:trHeight w:val="225"/>
        </w:trPr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(подпись)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4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(инициалы, фамилия)</w:t>
            </w:r>
          </w:p>
        </w:tc>
      </w:tr>
      <w:tr w:rsidR="00A84A44" w:rsidTr="003B7A93">
        <w:trPr>
          <w:trHeight w:val="225"/>
        </w:trPr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Pr="00821F23" w:rsidRDefault="003B7A93" w:rsidP="0068091B">
            <w:pPr>
              <w:pStyle w:val="a3"/>
              <w:tabs>
                <w:tab w:val="left" w:pos="2340"/>
              </w:tabs>
              <w:ind w:hanging="130"/>
              <w:rPr>
                <w:rFonts w:ascii="Times New Roman" w:hAnsi="Times New Roman"/>
                <w:sz w:val="18"/>
                <w:szCs w:val="18"/>
              </w:rPr>
            </w:pPr>
            <w:r w:rsidRPr="00821F23">
              <w:rPr>
                <w:rFonts w:ascii="Times New Roman" w:hAnsi="Times New Roman"/>
                <w:sz w:val="18"/>
                <w:szCs w:val="18"/>
              </w:rPr>
              <w:t>“_____”_______2</w:t>
            </w:r>
            <w:r w:rsidR="00A84A44" w:rsidRPr="00821F23">
              <w:rPr>
                <w:rFonts w:ascii="Times New Roman" w:hAnsi="Times New Roman"/>
                <w:sz w:val="18"/>
                <w:szCs w:val="18"/>
              </w:rPr>
              <w:t>0</w:t>
            </w:r>
            <w:r w:rsidRPr="00821F23">
              <w:rPr>
                <w:rFonts w:ascii="Times New Roman" w:hAnsi="Times New Roman"/>
                <w:sz w:val="18"/>
                <w:szCs w:val="18"/>
              </w:rPr>
              <w:t>2</w:t>
            </w:r>
            <w:r w:rsidR="0068091B">
              <w:rPr>
                <w:rFonts w:ascii="Times New Roman" w:hAnsi="Times New Roman"/>
                <w:sz w:val="18"/>
                <w:szCs w:val="18"/>
              </w:rPr>
              <w:t>2</w:t>
            </w:r>
            <w:r w:rsidR="00A84A44" w:rsidRPr="00821F23">
              <w:rPr>
                <w:rFonts w:ascii="Times New Roman" w:hAnsi="Times New Roman"/>
                <w:sz w:val="18"/>
                <w:szCs w:val="18"/>
              </w:rPr>
              <w:t xml:space="preserve"> г.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Default="00A84A44" w:rsidP="009D0F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84A44" w:rsidTr="0041216C">
        <w:trPr>
          <w:trHeight w:val="225"/>
        </w:trPr>
        <w:tc>
          <w:tcPr>
            <w:tcW w:w="108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84A44" w:rsidRPr="00B20104" w:rsidRDefault="00A84A44" w:rsidP="009D0F06">
            <w:pPr>
              <w:pStyle w:val="a3"/>
              <w:tabs>
                <w:tab w:val="left" w:pos="2340"/>
              </w:tabs>
              <w:rPr>
                <w:rFonts w:ascii="Times New Roman" w:hAnsi="Times New Roman"/>
              </w:rPr>
            </w:pPr>
          </w:p>
        </w:tc>
      </w:tr>
    </w:tbl>
    <w:p w:rsidR="009D0F06" w:rsidRPr="006D3694" w:rsidRDefault="009D0F06" w:rsidP="009D0F06">
      <w:pPr>
        <w:pStyle w:val="a3"/>
        <w:widowControl w:val="0"/>
        <w:rPr>
          <w:rFonts w:ascii="Times New Roman" w:hAnsi="Times New Roman"/>
          <w:sz w:val="16"/>
        </w:rPr>
      </w:pPr>
    </w:p>
    <w:p w:rsidR="005C0A17" w:rsidRPr="00656293" w:rsidRDefault="00B976F4" w:rsidP="005C0A17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16"/>
        </w:rPr>
        <w:br w:type="page"/>
      </w:r>
      <w:r w:rsidR="005C0A17" w:rsidRPr="00656293">
        <w:rPr>
          <w:rFonts w:ascii="Times New Roman" w:hAnsi="Times New Roman"/>
        </w:rPr>
        <w:lastRenderedPageBreak/>
        <w:t>Форма  №2 лист 3</w:t>
      </w:r>
    </w:p>
    <w:p w:rsidR="005C0A17" w:rsidRPr="00656293" w:rsidRDefault="005C0A17" w:rsidP="00AC4C0F">
      <w:pPr>
        <w:ind w:left="5103"/>
        <w:jc w:val="right"/>
        <w:rPr>
          <w:sz w:val="20"/>
          <w:szCs w:val="20"/>
        </w:rPr>
      </w:pPr>
      <w:r w:rsidRPr="00656293">
        <w:rPr>
          <w:sz w:val="20"/>
          <w:szCs w:val="20"/>
        </w:rPr>
        <w:t>к письму концерна  «</w:t>
      </w:r>
      <w:proofErr w:type="spellStart"/>
      <w:r w:rsidRPr="00656293">
        <w:rPr>
          <w:sz w:val="20"/>
          <w:szCs w:val="20"/>
        </w:rPr>
        <w:t>Белгоспищепром</w:t>
      </w:r>
      <w:proofErr w:type="spellEnd"/>
      <w:r w:rsidRPr="00656293">
        <w:rPr>
          <w:sz w:val="20"/>
          <w:szCs w:val="20"/>
        </w:rPr>
        <w:t>»</w:t>
      </w:r>
    </w:p>
    <w:p w:rsidR="00AC4C0F" w:rsidRPr="000F010B" w:rsidRDefault="005C0A17" w:rsidP="00AC4C0F">
      <w:pPr>
        <w:ind w:left="5103"/>
        <w:jc w:val="right"/>
        <w:rPr>
          <w:sz w:val="20"/>
          <w:szCs w:val="20"/>
        </w:rPr>
      </w:pPr>
      <w:r w:rsidRPr="00656293">
        <w:rPr>
          <w:sz w:val="20"/>
          <w:szCs w:val="20"/>
        </w:rPr>
        <w:t xml:space="preserve"> </w:t>
      </w:r>
      <w:r w:rsidR="00656293" w:rsidRPr="00B20104">
        <w:rPr>
          <w:sz w:val="20"/>
          <w:szCs w:val="20"/>
        </w:rPr>
        <w:t xml:space="preserve">от   </w:t>
      </w:r>
      <w:r w:rsidR="00125BBE" w:rsidRPr="00B20104">
        <w:rPr>
          <w:sz w:val="20"/>
          <w:szCs w:val="20"/>
        </w:rPr>
        <w:t>10.01</w:t>
      </w:r>
      <w:r w:rsidR="00656293" w:rsidRPr="00B20104">
        <w:rPr>
          <w:sz w:val="20"/>
          <w:szCs w:val="20"/>
        </w:rPr>
        <w:t>. 202</w:t>
      </w:r>
      <w:r w:rsidR="00125BBE" w:rsidRPr="00B20104">
        <w:rPr>
          <w:sz w:val="20"/>
          <w:szCs w:val="20"/>
        </w:rPr>
        <w:t>2</w:t>
      </w:r>
      <w:r w:rsidR="00656293" w:rsidRPr="00B20104">
        <w:rPr>
          <w:sz w:val="20"/>
          <w:szCs w:val="20"/>
        </w:rPr>
        <w:t xml:space="preserve"> г.  №  05- 2-</w:t>
      </w:r>
      <w:r w:rsidR="00125BBE" w:rsidRPr="00B20104">
        <w:rPr>
          <w:sz w:val="20"/>
          <w:szCs w:val="20"/>
        </w:rPr>
        <w:t>09</w:t>
      </w:r>
      <w:r w:rsidR="00656293" w:rsidRPr="00B20104">
        <w:rPr>
          <w:sz w:val="20"/>
          <w:szCs w:val="20"/>
        </w:rPr>
        <w:t>/</w:t>
      </w:r>
      <w:r w:rsidR="00125BBE" w:rsidRPr="00B20104">
        <w:rPr>
          <w:sz w:val="20"/>
          <w:szCs w:val="20"/>
        </w:rPr>
        <w:t>3</w:t>
      </w:r>
    </w:p>
    <w:p w:rsidR="005C0A17" w:rsidRPr="000F48ED" w:rsidRDefault="005C0A17" w:rsidP="005C0A17">
      <w:pPr>
        <w:ind w:left="360"/>
        <w:jc w:val="both"/>
        <w:rPr>
          <w:sz w:val="20"/>
          <w:szCs w:val="20"/>
        </w:rPr>
      </w:pPr>
    </w:p>
    <w:p w:rsidR="005C0A17" w:rsidRPr="000F48ED" w:rsidRDefault="005C0A17" w:rsidP="005C0A17">
      <w:pPr>
        <w:ind w:left="360"/>
        <w:jc w:val="both"/>
        <w:rPr>
          <w:sz w:val="20"/>
          <w:szCs w:val="20"/>
        </w:rPr>
      </w:pPr>
    </w:p>
    <w:p w:rsidR="005C0A17" w:rsidRPr="000F48ED" w:rsidRDefault="005C0A17" w:rsidP="005C0A17">
      <w:pPr>
        <w:ind w:left="-900"/>
        <w:jc w:val="center"/>
        <w:rPr>
          <w:sz w:val="20"/>
          <w:szCs w:val="20"/>
        </w:rPr>
      </w:pPr>
      <w:r w:rsidRPr="000F48ED">
        <w:rPr>
          <w:sz w:val="20"/>
          <w:szCs w:val="20"/>
        </w:rPr>
        <w:t>Движение начисленных и перечисленных концерну "</w:t>
      </w:r>
      <w:proofErr w:type="spellStart"/>
      <w:r w:rsidRPr="000F48ED">
        <w:rPr>
          <w:sz w:val="20"/>
          <w:szCs w:val="20"/>
        </w:rPr>
        <w:t>Белгоспищепром</w:t>
      </w:r>
      <w:proofErr w:type="spellEnd"/>
      <w:r w:rsidRPr="000F48ED">
        <w:rPr>
          <w:sz w:val="20"/>
          <w:szCs w:val="20"/>
        </w:rPr>
        <w:t xml:space="preserve">" средств  </w:t>
      </w:r>
      <w:proofErr w:type="gramStart"/>
      <w:r w:rsidRPr="000F48ED">
        <w:rPr>
          <w:sz w:val="20"/>
          <w:szCs w:val="20"/>
        </w:rPr>
        <w:t>на</w:t>
      </w:r>
      <w:proofErr w:type="gramEnd"/>
    </w:p>
    <w:p w:rsidR="005C0A17" w:rsidRDefault="005C0A17" w:rsidP="005C0A17">
      <w:pPr>
        <w:pStyle w:val="a3"/>
        <w:ind w:firstLine="426"/>
        <w:rPr>
          <w:rFonts w:ascii="Times New Roman" w:hAnsi="Times New Roman"/>
          <w:u w:val="single"/>
        </w:rPr>
      </w:pPr>
      <w:r w:rsidRPr="000F48ED">
        <w:rPr>
          <w:rFonts w:ascii="Times New Roman" w:hAnsi="Times New Roman"/>
        </w:rPr>
        <w:t xml:space="preserve">содержание аппарата концерна и в инвестиционный фонд по состоянию  </w:t>
      </w:r>
      <w:r w:rsidRPr="005C0A17">
        <w:rPr>
          <w:rFonts w:ascii="Times New Roman" w:hAnsi="Times New Roman"/>
          <w:b/>
          <w:u w:val="single"/>
        </w:rPr>
        <w:t xml:space="preserve">на  1 </w:t>
      </w:r>
      <w:r w:rsidR="0068091B">
        <w:rPr>
          <w:rFonts w:ascii="Times New Roman" w:hAnsi="Times New Roman"/>
          <w:b/>
          <w:u w:val="single"/>
        </w:rPr>
        <w:t>января</w:t>
      </w:r>
      <w:r w:rsidRPr="005C0A17">
        <w:rPr>
          <w:rFonts w:ascii="Times New Roman" w:hAnsi="Times New Roman"/>
          <w:b/>
          <w:u w:val="single"/>
        </w:rPr>
        <w:t xml:space="preserve">   202</w:t>
      </w:r>
      <w:r w:rsidR="0068091B">
        <w:rPr>
          <w:rFonts w:ascii="Times New Roman" w:hAnsi="Times New Roman"/>
          <w:b/>
          <w:u w:val="single"/>
        </w:rPr>
        <w:t>2</w:t>
      </w:r>
      <w:r w:rsidRPr="005C0A17">
        <w:rPr>
          <w:rFonts w:ascii="Times New Roman" w:hAnsi="Times New Roman"/>
          <w:b/>
          <w:u w:val="single"/>
        </w:rPr>
        <w:t>г</w:t>
      </w:r>
      <w:r w:rsidRPr="000F48ED">
        <w:rPr>
          <w:rFonts w:ascii="Times New Roman" w:hAnsi="Times New Roman"/>
          <w:u w:val="single"/>
        </w:rPr>
        <w:t>.</w:t>
      </w:r>
    </w:p>
    <w:p w:rsidR="005C0A17" w:rsidRPr="004A1543" w:rsidRDefault="005C0A17" w:rsidP="005C0A17">
      <w:pPr>
        <w:pStyle w:val="a3"/>
        <w:ind w:firstLine="426"/>
        <w:rPr>
          <w:rFonts w:ascii="Times New Roman" w:hAnsi="Times New Roman"/>
        </w:rPr>
      </w:pPr>
    </w:p>
    <w:p w:rsidR="009D0F06" w:rsidRPr="004A1543" w:rsidRDefault="00434BE2" w:rsidP="005C0A17">
      <w:pPr>
        <w:pStyle w:val="a3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тыс</w:t>
      </w:r>
      <w:r w:rsidR="009D0F06" w:rsidRPr="004A1543">
        <w:rPr>
          <w:rFonts w:ascii="Times New Roman" w:hAnsi="Times New Roman"/>
          <w:sz w:val="16"/>
          <w:szCs w:val="16"/>
        </w:rPr>
        <w:t>.</w:t>
      </w:r>
      <w:r>
        <w:rPr>
          <w:rFonts w:ascii="Times New Roman" w:hAnsi="Times New Roman"/>
          <w:sz w:val="16"/>
          <w:szCs w:val="16"/>
        </w:rPr>
        <w:t xml:space="preserve"> </w:t>
      </w:r>
      <w:r w:rsidR="009D0F06" w:rsidRPr="004A1543">
        <w:rPr>
          <w:rFonts w:ascii="Times New Roman" w:hAnsi="Times New Roman"/>
          <w:sz w:val="16"/>
          <w:szCs w:val="16"/>
        </w:rPr>
        <w:t>руб. (с одним  десятичным знаком)</w:t>
      </w:r>
    </w:p>
    <w:tbl>
      <w:tblPr>
        <w:tblW w:w="1044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87"/>
        <w:gridCol w:w="992"/>
        <w:gridCol w:w="1815"/>
        <w:gridCol w:w="1815"/>
        <w:gridCol w:w="1815"/>
        <w:gridCol w:w="1816"/>
      </w:tblGrid>
      <w:tr w:rsidR="009D0F06" w:rsidRPr="004A1543" w:rsidTr="009D0F06">
        <w:trPr>
          <w:trHeight w:val="567"/>
        </w:trPr>
        <w:tc>
          <w:tcPr>
            <w:tcW w:w="218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06" w:rsidRPr="004A1543" w:rsidRDefault="009D0F06" w:rsidP="009D0F06">
            <w:pPr>
              <w:pStyle w:val="a3"/>
              <w:jc w:val="center"/>
              <w:rPr>
                <w:rFonts w:ascii="Times New Roman" w:hAnsi="Times New Roman"/>
                <w:caps/>
                <w:sz w:val="18"/>
                <w:szCs w:val="18"/>
              </w:rPr>
            </w:pPr>
            <w:r w:rsidRPr="004A1543">
              <w:rPr>
                <w:rFonts w:ascii="Times New Roman" w:hAnsi="Times New Roman"/>
                <w:caps/>
                <w:sz w:val="18"/>
                <w:szCs w:val="18"/>
              </w:rPr>
              <w:t>Наименование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06" w:rsidRPr="004A1543" w:rsidRDefault="009D0F06" w:rsidP="009D0F06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1543">
              <w:rPr>
                <w:rFonts w:ascii="Times New Roman" w:hAnsi="Times New Roman"/>
                <w:sz w:val="16"/>
                <w:szCs w:val="16"/>
              </w:rPr>
              <w:t>Код строки</w:t>
            </w:r>
          </w:p>
        </w:tc>
        <w:tc>
          <w:tcPr>
            <w:tcW w:w="181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06" w:rsidRPr="004A1543" w:rsidRDefault="009D0F06" w:rsidP="009D0F06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1543">
              <w:rPr>
                <w:rFonts w:ascii="Times New Roman" w:hAnsi="Times New Roman"/>
                <w:sz w:val="16"/>
                <w:szCs w:val="16"/>
              </w:rPr>
              <w:t>Задолженность на начало года</w:t>
            </w:r>
          </w:p>
        </w:tc>
        <w:tc>
          <w:tcPr>
            <w:tcW w:w="181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06" w:rsidRPr="004A1543" w:rsidRDefault="009D0F06" w:rsidP="009D0F06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1543">
              <w:rPr>
                <w:rFonts w:ascii="Times New Roman" w:hAnsi="Times New Roman"/>
                <w:sz w:val="16"/>
                <w:szCs w:val="16"/>
              </w:rPr>
              <w:t>Начислено за отчетный период</w:t>
            </w:r>
          </w:p>
        </w:tc>
        <w:tc>
          <w:tcPr>
            <w:tcW w:w="181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06" w:rsidRPr="004A1543" w:rsidRDefault="009D0F06" w:rsidP="009D0F06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1543">
              <w:rPr>
                <w:rFonts w:ascii="Times New Roman" w:hAnsi="Times New Roman"/>
                <w:sz w:val="16"/>
                <w:szCs w:val="16"/>
              </w:rPr>
              <w:t>Перечислено за отчетный период</w:t>
            </w:r>
          </w:p>
        </w:tc>
        <w:tc>
          <w:tcPr>
            <w:tcW w:w="181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F06" w:rsidRPr="004A1543" w:rsidRDefault="009D0F06" w:rsidP="009D0F06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1543">
              <w:rPr>
                <w:rFonts w:ascii="Times New Roman" w:hAnsi="Times New Roman"/>
                <w:sz w:val="16"/>
                <w:szCs w:val="16"/>
              </w:rPr>
              <w:t>Задолженность на конец отчетного периода</w:t>
            </w:r>
          </w:p>
        </w:tc>
      </w:tr>
      <w:tr w:rsidR="009D0F06" w:rsidRPr="004A1543" w:rsidTr="009D0F06">
        <w:trPr>
          <w:trHeight w:val="170"/>
        </w:trPr>
        <w:tc>
          <w:tcPr>
            <w:tcW w:w="218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D0F06" w:rsidRPr="000043F2" w:rsidRDefault="009D0F06" w:rsidP="009D0F06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D0F06" w:rsidRPr="000043F2" w:rsidRDefault="009D0F06" w:rsidP="009D0F06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D0F06" w:rsidRPr="000043F2" w:rsidRDefault="009D0F06" w:rsidP="009D0F06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D0F06" w:rsidRPr="000043F2" w:rsidRDefault="009D0F06" w:rsidP="009D0F06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D0F06" w:rsidRPr="000043F2" w:rsidRDefault="009D0F06" w:rsidP="009D0F06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D0F06" w:rsidRPr="004A1543" w:rsidRDefault="009D0F06" w:rsidP="009D0F06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1543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9D0F06" w:rsidRPr="004A1543" w:rsidTr="009D0F06">
        <w:trPr>
          <w:trHeight w:val="510"/>
        </w:trPr>
        <w:tc>
          <w:tcPr>
            <w:tcW w:w="2187" w:type="dxa"/>
            <w:tcBorders>
              <w:top w:val="double" w:sz="4" w:space="0" w:color="auto"/>
            </w:tcBorders>
            <w:vAlign w:val="center"/>
          </w:tcPr>
          <w:p w:rsidR="009D0F06" w:rsidRPr="004A1543" w:rsidRDefault="009D0F06" w:rsidP="009D0F0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4A1543">
              <w:rPr>
                <w:rFonts w:ascii="Times New Roman" w:hAnsi="Times New Roman"/>
                <w:sz w:val="18"/>
                <w:szCs w:val="18"/>
              </w:rPr>
              <w:t>На содержание концерна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9D0F06" w:rsidRPr="004A1543" w:rsidRDefault="009D0F06" w:rsidP="009D0F06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815" w:type="dxa"/>
            <w:tcBorders>
              <w:top w:val="double" w:sz="4" w:space="0" w:color="auto"/>
            </w:tcBorders>
            <w:vAlign w:val="center"/>
          </w:tcPr>
          <w:p w:rsidR="009D0F06" w:rsidRPr="0025674C" w:rsidRDefault="006E5624" w:rsidP="009D0F0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bookmarkStart w:id="108" w:name="f2r600"/>
            <w:bookmarkStart w:id="109" w:name="f2r300"/>
            <w:bookmarkEnd w:id="108"/>
            <w:bookmarkEnd w:id="109"/>
            <w:r>
              <w:rPr>
                <w:rFonts w:ascii="Times New Roman" w:hAnsi="Times New Roman"/>
                <w:sz w:val="18"/>
                <w:szCs w:val="18"/>
              </w:rPr>
              <w:t>3.6</w:t>
            </w:r>
          </w:p>
        </w:tc>
        <w:tc>
          <w:tcPr>
            <w:tcW w:w="1815" w:type="dxa"/>
            <w:tcBorders>
              <w:top w:val="double" w:sz="4" w:space="0" w:color="auto"/>
            </w:tcBorders>
            <w:vAlign w:val="center"/>
          </w:tcPr>
          <w:p w:rsidR="009D0F06" w:rsidRPr="0025674C" w:rsidRDefault="006E5624" w:rsidP="009D0F0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34.8</w:t>
            </w:r>
          </w:p>
        </w:tc>
        <w:tc>
          <w:tcPr>
            <w:tcW w:w="1815" w:type="dxa"/>
            <w:tcBorders>
              <w:top w:val="double" w:sz="4" w:space="0" w:color="auto"/>
            </w:tcBorders>
            <w:vAlign w:val="center"/>
          </w:tcPr>
          <w:p w:rsidR="009D0F06" w:rsidRPr="0025674C" w:rsidRDefault="006E5624" w:rsidP="009D0F0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35.4</w:t>
            </w:r>
          </w:p>
        </w:tc>
        <w:tc>
          <w:tcPr>
            <w:tcW w:w="1816" w:type="dxa"/>
            <w:tcBorders>
              <w:top w:val="double" w:sz="4" w:space="0" w:color="auto"/>
            </w:tcBorders>
            <w:vAlign w:val="center"/>
          </w:tcPr>
          <w:p w:rsidR="009D0F06" w:rsidRPr="0025674C" w:rsidRDefault="006E5624" w:rsidP="009D0F0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D0F06" w:rsidRPr="004A1543" w:rsidTr="009D0F06">
        <w:trPr>
          <w:trHeight w:val="510"/>
        </w:trPr>
        <w:tc>
          <w:tcPr>
            <w:tcW w:w="2187" w:type="dxa"/>
            <w:vAlign w:val="center"/>
          </w:tcPr>
          <w:p w:rsidR="009D0F06" w:rsidRPr="004A1543" w:rsidRDefault="009D0F06" w:rsidP="009D0F0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Инвестиционный фонд</w:t>
            </w:r>
          </w:p>
        </w:tc>
        <w:tc>
          <w:tcPr>
            <w:tcW w:w="992" w:type="dxa"/>
            <w:vAlign w:val="center"/>
          </w:tcPr>
          <w:p w:rsidR="009D0F06" w:rsidRPr="004A1543" w:rsidRDefault="009D0F06" w:rsidP="009D0F06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4A1543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815" w:type="dxa"/>
            <w:vAlign w:val="center"/>
          </w:tcPr>
          <w:p w:rsidR="009D0F06" w:rsidRPr="0025674C" w:rsidRDefault="00065660" w:rsidP="009D0F0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bookmarkStart w:id="110" w:name="f2r610"/>
            <w:bookmarkStart w:id="111" w:name="f2r310"/>
            <w:bookmarkEnd w:id="110"/>
            <w:bookmarkEnd w:id="111"/>
            <w:r>
              <w:rPr>
                <w:rFonts w:ascii="Times New Roman" w:hAnsi="Times New Roman"/>
                <w:sz w:val="18"/>
                <w:szCs w:val="18"/>
              </w:rPr>
              <w:t>(</w:t>
            </w:r>
            <w:r w:rsidR="006E5624">
              <w:rPr>
                <w:rFonts w:ascii="Times New Roman" w:hAnsi="Times New Roman"/>
                <w:sz w:val="18"/>
                <w:szCs w:val="18"/>
              </w:rPr>
              <w:t>42.5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815" w:type="dxa"/>
            <w:vAlign w:val="center"/>
          </w:tcPr>
          <w:p w:rsidR="009D0F06" w:rsidRPr="0025674C" w:rsidRDefault="006E5624" w:rsidP="009D0F0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137.7</w:t>
            </w:r>
          </w:p>
        </w:tc>
        <w:tc>
          <w:tcPr>
            <w:tcW w:w="1815" w:type="dxa"/>
            <w:vAlign w:val="center"/>
          </w:tcPr>
          <w:p w:rsidR="009D0F06" w:rsidRPr="0025674C" w:rsidRDefault="006E5624" w:rsidP="009D0F0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108.9</w:t>
            </w:r>
          </w:p>
        </w:tc>
        <w:tc>
          <w:tcPr>
            <w:tcW w:w="1816" w:type="dxa"/>
            <w:vAlign w:val="center"/>
          </w:tcPr>
          <w:p w:rsidR="009D0F06" w:rsidRPr="0025674C" w:rsidRDefault="00065660" w:rsidP="009D0F0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 w:rsidR="006E5624">
              <w:rPr>
                <w:rFonts w:ascii="Times New Roman" w:hAnsi="Times New Roman"/>
                <w:sz w:val="18"/>
                <w:szCs w:val="18"/>
              </w:rPr>
              <w:t>13.7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</w:tbl>
    <w:p w:rsidR="009D0F06" w:rsidRPr="004A1543" w:rsidRDefault="009D0F06" w:rsidP="009D0F06">
      <w:pPr>
        <w:pStyle w:val="a3"/>
        <w:ind w:left="-120"/>
        <w:rPr>
          <w:rFonts w:ascii="Times New Roman" w:hAnsi="Times New Roman"/>
        </w:rPr>
      </w:pPr>
    </w:p>
    <w:p w:rsidR="009D0F06" w:rsidRDefault="009D0F06" w:rsidP="009D0F06">
      <w:pPr>
        <w:pStyle w:val="a3"/>
        <w:rPr>
          <w:rFonts w:ascii="Times New Roman" w:hAnsi="Times New Roman"/>
        </w:rPr>
      </w:pPr>
    </w:p>
    <w:p w:rsidR="009D0F06" w:rsidRDefault="009D0F06" w:rsidP="009D0F06">
      <w:pPr>
        <w:pStyle w:val="a3"/>
        <w:rPr>
          <w:rFonts w:ascii="Times New Roman" w:hAnsi="Times New Roman"/>
        </w:rPr>
      </w:pPr>
    </w:p>
    <w:p w:rsidR="009D0F06" w:rsidRDefault="009D0F06" w:rsidP="009D0F06">
      <w:pPr>
        <w:pStyle w:val="a3"/>
        <w:rPr>
          <w:rFonts w:ascii="Times New Roman" w:hAnsi="Times New Roman"/>
        </w:rPr>
      </w:pPr>
    </w:p>
    <w:p w:rsidR="009D0F06" w:rsidRDefault="009D0F06" w:rsidP="009D0F06">
      <w:pPr>
        <w:pStyle w:val="a3"/>
        <w:rPr>
          <w:rFonts w:ascii="Times New Roman" w:hAnsi="Times New Roman"/>
        </w:rPr>
      </w:pPr>
    </w:p>
    <w:p w:rsidR="009D0F06" w:rsidRDefault="009D0F06" w:rsidP="009D0F06">
      <w:pPr>
        <w:pStyle w:val="a3"/>
        <w:rPr>
          <w:rFonts w:ascii="Times New Roman" w:hAnsi="Times New Roman"/>
        </w:rPr>
      </w:pPr>
    </w:p>
    <w:p w:rsidR="009D0F06" w:rsidRPr="004A1543" w:rsidRDefault="009D0F06" w:rsidP="009D0F06">
      <w:pPr>
        <w:pStyle w:val="a3"/>
        <w:rPr>
          <w:rFonts w:ascii="Times New Roman" w:hAnsi="Times New Roman"/>
        </w:rPr>
      </w:pPr>
      <w:r w:rsidRPr="004A1543">
        <w:rPr>
          <w:rFonts w:ascii="Times New Roman" w:hAnsi="Times New Roman"/>
        </w:rPr>
        <w:t>Руководитель</w:t>
      </w:r>
      <w:r w:rsidRPr="004A1543">
        <w:rPr>
          <w:rFonts w:ascii="Times New Roman" w:hAnsi="Times New Roman"/>
        </w:rPr>
        <w:tab/>
      </w:r>
      <w:r w:rsidRPr="004A1543">
        <w:rPr>
          <w:rFonts w:ascii="Times New Roman" w:hAnsi="Times New Roman"/>
        </w:rPr>
        <w:tab/>
        <w:t>______________________</w:t>
      </w:r>
      <w:r w:rsidRPr="004A1543">
        <w:rPr>
          <w:rFonts w:ascii="Times New Roman" w:hAnsi="Times New Roman"/>
        </w:rPr>
        <w:tab/>
        <w:t>______</w:t>
      </w:r>
      <w:proofErr w:type="spellStart"/>
      <w:r w:rsidR="00B20104">
        <w:rPr>
          <w:rFonts w:ascii="Times New Roman" w:hAnsi="Times New Roman"/>
        </w:rPr>
        <w:t>А.Г.Галимов</w:t>
      </w:r>
      <w:proofErr w:type="spellEnd"/>
      <w:r w:rsidRPr="004A1543">
        <w:rPr>
          <w:rFonts w:ascii="Times New Roman" w:hAnsi="Times New Roman"/>
        </w:rPr>
        <w:t>__________________</w:t>
      </w:r>
    </w:p>
    <w:p w:rsidR="009D0F06" w:rsidRPr="004A1543" w:rsidRDefault="009D0F06" w:rsidP="009D0F06">
      <w:pPr>
        <w:pStyle w:val="a3"/>
        <w:ind w:left="2124" w:firstLine="708"/>
        <w:rPr>
          <w:rFonts w:ascii="Times New Roman" w:hAnsi="Times New Roman"/>
          <w:sz w:val="12"/>
          <w:szCs w:val="12"/>
        </w:rPr>
      </w:pPr>
      <w:r w:rsidRPr="004A1543">
        <w:rPr>
          <w:rFonts w:ascii="Times New Roman" w:hAnsi="Times New Roman"/>
          <w:sz w:val="12"/>
          <w:szCs w:val="12"/>
        </w:rPr>
        <w:t>(подпись)</w:t>
      </w:r>
      <w:r w:rsidRPr="004A1543">
        <w:rPr>
          <w:rFonts w:ascii="Times New Roman" w:hAnsi="Times New Roman"/>
          <w:sz w:val="12"/>
          <w:szCs w:val="12"/>
        </w:rPr>
        <w:tab/>
      </w:r>
      <w:r w:rsidRPr="004A1543">
        <w:rPr>
          <w:rFonts w:ascii="Times New Roman" w:hAnsi="Times New Roman"/>
          <w:sz w:val="12"/>
          <w:szCs w:val="12"/>
        </w:rPr>
        <w:tab/>
      </w:r>
      <w:r w:rsidRPr="004A1543">
        <w:rPr>
          <w:rFonts w:ascii="Times New Roman" w:hAnsi="Times New Roman"/>
          <w:sz w:val="12"/>
          <w:szCs w:val="12"/>
        </w:rPr>
        <w:tab/>
      </w:r>
      <w:r w:rsidRPr="004A1543">
        <w:rPr>
          <w:rFonts w:ascii="Times New Roman" w:hAnsi="Times New Roman"/>
          <w:sz w:val="12"/>
          <w:szCs w:val="12"/>
        </w:rPr>
        <w:tab/>
        <w:t>(инициалы, фамилия)</w:t>
      </w:r>
    </w:p>
    <w:p w:rsidR="009D0F06" w:rsidRPr="004A1543" w:rsidRDefault="009D0F06" w:rsidP="009D0F06">
      <w:pPr>
        <w:pStyle w:val="a3"/>
        <w:rPr>
          <w:rFonts w:ascii="Times New Roman" w:hAnsi="Times New Roman"/>
        </w:rPr>
      </w:pPr>
    </w:p>
    <w:p w:rsidR="009D0F06" w:rsidRPr="004A1543" w:rsidRDefault="009D0F06" w:rsidP="009D0F06">
      <w:pPr>
        <w:pStyle w:val="a3"/>
        <w:rPr>
          <w:rFonts w:ascii="Times New Roman" w:hAnsi="Times New Roman"/>
        </w:rPr>
      </w:pPr>
      <w:r w:rsidRPr="004A1543">
        <w:rPr>
          <w:rFonts w:ascii="Times New Roman" w:hAnsi="Times New Roman"/>
        </w:rPr>
        <w:t>Главный бухгалтер</w:t>
      </w:r>
      <w:r w:rsidRPr="004A1543">
        <w:rPr>
          <w:rFonts w:ascii="Times New Roman" w:hAnsi="Times New Roman"/>
        </w:rPr>
        <w:tab/>
        <w:t>______________________</w:t>
      </w:r>
      <w:r w:rsidRPr="004A1543">
        <w:rPr>
          <w:rFonts w:ascii="Times New Roman" w:hAnsi="Times New Roman"/>
        </w:rPr>
        <w:tab/>
        <w:t>_______</w:t>
      </w:r>
      <w:proofErr w:type="spellStart"/>
      <w:r w:rsidR="00B20104">
        <w:rPr>
          <w:rFonts w:ascii="Times New Roman" w:hAnsi="Times New Roman"/>
        </w:rPr>
        <w:t>Т.В.Пашкель</w:t>
      </w:r>
      <w:proofErr w:type="spellEnd"/>
      <w:r w:rsidRPr="004A1543">
        <w:rPr>
          <w:rFonts w:ascii="Times New Roman" w:hAnsi="Times New Roman"/>
        </w:rPr>
        <w:t>_________________</w:t>
      </w:r>
    </w:p>
    <w:p w:rsidR="009D0F06" w:rsidRPr="00C14DCF" w:rsidRDefault="009D0F06" w:rsidP="003A2702">
      <w:pPr>
        <w:ind w:left="2124" w:firstLine="708"/>
        <w:rPr>
          <w:szCs w:val="12"/>
        </w:rPr>
      </w:pPr>
      <w:r w:rsidRPr="004A1543">
        <w:rPr>
          <w:sz w:val="12"/>
          <w:szCs w:val="12"/>
        </w:rPr>
        <w:t>(подпись)</w:t>
      </w:r>
      <w:r w:rsidRPr="004A1543">
        <w:rPr>
          <w:sz w:val="12"/>
          <w:szCs w:val="12"/>
        </w:rPr>
        <w:tab/>
      </w:r>
      <w:r w:rsidRPr="004A1543">
        <w:rPr>
          <w:sz w:val="12"/>
          <w:szCs w:val="12"/>
        </w:rPr>
        <w:tab/>
      </w:r>
      <w:r w:rsidRPr="004A1543">
        <w:rPr>
          <w:sz w:val="12"/>
          <w:szCs w:val="12"/>
        </w:rPr>
        <w:tab/>
      </w:r>
      <w:r w:rsidRPr="004A1543">
        <w:rPr>
          <w:sz w:val="12"/>
          <w:szCs w:val="12"/>
        </w:rPr>
        <w:tab/>
        <w:t>(инициалы, фамилия)</w:t>
      </w:r>
    </w:p>
    <w:bookmarkEnd w:id="69"/>
    <w:p w:rsidR="009D0F06" w:rsidRPr="004D36C0" w:rsidRDefault="009D0F06" w:rsidP="009D0F06">
      <w:pPr>
        <w:pStyle w:val="a3"/>
        <w:rPr>
          <w:lang w:val="en-US"/>
        </w:rPr>
      </w:pPr>
      <w:r>
        <w:rPr>
          <w:lang w:val="en-US"/>
        </w:rPr>
        <w:br w:type="page"/>
      </w:r>
    </w:p>
    <w:p w:rsidR="009D0F06" w:rsidRPr="00B33DBC" w:rsidRDefault="009D0F06" w:rsidP="009D0F06">
      <w:pPr>
        <w:pStyle w:val="a3"/>
        <w:jc w:val="right"/>
        <w:rPr>
          <w:rFonts w:ascii="Times New Roman" w:hAnsi="Times New Roman"/>
          <w:b/>
          <w:u w:val="single"/>
          <w:lang w:val="en-US"/>
        </w:rPr>
      </w:pPr>
      <w:r>
        <w:lastRenderedPageBreak/>
        <w:br w:type="page"/>
      </w:r>
      <w:bookmarkStart w:id="112" w:name="f3"/>
      <w:r w:rsidRPr="00B33DBC">
        <w:rPr>
          <w:rFonts w:ascii="Times New Roman" w:hAnsi="Times New Roman"/>
          <w:b/>
          <w:u w:val="single"/>
        </w:rPr>
        <w:lastRenderedPageBreak/>
        <w:t>Форма № 3</w:t>
      </w:r>
    </w:p>
    <w:tbl>
      <w:tblPr>
        <w:tblW w:w="17009" w:type="dxa"/>
        <w:tblInd w:w="-372" w:type="dxa"/>
        <w:tblLayout w:type="fixed"/>
        <w:tblLook w:val="0000" w:firstRow="0" w:lastRow="0" w:firstColumn="0" w:lastColumn="0" w:noHBand="0" w:noVBand="0"/>
      </w:tblPr>
      <w:tblGrid>
        <w:gridCol w:w="405"/>
        <w:gridCol w:w="720"/>
        <w:gridCol w:w="921"/>
        <w:gridCol w:w="901"/>
        <w:gridCol w:w="653"/>
        <w:gridCol w:w="960"/>
        <w:gridCol w:w="960"/>
        <w:gridCol w:w="960"/>
        <w:gridCol w:w="840"/>
        <w:gridCol w:w="1046"/>
        <w:gridCol w:w="1114"/>
        <w:gridCol w:w="951"/>
        <w:gridCol w:w="872"/>
        <w:gridCol w:w="951"/>
        <w:gridCol w:w="951"/>
        <w:gridCol w:w="951"/>
        <w:gridCol w:w="951"/>
        <w:gridCol w:w="951"/>
        <w:gridCol w:w="951"/>
      </w:tblGrid>
      <w:tr w:rsidR="009D0F06" w:rsidTr="008B2090">
        <w:trPr>
          <w:gridAfter w:val="6"/>
          <w:wAfter w:w="5706" w:type="dxa"/>
          <w:trHeight w:val="80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3</w:t>
            </w:r>
          </w:p>
        </w:tc>
      </w:tr>
      <w:tr w:rsidR="009D0F06" w:rsidTr="008B2090">
        <w:trPr>
          <w:gridAfter w:val="6"/>
          <w:wAfter w:w="5706" w:type="dxa"/>
          <w:trHeight w:val="297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Республики Беларусь </w:t>
            </w:r>
          </w:p>
        </w:tc>
      </w:tr>
      <w:tr w:rsidR="009D0F06" w:rsidTr="008B2090">
        <w:trPr>
          <w:gridAfter w:val="6"/>
          <w:wAfter w:w="5706" w:type="dxa"/>
          <w:trHeight w:val="80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</w:t>
            </w:r>
            <w:r w:rsidR="00476DCF">
              <w:rPr>
                <w:sz w:val="16"/>
                <w:szCs w:val="16"/>
              </w:rPr>
              <w:t>12.12.2016 № 104</w:t>
            </w:r>
          </w:p>
        </w:tc>
      </w:tr>
      <w:tr w:rsidR="009D0F06" w:rsidTr="008B2090">
        <w:trPr>
          <w:gridAfter w:val="6"/>
          <w:wAfter w:w="5706" w:type="dxa"/>
          <w:trHeight w:val="208"/>
        </w:trPr>
        <w:tc>
          <w:tcPr>
            <w:tcW w:w="1130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ОТЧЕТ</w:t>
            </w:r>
          </w:p>
        </w:tc>
      </w:tr>
      <w:tr w:rsidR="009D0F06" w:rsidTr="008B2090">
        <w:trPr>
          <w:gridAfter w:val="6"/>
          <w:wAfter w:w="5706" w:type="dxa"/>
          <w:trHeight w:val="255"/>
        </w:trPr>
        <w:tc>
          <w:tcPr>
            <w:tcW w:w="1130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об изменении </w:t>
            </w:r>
            <w:r w:rsidR="006020C1">
              <w:rPr>
                <w:b/>
                <w:bCs/>
                <w:sz w:val="22"/>
                <w:szCs w:val="22"/>
              </w:rPr>
              <w:t xml:space="preserve">собственного </w:t>
            </w:r>
            <w:r>
              <w:rPr>
                <w:b/>
                <w:bCs/>
                <w:sz w:val="22"/>
                <w:szCs w:val="22"/>
              </w:rPr>
              <w:t>капитала</w:t>
            </w:r>
          </w:p>
        </w:tc>
      </w:tr>
      <w:tr w:rsidR="00BF6F60" w:rsidTr="008B2090">
        <w:trPr>
          <w:gridAfter w:val="6"/>
          <w:wAfter w:w="5706" w:type="dxa"/>
          <w:trHeight w:val="80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F6F60" w:rsidRPr="00020A41" w:rsidRDefault="00BF6F60" w:rsidP="009D0F06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F6F60" w:rsidRPr="00020A41" w:rsidRDefault="00BF6F60" w:rsidP="009D0F06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F6F60" w:rsidRPr="00020A41" w:rsidRDefault="00BF6F60" w:rsidP="009D0F06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F6F60" w:rsidRPr="00020A41" w:rsidRDefault="00BF6F60" w:rsidP="009D0F06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F6F60" w:rsidRPr="00020A41" w:rsidRDefault="00BF6F60" w:rsidP="009D0F06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F6F60" w:rsidRPr="00BF6F60" w:rsidRDefault="00BF6F60" w:rsidP="00BF6F60">
            <w:pPr>
              <w:ind w:firstLineChars="14" w:firstLine="3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</w:t>
            </w:r>
          </w:p>
        </w:tc>
        <w:tc>
          <w:tcPr>
            <w:tcW w:w="380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F6F60" w:rsidRPr="00225EAF" w:rsidRDefault="00F847F8" w:rsidP="0068091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я</w:t>
            </w:r>
            <w:r w:rsidR="00BF6F60">
              <w:rPr>
                <w:b/>
                <w:sz w:val="22"/>
                <w:szCs w:val="22"/>
              </w:rPr>
              <w:t>нварь</w:t>
            </w:r>
            <w:r>
              <w:rPr>
                <w:b/>
                <w:sz w:val="22"/>
                <w:szCs w:val="22"/>
              </w:rPr>
              <w:t xml:space="preserve"> </w:t>
            </w:r>
            <w:r w:rsidR="00BF6F60"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16"/>
                <w:szCs w:val="16"/>
              </w:rPr>
              <w:t xml:space="preserve"> </w:t>
            </w:r>
            <w:r w:rsidR="0068091B">
              <w:rPr>
                <w:b/>
                <w:sz w:val="22"/>
                <w:szCs w:val="22"/>
              </w:rPr>
              <w:t>дека</w:t>
            </w:r>
            <w:r w:rsidR="00A93B7C">
              <w:rPr>
                <w:b/>
                <w:sz w:val="22"/>
                <w:szCs w:val="22"/>
              </w:rPr>
              <w:t>бр</w:t>
            </w:r>
            <w:r w:rsidR="00264B24">
              <w:rPr>
                <w:b/>
                <w:sz w:val="22"/>
                <w:szCs w:val="22"/>
              </w:rPr>
              <w:t>ь</w:t>
            </w:r>
            <w:r w:rsidR="00BF6F60" w:rsidRPr="00225EAF">
              <w:rPr>
                <w:b/>
                <w:sz w:val="22"/>
                <w:szCs w:val="22"/>
              </w:rPr>
              <w:t xml:space="preserve"> 20</w:t>
            </w:r>
            <w:r w:rsidR="00D47BF5">
              <w:rPr>
                <w:b/>
                <w:sz w:val="22"/>
                <w:szCs w:val="22"/>
              </w:rPr>
              <w:t>2</w:t>
            </w:r>
            <w:r w:rsidR="00324015">
              <w:rPr>
                <w:b/>
                <w:sz w:val="22"/>
                <w:szCs w:val="22"/>
              </w:rPr>
              <w:t>1</w:t>
            </w:r>
            <w:r w:rsidR="00BF6F60" w:rsidRPr="00225EAF">
              <w:rPr>
                <w:b/>
                <w:sz w:val="22"/>
                <w:szCs w:val="22"/>
              </w:rPr>
              <w:t xml:space="preserve"> года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F6F60" w:rsidRPr="00020A41" w:rsidRDefault="00BF6F60" w:rsidP="009D0F06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F6F60" w:rsidRPr="00020A41" w:rsidRDefault="00BF6F60" w:rsidP="009D0F06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F6F60" w:rsidRPr="00020A41" w:rsidRDefault="00BF6F60" w:rsidP="009D0F06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</w:tr>
      <w:tr w:rsidR="00B20104" w:rsidTr="008B2090">
        <w:trPr>
          <w:gridAfter w:val="6"/>
          <w:wAfter w:w="5706" w:type="dxa"/>
          <w:trHeight w:val="113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20104" w:rsidRPr="00020A41" w:rsidRDefault="00B20104" w:rsidP="009D0F06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Организация</w:t>
            </w:r>
          </w:p>
        </w:tc>
        <w:tc>
          <w:tcPr>
            <w:tcW w:w="835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20104" w:rsidRDefault="00B20104" w:rsidP="00B20104">
            <w:pPr>
              <w:rPr>
                <w:sz w:val="20"/>
                <w:szCs w:val="20"/>
              </w:rPr>
            </w:pPr>
            <w:bookmarkStart w:id="113" w:name="title4"/>
            <w:bookmarkEnd w:id="113"/>
            <w:r>
              <w:rPr>
                <w:sz w:val="20"/>
                <w:szCs w:val="20"/>
              </w:rPr>
              <w:t> ОАО «</w:t>
            </w:r>
            <w:proofErr w:type="spellStart"/>
            <w:r>
              <w:rPr>
                <w:sz w:val="20"/>
                <w:szCs w:val="20"/>
              </w:rPr>
              <w:t>Лидапищеконцентраты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  <w:tr w:rsidR="00B20104" w:rsidTr="008B2090">
        <w:trPr>
          <w:gridAfter w:val="6"/>
          <w:wAfter w:w="5706" w:type="dxa"/>
          <w:trHeight w:val="113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20104" w:rsidRPr="00020A41" w:rsidRDefault="00B20104" w:rsidP="009D0F06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835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20104" w:rsidRDefault="00B20104" w:rsidP="00B201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 500021268</w:t>
            </w:r>
          </w:p>
        </w:tc>
      </w:tr>
      <w:tr w:rsidR="00B20104" w:rsidTr="008B2090">
        <w:trPr>
          <w:gridAfter w:val="6"/>
          <w:wAfter w:w="5706" w:type="dxa"/>
          <w:trHeight w:val="113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20104" w:rsidRPr="00020A41" w:rsidRDefault="00B20104" w:rsidP="009D0F06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835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20104" w:rsidRDefault="00B20104" w:rsidP="00B201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 10899</w:t>
            </w:r>
          </w:p>
        </w:tc>
      </w:tr>
      <w:tr w:rsidR="00B20104" w:rsidTr="008B2090">
        <w:trPr>
          <w:gridAfter w:val="6"/>
          <w:wAfter w:w="5706" w:type="dxa"/>
          <w:trHeight w:val="113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20104" w:rsidRPr="00020A41" w:rsidRDefault="00B20104" w:rsidP="009D0F06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835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20104" w:rsidRDefault="00B20104" w:rsidP="00B201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 частная</w:t>
            </w:r>
          </w:p>
        </w:tc>
      </w:tr>
      <w:tr w:rsidR="00B20104" w:rsidTr="008B2090">
        <w:trPr>
          <w:gridAfter w:val="6"/>
          <w:wAfter w:w="5706" w:type="dxa"/>
          <w:trHeight w:val="113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20104" w:rsidRPr="00020A41" w:rsidRDefault="00B20104" w:rsidP="009D0F06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835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20104" w:rsidRDefault="00B20104" w:rsidP="00B201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Собрание акционеров</w:t>
            </w:r>
          </w:p>
        </w:tc>
      </w:tr>
      <w:tr w:rsidR="00B20104" w:rsidTr="008B2090">
        <w:trPr>
          <w:gridAfter w:val="6"/>
          <w:wAfter w:w="5706" w:type="dxa"/>
          <w:trHeight w:val="113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20104" w:rsidRPr="00020A41" w:rsidRDefault="00B20104" w:rsidP="009D0F06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835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20104" w:rsidRDefault="00B20104" w:rsidP="00B201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тыс. руб.</w:t>
            </w:r>
          </w:p>
        </w:tc>
      </w:tr>
      <w:tr w:rsidR="00B20104" w:rsidTr="008B2090">
        <w:trPr>
          <w:gridAfter w:val="6"/>
          <w:wAfter w:w="5706" w:type="dxa"/>
          <w:trHeight w:val="113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20104" w:rsidRPr="00020A41" w:rsidRDefault="00B20104" w:rsidP="009D0F06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Адрес</w:t>
            </w:r>
          </w:p>
        </w:tc>
        <w:tc>
          <w:tcPr>
            <w:tcW w:w="835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20104" w:rsidRDefault="00B20104" w:rsidP="00B201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 231300, </w:t>
            </w:r>
            <w:proofErr w:type="spellStart"/>
            <w:r>
              <w:rPr>
                <w:sz w:val="20"/>
                <w:szCs w:val="20"/>
              </w:rPr>
              <w:t>Гродненская.обл</w:t>
            </w:r>
            <w:proofErr w:type="spellEnd"/>
            <w:r>
              <w:rPr>
                <w:sz w:val="20"/>
                <w:szCs w:val="20"/>
              </w:rPr>
              <w:t xml:space="preserve">., </w:t>
            </w:r>
            <w:proofErr w:type="spellStart"/>
            <w:r>
              <w:rPr>
                <w:sz w:val="20"/>
                <w:szCs w:val="20"/>
              </w:rPr>
              <w:t>г</w:t>
            </w:r>
            <w:proofErr w:type="gramStart"/>
            <w:r>
              <w:rPr>
                <w:sz w:val="20"/>
                <w:szCs w:val="20"/>
              </w:rPr>
              <w:t>.Л</w:t>
            </w:r>
            <w:proofErr w:type="gramEnd"/>
            <w:r>
              <w:rPr>
                <w:sz w:val="20"/>
                <w:szCs w:val="20"/>
              </w:rPr>
              <w:t>ида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ул.Тавлая</w:t>
            </w:r>
            <w:proofErr w:type="spellEnd"/>
            <w:r>
              <w:rPr>
                <w:sz w:val="20"/>
                <w:szCs w:val="20"/>
              </w:rPr>
              <w:t>, 11</w:t>
            </w:r>
          </w:p>
        </w:tc>
      </w:tr>
      <w:tr w:rsidR="009D0F06" w:rsidTr="008B2090">
        <w:trPr>
          <w:gridAfter w:val="6"/>
          <w:wAfter w:w="5706" w:type="dxa"/>
          <w:trHeight w:val="41"/>
        </w:trPr>
        <w:tc>
          <w:tcPr>
            <w:tcW w:w="73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sz w:val="14"/>
                <w:szCs w:val="14"/>
              </w:rPr>
            </w:pPr>
            <w:r w:rsidRPr="00020A41">
              <w:rPr>
                <w:sz w:val="14"/>
                <w:szCs w:val="14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rPr>
                <w:sz w:val="14"/>
                <w:szCs w:val="14"/>
              </w:rPr>
            </w:pPr>
            <w:r w:rsidRPr="00020A41">
              <w:rPr>
                <w:sz w:val="14"/>
                <w:szCs w:val="14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rPr>
                <w:sz w:val="14"/>
                <w:szCs w:val="14"/>
              </w:rPr>
            </w:pPr>
            <w:r w:rsidRPr="00020A41">
              <w:rPr>
                <w:sz w:val="14"/>
                <w:szCs w:val="14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rPr>
                <w:sz w:val="14"/>
                <w:szCs w:val="14"/>
              </w:rPr>
            </w:pPr>
            <w:r w:rsidRPr="00020A41">
              <w:rPr>
                <w:sz w:val="14"/>
                <w:szCs w:val="14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rPr>
                <w:sz w:val="14"/>
                <w:szCs w:val="14"/>
              </w:rPr>
            </w:pPr>
            <w:r w:rsidRPr="00020A41">
              <w:rPr>
                <w:sz w:val="14"/>
                <w:szCs w:val="14"/>
              </w:rPr>
              <w:t> </w:t>
            </w:r>
          </w:p>
        </w:tc>
      </w:tr>
      <w:tr w:rsidR="009D0F06" w:rsidTr="008B2090">
        <w:trPr>
          <w:gridAfter w:val="6"/>
          <w:wAfter w:w="5706" w:type="dxa"/>
          <w:trHeight w:val="1142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0F06" w:rsidRPr="00020A41" w:rsidRDefault="009D0F06" w:rsidP="009D0F06">
            <w:pPr>
              <w:ind w:left="-55" w:right="-108"/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020A41">
              <w:rPr>
                <w:b/>
                <w:bCs/>
                <w:sz w:val="16"/>
                <w:szCs w:val="16"/>
              </w:rPr>
              <w:t>Устав-</w:t>
            </w:r>
            <w:proofErr w:type="spellStart"/>
            <w:r w:rsidRPr="00020A41">
              <w:rPr>
                <w:b/>
                <w:bCs/>
                <w:sz w:val="16"/>
                <w:szCs w:val="16"/>
              </w:rPr>
              <w:t>ный</w:t>
            </w:r>
            <w:proofErr w:type="spellEnd"/>
            <w:proofErr w:type="gramEnd"/>
            <w:r w:rsidRPr="00020A41">
              <w:rPr>
                <w:b/>
                <w:bCs/>
                <w:sz w:val="16"/>
                <w:szCs w:val="16"/>
              </w:rPr>
              <w:t xml:space="preserve"> капитал</w:t>
            </w:r>
            <w:r>
              <w:rPr>
                <w:b/>
                <w:bCs/>
                <w:sz w:val="16"/>
                <w:szCs w:val="16"/>
              </w:rPr>
              <w:t xml:space="preserve"> (80)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0F06" w:rsidRPr="00597AD0" w:rsidRDefault="009D0F06" w:rsidP="009D0F06">
            <w:pPr>
              <w:jc w:val="center"/>
              <w:rPr>
                <w:b/>
                <w:bCs/>
                <w:sz w:val="14"/>
                <w:szCs w:val="14"/>
              </w:rPr>
            </w:pPr>
            <w:proofErr w:type="spellStart"/>
            <w:proofErr w:type="gramStart"/>
            <w:r w:rsidRPr="00597AD0">
              <w:rPr>
                <w:b/>
                <w:bCs/>
                <w:sz w:val="14"/>
                <w:szCs w:val="14"/>
              </w:rPr>
              <w:t>Неопла-ченная</w:t>
            </w:r>
            <w:proofErr w:type="spellEnd"/>
            <w:proofErr w:type="gramEnd"/>
            <w:r w:rsidRPr="00597AD0">
              <w:rPr>
                <w:b/>
                <w:bCs/>
                <w:sz w:val="14"/>
                <w:szCs w:val="14"/>
              </w:rPr>
              <w:t xml:space="preserve"> часть уставного капитала (75-1, итог минус)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0F06" w:rsidRPr="00597AD0" w:rsidRDefault="009D0F06" w:rsidP="009D0F06">
            <w:pPr>
              <w:jc w:val="center"/>
              <w:rPr>
                <w:b/>
                <w:bCs/>
                <w:sz w:val="14"/>
                <w:szCs w:val="14"/>
              </w:rPr>
            </w:pPr>
            <w:proofErr w:type="spellStart"/>
            <w:proofErr w:type="gramStart"/>
            <w:r w:rsidRPr="00597AD0">
              <w:rPr>
                <w:b/>
                <w:bCs/>
                <w:sz w:val="14"/>
                <w:szCs w:val="14"/>
              </w:rPr>
              <w:t>Собст</w:t>
            </w:r>
            <w:proofErr w:type="spellEnd"/>
            <w:r w:rsidRPr="00597AD0">
              <w:rPr>
                <w:b/>
                <w:bCs/>
                <w:sz w:val="14"/>
                <w:szCs w:val="14"/>
              </w:rPr>
              <w:t>-венные</w:t>
            </w:r>
            <w:proofErr w:type="gramEnd"/>
            <w:r w:rsidRPr="00597AD0">
              <w:rPr>
                <w:b/>
                <w:bCs/>
                <w:sz w:val="14"/>
                <w:szCs w:val="14"/>
              </w:rPr>
              <w:t xml:space="preserve"> акции (доли в уставном капитале) (81, итог минус)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020A41">
              <w:rPr>
                <w:b/>
                <w:bCs/>
                <w:sz w:val="16"/>
                <w:szCs w:val="16"/>
              </w:rPr>
              <w:t>Резерв-</w:t>
            </w:r>
            <w:proofErr w:type="spellStart"/>
            <w:r w:rsidRPr="00020A41">
              <w:rPr>
                <w:b/>
                <w:bCs/>
                <w:sz w:val="16"/>
                <w:szCs w:val="16"/>
              </w:rPr>
              <w:t>ный</w:t>
            </w:r>
            <w:proofErr w:type="spellEnd"/>
            <w:proofErr w:type="gramEnd"/>
            <w:r w:rsidRPr="00020A41">
              <w:rPr>
                <w:b/>
                <w:bCs/>
                <w:sz w:val="16"/>
                <w:szCs w:val="16"/>
              </w:rPr>
              <w:t xml:space="preserve"> капитал </w:t>
            </w:r>
            <w:r>
              <w:rPr>
                <w:b/>
                <w:bCs/>
                <w:sz w:val="16"/>
                <w:szCs w:val="16"/>
              </w:rPr>
              <w:t xml:space="preserve"> (82)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020A41">
              <w:rPr>
                <w:b/>
                <w:bCs/>
                <w:sz w:val="16"/>
                <w:szCs w:val="16"/>
              </w:rPr>
              <w:t>Добавоч-ный</w:t>
            </w:r>
            <w:proofErr w:type="spellEnd"/>
            <w:proofErr w:type="gramEnd"/>
            <w:r w:rsidRPr="00020A41">
              <w:rPr>
                <w:b/>
                <w:bCs/>
                <w:sz w:val="16"/>
                <w:szCs w:val="16"/>
              </w:rPr>
              <w:t xml:space="preserve"> капитал</w:t>
            </w:r>
            <w:r>
              <w:rPr>
                <w:b/>
                <w:bCs/>
                <w:sz w:val="16"/>
                <w:szCs w:val="16"/>
              </w:rPr>
              <w:t xml:space="preserve"> (83)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020A41">
              <w:rPr>
                <w:b/>
                <w:bCs/>
                <w:sz w:val="16"/>
                <w:szCs w:val="16"/>
              </w:rPr>
              <w:t>Нераспре</w:t>
            </w:r>
            <w:proofErr w:type="spellEnd"/>
            <w:r w:rsidRPr="00020A41">
              <w:rPr>
                <w:b/>
                <w:bCs/>
                <w:sz w:val="16"/>
                <w:szCs w:val="16"/>
              </w:rPr>
              <w:t>-деленная</w:t>
            </w:r>
            <w:proofErr w:type="gramEnd"/>
            <w:r w:rsidRPr="00020A41">
              <w:rPr>
                <w:b/>
                <w:bCs/>
                <w:sz w:val="16"/>
                <w:szCs w:val="16"/>
              </w:rPr>
              <w:t xml:space="preserve"> прибыль (непокрытый убыток)</w:t>
            </w:r>
            <w:r>
              <w:rPr>
                <w:b/>
                <w:bCs/>
                <w:sz w:val="16"/>
                <w:szCs w:val="16"/>
              </w:rPr>
              <w:t xml:space="preserve"> (84)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Чистая прибыль (убыток)</w:t>
            </w:r>
            <w:r>
              <w:rPr>
                <w:b/>
                <w:bCs/>
                <w:sz w:val="16"/>
                <w:szCs w:val="16"/>
              </w:rPr>
              <w:t xml:space="preserve"> (99)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9D0F06" w:rsidTr="008B2090">
        <w:trPr>
          <w:gridAfter w:val="6"/>
          <w:wAfter w:w="5706" w:type="dxa"/>
          <w:trHeight w:val="126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9D0F06" w:rsidTr="008B2090">
        <w:trPr>
          <w:gridAfter w:val="6"/>
          <w:wAfter w:w="5706" w:type="dxa"/>
          <w:trHeight w:val="300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Pr="0029065F" w:rsidRDefault="009D0F06" w:rsidP="00324015">
            <w:pPr>
              <w:rPr>
                <w:b/>
                <w:sz w:val="18"/>
                <w:szCs w:val="18"/>
              </w:rPr>
            </w:pPr>
            <w:r w:rsidRPr="0029065F">
              <w:rPr>
                <w:b/>
                <w:sz w:val="18"/>
                <w:szCs w:val="18"/>
              </w:rPr>
              <w:t>Остаток на 31.12.20</w:t>
            </w:r>
            <w:r w:rsidR="00324015">
              <w:rPr>
                <w:b/>
                <w:sz w:val="18"/>
                <w:szCs w:val="18"/>
              </w:rPr>
              <w:t>19</w:t>
            </w:r>
            <w:r w:rsidRPr="0029065F">
              <w:rPr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6E5624" w:rsidP="000305DF">
            <w:pPr>
              <w:jc w:val="center"/>
              <w:rPr>
                <w:sz w:val="18"/>
                <w:szCs w:val="18"/>
              </w:rPr>
            </w:pPr>
            <w:bookmarkStart w:id="114" w:name="f3r10"/>
            <w:bookmarkEnd w:id="114"/>
            <w:r>
              <w:rPr>
                <w:sz w:val="18"/>
                <w:szCs w:val="18"/>
              </w:rPr>
              <w:t>2062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6E5624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6E5624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6E5624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6E5624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6E5624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7074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6E5624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6E5624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12382</w:t>
            </w:r>
          </w:p>
        </w:tc>
      </w:tr>
      <w:tr w:rsidR="009D0F06" w:rsidTr="008B2090">
        <w:trPr>
          <w:gridAfter w:val="6"/>
          <w:wAfter w:w="5706" w:type="dxa"/>
          <w:trHeight w:val="218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Pr="00020A41" w:rsidRDefault="009D0F06" w:rsidP="009D0F06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Корректировки в связи с изменением учетной политики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B20104" w:rsidP="000305DF">
            <w:pPr>
              <w:jc w:val="center"/>
              <w:rPr>
                <w:sz w:val="18"/>
                <w:szCs w:val="18"/>
              </w:rPr>
            </w:pPr>
            <w:bookmarkStart w:id="115" w:name="f3r20"/>
            <w:bookmarkEnd w:id="115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B20104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B20104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B20104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B20104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B20104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B20104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B20104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D0F06" w:rsidTr="008B2090">
        <w:trPr>
          <w:gridAfter w:val="6"/>
          <w:wAfter w:w="5706" w:type="dxa"/>
          <w:trHeight w:val="380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Pr="00020A41" w:rsidRDefault="009D0F06" w:rsidP="009D0F06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Корректировки в связи с исправлением ошибок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6E5624" w:rsidP="000305DF">
            <w:pPr>
              <w:jc w:val="center"/>
              <w:rPr>
                <w:sz w:val="18"/>
                <w:szCs w:val="18"/>
              </w:rPr>
            </w:pPr>
            <w:bookmarkStart w:id="116" w:name="f3r30"/>
            <w:bookmarkEnd w:id="116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6E5624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6E5624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6E5624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6E5624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B20104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6E5624">
              <w:rPr>
                <w:sz w:val="18"/>
                <w:szCs w:val="18"/>
              </w:rPr>
              <w:t>22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6E5624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B20104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6E5624">
              <w:rPr>
                <w:sz w:val="18"/>
                <w:szCs w:val="18"/>
              </w:rPr>
              <w:t>22</w:t>
            </w:r>
            <w:r>
              <w:rPr>
                <w:sz w:val="18"/>
                <w:szCs w:val="18"/>
              </w:rPr>
              <w:t>)</w:t>
            </w:r>
          </w:p>
        </w:tc>
      </w:tr>
      <w:tr w:rsidR="009D0F06" w:rsidTr="008B2090">
        <w:trPr>
          <w:gridAfter w:val="6"/>
          <w:wAfter w:w="5706" w:type="dxa"/>
          <w:trHeight w:val="407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Pr="0029065F" w:rsidRDefault="009D0F06" w:rsidP="00324015">
            <w:pPr>
              <w:rPr>
                <w:b/>
                <w:sz w:val="18"/>
                <w:szCs w:val="18"/>
              </w:rPr>
            </w:pPr>
            <w:r w:rsidRPr="0029065F">
              <w:rPr>
                <w:b/>
                <w:sz w:val="18"/>
                <w:szCs w:val="18"/>
              </w:rPr>
              <w:t>Скорректированный остаток на 31.12 .20</w:t>
            </w:r>
            <w:r w:rsidR="00324015">
              <w:rPr>
                <w:b/>
                <w:sz w:val="18"/>
                <w:szCs w:val="18"/>
              </w:rPr>
              <w:t>19</w:t>
            </w:r>
            <w:r w:rsidRPr="0029065F">
              <w:rPr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040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6E5624" w:rsidP="000305DF">
            <w:pPr>
              <w:jc w:val="center"/>
              <w:rPr>
                <w:sz w:val="18"/>
                <w:szCs w:val="18"/>
              </w:rPr>
            </w:pPr>
            <w:bookmarkStart w:id="117" w:name="f3r40"/>
            <w:bookmarkEnd w:id="117"/>
            <w:r>
              <w:rPr>
                <w:sz w:val="18"/>
                <w:szCs w:val="18"/>
              </w:rPr>
              <w:t>2062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6E5624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6E5624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6E5624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6E5624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6E5624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7052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6E5624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EC7908" w:rsidRDefault="006E5624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12360</w:t>
            </w:r>
          </w:p>
        </w:tc>
      </w:tr>
      <w:tr w:rsidR="009D0F06" w:rsidTr="008B2090">
        <w:trPr>
          <w:gridAfter w:val="6"/>
          <w:wAfter w:w="5706" w:type="dxa"/>
          <w:trHeight w:val="269"/>
        </w:trPr>
        <w:tc>
          <w:tcPr>
            <w:tcW w:w="29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Pr="0029065F" w:rsidRDefault="009D0F06" w:rsidP="009D0F06">
            <w:pPr>
              <w:rPr>
                <w:b/>
                <w:sz w:val="18"/>
                <w:szCs w:val="18"/>
              </w:rPr>
            </w:pPr>
            <w:r w:rsidRPr="0029065F">
              <w:rPr>
                <w:b/>
                <w:sz w:val="18"/>
                <w:szCs w:val="18"/>
              </w:rPr>
              <w:t xml:space="preserve">За </w:t>
            </w:r>
            <w:r w:rsidR="00434BE2" w:rsidRPr="0029065F">
              <w:rPr>
                <w:b/>
                <w:sz w:val="18"/>
                <w:szCs w:val="18"/>
              </w:rPr>
              <w:t xml:space="preserve">январь - </w:t>
            </w:r>
            <w:r w:rsidR="0068091B">
              <w:rPr>
                <w:b/>
                <w:sz w:val="18"/>
                <w:szCs w:val="18"/>
              </w:rPr>
              <w:t>дека</w:t>
            </w:r>
            <w:r w:rsidR="00A93B7C" w:rsidRPr="00A93B7C">
              <w:rPr>
                <w:b/>
                <w:sz w:val="18"/>
                <w:szCs w:val="18"/>
              </w:rPr>
              <w:t>брь</w:t>
            </w:r>
            <w:r w:rsidR="00434BE2" w:rsidRPr="0029065F">
              <w:rPr>
                <w:b/>
                <w:sz w:val="18"/>
                <w:szCs w:val="18"/>
              </w:rPr>
              <w:t xml:space="preserve"> </w:t>
            </w:r>
            <w:r w:rsidRPr="0029065F">
              <w:rPr>
                <w:b/>
                <w:sz w:val="18"/>
                <w:szCs w:val="18"/>
              </w:rPr>
              <w:t>20</w:t>
            </w:r>
            <w:r w:rsidR="00324015">
              <w:rPr>
                <w:b/>
                <w:sz w:val="18"/>
                <w:szCs w:val="18"/>
              </w:rPr>
              <w:t>20</w:t>
            </w:r>
            <w:r w:rsidRPr="0029065F">
              <w:rPr>
                <w:b/>
                <w:sz w:val="18"/>
                <w:szCs w:val="18"/>
              </w:rPr>
              <w:t xml:space="preserve"> года</w:t>
            </w:r>
          </w:p>
          <w:p w:rsidR="009D0F06" w:rsidRPr="00020A41" w:rsidRDefault="009D0F06" w:rsidP="009D0F06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Увеличение собственного капитала – всего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0F06" w:rsidRPr="00EC7908" w:rsidRDefault="006E5624" w:rsidP="000305DF">
            <w:pPr>
              <w:jc w:val="center"/>
              <w:rPr>
                <w:sz w:val="18"/>
                <w:szCs w:val="18"/>
              </w:rPr>
            </w:pPr>
            <w:bookmarkStart w:id="118" w:name="f3r50"/>
            <w:bookmarkEnd w:id="118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0F06" w:rsidRPr="00EC7908" w:rsidRDefault="006E5624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0F06" w:rsidRPr="00EC7908" w:rsidRDefault="006E5624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0F06" w:rsidRPr="00EC7908" w:rsidRDefault="006E5624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0F06" w:rsidRPr="00EC7908" w:rsidRDefault="006E5624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0F06" w:rsidRPr="00EC7908" w:rsidRDefault="006E5624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2565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0F06" w:rsidRPr="00EC7908" w:rsidRDefault="006E5624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0F06" w:rsidRPr="00EC7908" w:rsidRDefault="006E5624" w:rsidP="00030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2565</w:t>
            </w:r>
          </w:p>
        </w:tc>
      </w:tr>
      <w:tr w:rsidR="009D0F06" w:rsidTr="008B2090">
        <w:trPr>
          <w:gridAfter w:val="6"/>
          <w:wAfter w:w="5706" w:type="dxa"/>
          <w:trHeight w:val="134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0F06" w:rsidRPr="00020A41" w:rsidRDefault="009D0F06" w:rsidP="009D0F06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В том числе: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D0F06" w:rsidRPr="00EC7908" w:rsidRDefault="006E5624" w:rsidP="000E3576">
            <w:pPr>
              <w:jc w:val="center"/>
              <w:rPr>
                <w:sz w:val="18"/>
                <w:szCs w:val="18"/>
              </w:rPr>
            </w:pPr>
            <w:bookmarkStart w:id="119" w:name="f3r51"/>
            <w:bookmarkEnd w:id="119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D0F06" w:rsidRPr="00EC7908" w:rsidRDefault="006E5624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D0F06" w:rsidRPr="00EC7908" w:rsidRDefault="006E5624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D0F06" w:rsidRPr="00EC7908" w:rsidRDefault="006E5624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D0F06" w:rsidRPr="00EC7908" w:rsidRDefault="006E5624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D0F06" w:rsidRPr="00EC7908" w:rsidRDefault="006E5624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2565</w:t>
            </w:r>
          </w:p>
        </w:tc>
        <w:tc>
          <w:tcPr>
            <w:tcW w:w="9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D0F06" w:rsidRPr="00EC7908" w:rsidRDefault="006E5624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D0F06" w:rsidRPr="00EC7908" w:rsidRDefault="006E5624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2565</w:t>
            </w:r>
          </w:p>
        </w:tc>
      </w:tr>
      <w:tr w:rsidR="009D0F06" w:rsidTr="008B2090">
        <w:trPr>
          <w:gridAfter w:val="6"/>
          <w:wAfter w:w="5706" w:type="dxa"/>
          <w:trHeight w:val="152"/>
        </w:trPr>
        <w:tc>
          <w:tcPr>
            <w:tcW w:w="29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Pr="00020A41" w:rsidRDefault="009D0F06" w:rsidP="009D0F06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 xml:space="preserve">чистая прибыль 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051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0F06" w:rsidRPr="00EC7908" w:rsidRDefault="009D0F06" w:rsidP="009D0F06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0F06" w:rsidRPr="00EC7908" w:rsidRDefault="009D0F06" w:rsidP="009D0F06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0F06" w:rsidRPr="00EC7908" w:rsidRDefault="009D0F06" w:rsidP="009D0F06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0F06" w:rsidRPr="00EC7908" w:rsidRDefault="009D0F06" w:rsidP="009D0F06">
            <w:pPr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0F06" w:rsidRPr="00EC7908" w:rsidRDefault="009D0F06" w:rsidP="009D0F06">
            <w:pPr>
              <w:rPr>
                <w:sz w:val="18"/>
                <w:szCs w:val="18"/>
              </w:rPr>
            </w:pPr>
          </w:p>
        </w:tc>
        <w:tc>
          <w:tcPr>
            <w:tcW w:w="11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0F06" w:rsidRPr="00EC7908" w:rsidRDefault="009D0F06" w:rsidP="009D0F06">
            <w:pPr>
              <w:rPr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0F06" w:rsidRPr="00EC7908" w:rsidRDefault="009D0F06" w:rsidP="009D0F06">
            <w:pPr>
              <w:rPr>
                <w:sz w:val="18"/>
                <w:szCs w:val="18"/>
              </w:rPr>
            </w:pPr>
          </w:p>
        </w:tc>
        <w:tc>
          <w:tcPr>
            <w:tcW w:w="8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0F06" w:rsidRPr="00EC7908" w:rsidRDefault="009D0F06" w:rsidP="009D0F06">
            <w:pPr>
              <w:rPr>
                <w:sz w:val="18"/>
                <w:szCs w:val="18"/>
              </w:rPr>
            </w:pPr>
          </w:p>
        </w:tc>
      </w:tr>
      <w:tr w:rsidR="00B20104" w:rsidTr="008B2090">
        <w:trPr>
          <w:gridAfter w:val="6"/>
          <w:wAfter w:w="5706" w:type="dxa"/>
          <w:trHeight w:val="310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20104" w:rsidRPr="00020A41" w:rsidRDefault="00B20104" w:rsidP="009D0F06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переоценка долгосрочных активов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20104" w:rsidRPr="00020A41" w:rsidRDefault="00B20104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bookmarkStart w:id="120" w:name="f3r52"/>
            <w:bookmarkEnd w:id="120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B20104" w:rsidTr="008B2090">
        <w:trPr>
          <w:gridAfter w:val="6"/>
          <w:wAfter w:w="5706" w:type="dxa"/>
          <w:trHeight w:val="499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20104" w:rsidRPr="00020A41" w:rsidRDefault="00B20104" w:rsidP="009D0F06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20104" w:rsidRPr="00020A41" w:rsidRDefault="00B20104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bookmarkStart w:id="121" w:name="f3r53"/>
            <w:bookmarkEnd w:id="121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B20104" w:rsidTr="008B2090">
        <w:trPr>
          <w:gridAfter w:val="6"/>
          <w:wAfter w:w="5706" w:type="dxa"/>
          <w:trHeight w:val="275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20104" w:rsidRPr="00020A41" w:rsidRDefault="00B20104" w:rsidP="009D0F06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 xml:space="preserve">выпуск дополнительных акций 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20104" w:rsidRPr="00020A41" w:rsidRDefault="00B20104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bookmarkStart w:id="122" w:name="f3r54"/>
            <w:bookmarkEnd w:id="122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B20104" w:rsidTr="008B2090">
        <w:trPr>
          <w:gridAfter w:val="6"/>
          <w:wAfter w:w="5706" w:type="dxa"/>
          <w:trHeight w:val="302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20104" w:rsidRPr="00020A41" w:rsidRDefault="00B20104" w:rsidP="009D0F06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увеличение номинальной стоимости акций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20104" w:rsidRPr="00020A41" w:rsidRDefault="00B20104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bookmarkStart w:id="123" w:name="f3r55"/>
            <w:bookmarkEnd w:id="123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B20104" w:rsidTr="008B2090">
        <w:trPr>
          <w:gridAfter w:val="6"/>
          <w:wAfter w:w="5706" w:type="dxa"/>
          <w:trHeight w:val="464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20104" w:rsidRPr="00020A41" w:rsidRDefault="00B20104" w:rsidP="009D0F06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вклады собственника имущества (учредителей, участников)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20104" w:rsidRPr="00020A41" w:rsidRDefault="00B20104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bookmarkStart w:id="124" w:name="f3r56"/>
            <w:bookmarkEnd w:id="124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B20104" w:rsidTr="008B2090">
        <w:trPr>
          <w:gridAfter w:val="6"/>
          <w:wAfter w:w="5706" w:type="dxa"/>
          <w:trHeight w:val="259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20104" w:rsidRPr="00020A41" w:rsidRDefault="00B20104" w:rsidP="009D0F06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реорганизация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20104" w:rsidRPr="00020A41" w:rsidRDefault="00B20104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bookmarkStart w:id="125" w:name="f3r57"/>
            <w:bookmarkEnd w:id="125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B20104" w:rsidTr="008B2090">
        <w:trPr>
          <w:gridAfter w:val="6"/>
          <w:wAfter w:w="5706" w:type="dxa"/>
          <w:trHeight w:val="259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20104" w:rsidRPr="00020A41" w:rsidRDefault="00B20104" w:rsidP="009D0F06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прочие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20104" w:rsidRPr="00020A41" w:rsidRDefault="00B20104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bookmarkStart w:id="126" w:name="f3r58"/>
            <w:bookmarkEnd w:id="126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B20104" w:rsidTr="008B2090">
        <w:trPr>
          <w:gridAfter w:val="6"/>
          <w:wAfter w:w="5706" w:type="dxa"/>
          <w:trHeight w:val="259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20104" w:rsidRPr="00020A41" w:rsidRDefault="00B20104" w:rsidP="009D0F06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20104" w:rsidRPr="00020A41" w:rsidRDefault="00B20104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0E3576">
            <w:pPr>
              <w:jc w:val="center"/>
              <w:rPr>
                <w:sz w:val="18"/>
                <w:szCs w:val="18"/>
              </w:rPr>
            </w:pPr>
            <w:bookmarkStart w:id="127" w:name="f3r59"/>
            <w:bookmarkEnd w:id="12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0E35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0E35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0E35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0E35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0E35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0E35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0E3576">
            <w:pPr>
              <w:jc w:val="center"/>
              <w:rPr>
                <w:sz w:val="18"/>
                <w:szCs w:val="18"/>
              </w:rPr>
            </w:pPr>
          </w:p>
        </w:tc>
      </w:tr>
      <w:tr w:rsidR="00B20104" w:rsidTr="008B2090">
        <w:trPr>
          <w:gridAfter w:val="6"/>
          <w:wAfter w:w="5706" w:type="dxa"/>
          <w:trHeight w:val="269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20104" w:rsidRPr="00020A41" w:rsidRDefault="00B20104" w:rsidP="009D0F06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Уменьшение собственного капитала – всего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20104" w:rsidRPr="00020A41" w:rsidRDefault="00B20104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20104" w:rsidRPr="00EC7908" w:rsidRDefault="00B20104" w:rsidP="000E3576">
            <w:pPr>
              <w:jc w:val="center"/>
              <w:rPr>
                <w:sz w:val="18"/>
                <w:szCs w:val="18"/>
              </w:rPr>
            </w:pPr>
            <w:bookmarkStart w:id="128" w:name="f3r60"/>
            <w:bookmarkEnd w:id="128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20104" w:rsidRPr="00EC7908" w:rsidRDefault="00B20104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20104" w:rsidRPr="00EC7908" w:rsidRDefault="00B20104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20104" w:rsidRPr="00EC7908" w:rsidRDefault="00B20104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20104" w:rsidRPr="00EC7908" w:rsidRDefault="00B20104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20104" w:rsidRPr="00EC7908" w:rsidRDefault="00B20104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20104" w:rsidRPr="00EC7908" w:rsidRDefault="00B20104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20104" w:rsidRPr="00EC7908" w:rsidRDefault="00B20104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</w:t>
            </w:r>
          </w:p>
        </w:tc>
      </w:tr>
      <w:tr w:rsidR="00B20104" w:rsidTr="00B20104">
        <w:trPr>
          <w:trHeight w:val="259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20104" w:rsidRPr="00020A41" w:rsidRDefault="00B20104" w:rsidP="009D0F06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В том числе: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20104" w:rsidRPr="00020A41" w:rsidRDefault="00B20104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bookmarkStart w:id="129" w:name="f3r61"/>
            <w:bookmarkEnd w:id="129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</w:tcPr>
          <w:p w:rsidR="00B20104" w:rsidRPr="00EC7908" w:rsidRDefault="00B20104" w:rsidP="004B04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1" w:type="dxa"/>
          </w:tcPr>
          <w:p w:rsidR="00B20104" w:rsidRPr="00EC7908" w:rsidRDefault="00B20104" w:rsidP="004B04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1" w:type="dxa"/>
          </w:tcPr>
          <w:p w:rsidR="00B20104" w:rsidRPr="00EC7908" w:rsidRDefault="00B20104" w:rsidP="004B04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1" w:type="dxa"/>
          </w:tcPr>
          <w:p w:rsidR="00B20104" w:rsidRPr="00EC7908" w:rsidRDefault="00B20104" w:rsidP="004B04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1" w:type="dxa"/>
          </w:tcPr>
          <w:p w:rsidR="00B20104" w:rsidRPr="00EC7908" w:rsidRDefault="00B20104" w:rsidP="004B04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1" w:type="dxa"/>
          </w:tcPr>
          <w:p w:rsidR="00B20104" w:rsidRPr="00EC7908" w:rsidRDefault="00B20104" w:rsidP="004B04D5">
            <w:pPr>
              <w:jc w:val="center"/>
              <w:rPr>
                <w:sz w:val="18"/>
                <w:szCs w:val="18"/>
              </w:rPr>
            </w:pPr>
          </w:p>
        </w:tc>
      </w:tr>
      <w:tr w:rsidR="00B20104" w:rsidTr="008B2090">
        <w:trPr>
          <w:trHeight w:val="259"/>
        </w:trPr>
        <w:tc>
          <w:tcPr>
            <w:tcW w:w="29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20104" w:rsidRPr="00020A41" w:rsidRDefault="00B20104" w:rsidP="009D0F06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убыток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20104" w:rsidRPr="00020A41" w:rsidRDefault="00B20104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061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0104" w:rsidRPr="00EC7908" w:rsidRDefault="00B20104" w:rsidP="009D0F06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0104" w:rsidRPr="00EC7908" w:rsidRDefault="00B20104" w:rsidP="009D0F06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0104" w:rsidRPr="00EC7908" w:rsidRDefault="00B20104" w:rsidP="009D0F06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0104" w:rsidRPr="00EC7908" w:rsidRDefault="00B20104" w:rsidP="009D0F06">
            <w:pPr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0104" w:rsidRPr="00EC7908" w:rsidRDefault="00B20104" w:rsidP="009D0F06">
            <w:pPr>
              <w:rPr>
                <w:sz w:val="18"/>
                <w:szCs w:val="18"/>
              </w:rPr>
            </w:pPr>
          </w:p>
        </w:tc>
        <w:tc>
          <w:tcPr>
            <w:tcW w:w="11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0104" w:rsidRPr="00EC7908" w:rsidRDefault="00B20104" w:rsidP="009D0F06">
            <w:pPr>
              <w:rPr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0104" w:rsidRPr="00EC7908" w:rsidRDefault="00B20104" w:rsidP="009D0F06">
            <w:pPr>
              <w:rPr>
                <w:sz w:val="18"/>
                <w:szCs w:val="18"/>
              </w:rPr>
            </w:pPr>
          </w:p>
        </w:tc>
        <w:tc>
          <w:tcPr>
            <w:tcW w:w="8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0104" w:rsidRPr="00EC7908" w:rsidRDefault="00B20104" w:rsidP="009D0F06">
            <w:pPr>
              <w:rPr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B20104" w:rsidRDefault="00B20104">
            <w:pPr>
              <w:rPr>
                <w:sz w:val="20"/>
                <w:szCs w:val="20"/>
              </w:rPr>
            </w:pPr>
          </w:p>
        </w:tc>
        <w:tc>
          <w:tcPr>
            <w:tcW w:w="951" w:type="dxa"/>
            <w:vAlign w:val="center"/>
          </w:tcPr>
          <w:p w:rsidR="00B20104" w:rsidRDefault="00B20104">
            <w:pPr>
              <w:rPr>
                <w:sz w:val="20"/>
                <w:szCs w:val="20"/>
              </w:rPr>
            </w:pPr>
          </w:p>
        </w:tc>
        <w:tc>
          <w:tcPr>
            <w:tcW w:w="951" w:type="dxa"/>
            <w:vAlign w:val="center"/>
          </w:tcPr>
          <w:p w:rsidR="00B20104" w:rsidRDefault="00B20104">
            <w:pPr>
              <w:rPr>
                <w:sz w:val="20"/>
                <w:szCs w:val="20"/>
              </w:rPr>
            </w:pPr>
          </w:p>
        </w:tc>
        <w:tc>
          <w:tcPr>
            <w:tcW w:w="951" w:type="dxa"/>
            <w:vAlign w:val="center"/>
          </w:tcPr>
          <w:p w:rsidR="00B20104" w:rsidRDefault="00B20104">
            <w:pPr>
              <w:rPr>
                <w:sz w:val="20"/>
                <w:szCs w:val="20"/>
              </w:rPr>
            </w:pPr>
          </w:p>
        </w:tc>
        <w:tc>
          <w:tcPr>
            <w:tcW w:w="951" w:type="dxa"/>
            <w:vAlign w:val="center"/>
          </w:tcPr>
          <w:p w:rsidR="00B20104" w:rsidRDefault="00B20104">
            <w:pPr>
              <w:rPr>
                <w:sz w:val="20"/>
                <w:szCs w:val="20"/>
              </w:rPr>
            </w:pPr>
          </w:p>
        </w:tc>
        <w:tc>
          <w:tcPr>
            <w:tcW w:w="951" w:type="dxa"/>
            <w:vAlign w:val="center"/>
          </w:tcPr>
          <w:p w:rsidR="00B20104" w:rsidRDefault="00B20104">
            <w:pPr>
              <w:rPr>
                <w:sz w:val="20"/>
                <w:szCs w:val="20"/>
              </w:rPr>
            </w:pPr>
          </w:p>
        </w:tc>
      </w:tr>
      <w:tr w:rsidR="00B20104" w:rsidTr="008B2090">
        <w:trPr>
          <w:gridAfter w:val="6"/>
          <w:wAfter w:w="5706" w:type="dxa"/>
          <w:trHeight w:val="240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20104" w:rsidRPr="00020A41" w:rsidRDefault="00B20104" w:rsidP="009D0F06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переоценка долгосрочных активов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20104" w:rsidRPr="00020A41" w:rsidRDefault="00B20104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bookmarkStart w:id="130" w:name="f3r62"/>
            <w:bookmarkEnd w:id="130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B20104" w:rsidTr="008B2090">
        <w:trPr>
          <w:gridAfter w:val="6"/>
          <w:wAfter w:w="5706" w:type="dxa"/>
          <w:trHeight w:val="578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20104" w:rsidRPr="00020A41" w:rsidRDefault="00B20104" w:rsidP="009D0F06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20104" w:rsidRPr="00020A41" w:rsidRDefault="00B20104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bookmarkStart w:id="131" w:name="f3r63"/>
            <w:bookmarkEnd w:id="131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B20104" w:rsidTr="008B2090">
        <w:trPr>
          <w:gridAfter w:val="6"/>
          <w:wAfter w:w="5706" w:type="dxa"/>
          <w:trHeight w:val="385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20104" w:rsidRPr="00020A41" w:rsidRDefault="00B20104" w:rsidP="009D0F06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уменьшение номинальной стоимости акций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20104" w:rsidRPr="00020A41" w:rsidRDefault="00B20104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bookmarkStart w:id="132" w:name="f3r64"/>
            <w:bookmarkEnd w:id="132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B20104" w:rsidTr="008B2090">
        <w:trPr>
          <w:gridAfter w:val="6"/>
          <w:wAfter w:w="5706" w:type="dxa"/>
          <w:trHeight w:val="392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20104" w:rsidRPr="00020A41" w:rsidRDefault="00B20104" w:rsidP="009D0F06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выкуп акций (долей в уставном капитале)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20104" w:rsidRPr="00020A41" w:rsidRDefault="00B20104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bookmarkStart w:id="133" w:name="f3r65"/>
            <w:bookmarkEnd w:id="133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B20104" w:rsidTr="008B2090">
        <w:trPr>
          <w:gridAfter w:val="6"/>
          <w:wAfter w:w="5706" w:type="dxa"/>
          <w:trHeight w:val="514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20104" w:rsidRPr="00020A41" w:rsidRDefault="00B20104" w:rsidP="009D0F06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20104" w:rsidRPr="00020A41" w:rsidRDefault="00B20104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0E3576">
            <w:pPr>
              <w:jc w:val="center"/>
              <w:rPr>
                <w:sz w:val="18"/>
                <w:szCs w:val="18"/>
              </w:rPr>
            </w:pPr>
            <w:bookmarkStart w:id="134" w:name="f3r66"/>
            <w:bookmarkEnd w:id="134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</w:t>
            </w:r>
          </w:p>
        </w:tc>
      </w:tr>
      <w:tr w:rsidR="00B20104" w:rsidTr="008B2090">
        <w:trPr>
          <w:gridAfter w:val="6"/>
          <w:wAfter w:w="5706" w:type="dxa"/>
          <w:trHeight w:val="259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20104" w:rsidRPr="00020A41" w:rsidRDefault="00B20104" w:rsidP="009D0F06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реорганизация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20104" w:rsidRPr="00020A41" w:rsidRDefault="00B20104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bookmarkStart w:id="135" w:name="f3r67"/>
            <w:bookmarkEnd w:id="135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B20104" w:rsidTr="008B2090">
        <w:trPr>
          <w:gridAfter w:val="6"/>
          <w:wAfter w:w="5706" w:type="dxa"/>
          <w:trHeight w:val="259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20104" w:rsidRPr="00020A41" w:rsidRDefault="00B20104" w:rsidP="009D0F06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прочие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20104" w:rsidRPr="00020A41" w:rsidRDefault="00B20104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bookmarkStart w:id="136" w:name="f3r68"/>
            <w:bookmarkEnd w:id="136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B20104" w:rsidTr="008B2090">
        <w:trPr>
          <w:gridAfter w:val="6"/>
          <w:wAfter w:w="5706" w:type="dxa"/>
          <w:trHeight w:val="259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104" w:rsidRPr="00020A41" w:rsidRDefault="00B20104" w:rsidP="009D0F06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20104" w:rsidRPr="00020A41" w:rsidRDefault="00B20104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0E3576">
            <w:pPr>
              <w:jc w:val="center"/>
              <w:rPr>
                <w:sz w:val="18"/>
                <w:szCs w:val="18"/>
              </w:rPr>
            </w:pPr>
            <w:bookmarkStart w:id="137" w:name="f3r69"/>
            <w:bookmarkEnd w:id="13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</w:p>
        </w:tc>
      </w:tr>
    </w:tbl>
    <w:p w:rsidR="009D0F06" w:rsidRDefault="009D0F06" w:rsidP="009D0F06">
      <w:pPr>
        <w:pStyle w:val="a3"/>
        <w:jc w:val="right"/>
      </w:pPr>
      <w:r>
        <w:br w:type="page"/>
      </w:r>
    </w:p>
    <w:tbl>
      <w:tblPr>
        <w:tblW w:w="11303" w:type="dxa"/>
        <w:tblInd w:w="-372" w:type="dxa"/>
        <w:tblLayout w:type="fixed"/>
        <w:tblLook w:val="0000" w:firstRow="0" w:lastRow="0" w:firstColumn="0" w:lastColumn="0" w:noHBand="0" w:noVBand="0"/>
      </w:tblPr>
      <w:tblGrid>
        <w:gridCol w:w="405"/>
        <w:gridCol w:w="720"/>
        <w:gridCol w:w="921"/>
        <w:gridCol w:w="901"/>
        <w:gridCol w:w="653"/>
        <w:gridCol w:w="960"/>
        <w:gridCol w:w="960"/>
        <w:gridCol w:w="960"/>
        <w:gridCol w:w="840"/>
        <w:gridCol w:w="1046"/>
        <w:gridCol w:w="1114"/>
        <w:gridCol w:w="951"/>
        <w:gridCol w:w="872"/>
      </w:tblGrid>
      <w:tr w:rsidR="009D0F06" w:rsidRPr="00390AC9" w:rsidTr="003B7A93">
        <w:trPr>
          <w:trHeight w:val="259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Pr="008A6DA6" w:rsidRDefault="009D0F06" w:rsidP="009D0F06">
            <w:pPr>
              <w:jc w:val="center"/>
              <w:rPr>
                <w:b/>
                <w:bCs/>
                <w:sz w:val="14"/>
                <w:szCs w:val="14"/>
              </w:rPr>
            </w:pPr>
            <w:r w:rsidRPr="008A6DA6">
              <w:rPr>
                <w:b/>
                <w:bCs/>
                <w:sz w:val="14"/>
                <w:szCs w:val="14"/>
              </w:rPr>
              <w:lastRenderedPageBreak/>
              <w:t>Наименование показателей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8A6DA6" w:rsidRDefault="009D0F06" w:rsidP="009D0F06">
            <w:pPr>
              <w:ind w:left="-55" w:right="-108"/>
              <w:jc w:val="center"/>
              <w:rPr>
                <w:b/>
                <w:bCs/>
                <w:sz w:val="14"/>
                <w:szCs w:val="14"/>
              </w:rPr>
            </w:pPr>
            <w:r w:rsidRPr="008A6DA6">
              <w:rPr>
                <w:b/>
                <w:bCs/>
                <w:sz w:val="14"/>
                <w:szCs w:val="14"/>
              </w:rPr>
              <w:t>Код строки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8A6DA6" w:rsidRDefault="009D0F06" w:rsidP="009D0F06">
            <w:pPr>
              <w:jc w:val="center"/>
              <w:rPr>
                <w:b/>
                <w:bCs/>
                <w:sz w:val="14"/>
                <w:szCs w:val="14"/>
              </w:rPr>
            </w:pPr>
            <w:r w:rsidRPr="008A6DA6">
              <w:rPr>
                <w:b/>
                <w:bCs/>
                <w:sz w:val="14"/>
                <w:szCs w:val="14"/>
              </w:rPr>
              <w:t>Уставный капитал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8A6DA6" w:rsidRDefault="009D0F06" w:rsidP="009D0F06">
            <w:pPr>
              <w:jc w:val="center"/>
              <w:rPr>
                <w:b/>
                <w:bCs/>
                <w:sz w:val="14"/>
                <w:szCs w:val="14"/>
              </w:rPr>
            </w:pPr>
            <w:proofErr w:type="spellStart"/>
            <w:proofErr w:type="gramStart"/>
            <w:r w:rsidRPr="008A6DA6">
              <w:rPr>
                <w:b/>
                <w:bCs/>
                <w:sz w:val="14"/>
                <w:szCs w:val="14"/>
              </w:rPr>
              <w:t>Неопла-ченная</w:t>
            </w:r>
            <w:proofErr w:type="spellEnd"/>
            <w:proofErr w:type="gramEnd"/>
            <w:r w:rsidRPr="008A6DA6">
              <w:rPr>
                <w:b/>
                <w:bCs/>
                <w:sz w:val="14"/>
                <w:szCs w:val="14"/>
              </w:rPr>
              <w:t xml:space="preserve"> часть уставного капитала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8A6DA6" w:rsidRDefault="009D0F06" w:rsidP="009D0F06">
            <w:pPr>
              <w:jc w:val="center"/>
              <w:rPr>
                <w:b/>
                <w:bCs/>
                <w:sz w:val="14"/>
                <w:szCs w:val="14"/>
              </w:rPr>
            </w:pPr>
            <w:proofErr w:type="spellStart"/>
            <w:proofErr w:type="gramStart"/>
            <w:r w:rsidRPr="008A6DA6">
              <w:rPr>
                <w:b/>
                <w:bCs/>
                <w:sz w:val="14"/>
                <w:szCs w:val="14"/>
              </w:rPr>
              <w:t>Собст</w:t>
            </w:r>
            <w:proofErr w:type="spellEnd"/>
            <w:r w:rsidRPr="008A6DA6">
              <w:rPr>
                <w:b/>
                <w:bCs/>
                <w:sz w:val="14"/>
                <w:szCs w:val="14"/>
              </w:rPr>
              <w:t>-венные</w:t>
            </w:r>
            <w:proofErr w:type="gramEnd"/>
            <w:r w:rsidRPr="008A6DA6">
              <w:rPr>
                <w:b/>
                <w:bCs/>
                <w:sz w:val="14"/>
                <w:szCs w:val="14"/>
              </w:rPr>
              <w:t xml:space="preserve"> акции (доли в уставном капитале)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8A6DA6" w:rsidRDefault="009D0F06" w:rsidP="009D0F06">
            <w:pPr>
              <w:jc w:val="center"/>
              <w:rPr>
                <w:b/>
                <w:bCs/>
                <w:sz w:val="14"/>
                <w:szCs w:val="14"/>
              </w:rPr>
            </w:pPr>
            <w:proofErr w:type="gramStart"/>
            <w:r w:rsidRPr="008A6DA6">
              <w:rPr>
                <w:b/>
                <w:bCs/>
                <w:sz w:val="14"/>
                <w:szCs w:val="14"/>
              </w:rPr>
              <w:t>Резерв-</w:t>
            </w:r>
            <w:proofErr w:type="spellStart"/>
            <w:r w:rsidRPr="008A6DA6">
              <w:rPr>
                <w:b/>
                <w:bCs/>
                <w:sz w:val="14"/>
                <w:szCs w:val="14"/>
              </w:rPr>
              <w:t>ный</w:t>
            </w:r>
            <w:proofErr w:type="spellEnd"/>
            <w:proofErr w:type="gramEnd"/>
            <w:r w:rsidRPr="008A6DA6">
              <w:rPr>
                <w:b/>
                <w:bCs/>
                <w:sz w:val="14"/>
                <w:szCs w:val="14"/>
              </w:rPr>
              <w:t xml:space="preserve"> капитал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8A6DA6" w:rsidRDefault="009D0F06" w:rsidP="009D0F06">
            <w:pPr>
              <w:jc w:val="center"/>
              <w:rPr>
                <w:b/>
                <w:bCs/>
                <w:sz w:val="14"/>
                <w:szCs w:val="14"/>
              </w:rPr>
            </w:pPr>
            <w:proofErr w:type="spellStart"/>
            <w:proofErr w:type="gramStart"/>
            <w:r w:rsidRPr="008A6DA6">
              <w:rPr>
                <w:b/>
                <w:bCs/>
                <w:sz w:val="14"/>
                <w:szCs w:val="14"/>
              </w:rPr>
              <w:t>Добавоч-ный</w:t>
            </w:r>
            <w:proofErr w:type="spellEnd"/>
            <w:proofErr w:type="gramEnd"/>
            <w:r w:rsidRPr="008A6DA6">
              <w:rPr>
                <w:b/>
                <w:bCs/>
                <w:sz w:val="14"/>
                <w:szCs w:val="14"/>
              </w:rPr>
              <w:t xml:space="preserve"> капитал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8A6DA6" w:rsidRDefault="009D0F06" w:rsidP="009D0F06">
            <w:pPr>
              <w:jc w:val="center"/>
              <w:rPr>
                <w:b/>
                <w:bCs/>
                <w:sz w:val="14"/>
                <w:szCs w:val="14"/>
              </w:rPr>
            </w:pPr>
            <w:proofErr w:type="spellStart"/>
            <w:proofErr w:type="gramStart"/>
            <w:r w:rsidRPr="008A6DA6">
              <w:rPr>
                <w:b/>
                <w:bCs/>
                <w:sz w:val="14"/>
                <w:szCs w:val="14"/>
              </w:rPr>
              <w:t>Нераспре</w:t>
            </w:r>
            <w:proofErr w:type="spellEnd"/>
            <w:r w:rsidRPr="008A6DA6">
              <w:rPr>
                <w:b/>
                <w:bCs/>
                <w:sz w:val="14"/>
                <w:szCs w:val="14"/>
              </w:rPr>
              <w:t>-деленная</w:t>
            </w:r>
            <w:proofErr w:type="gramEnd"/>
            <w:r w:rsidRPr="008A6DA6">
              <w:rPr>
                <w:b/>
                <w:bCs/>
                <w:sz w:val="14"/>
                <w:szCs w:val="14"/>
              </w:rPr>
              <w:t xml:space="preserve"> прибыль (непокрытый убыток)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8A6DA6" w:rsidRDefault="009D0F06" w:rsidP="009D0F06">
            <w:pPr>
              <w:jc w:val="center"/>
              <w:rPr>
                <w:b/>
                <w:bCs/>
                <w:sz w:val="14"/>
                <w:szCs w:val="14"/>
              </w:rPr>
            </w:pPr>
            <w:r w:rsidRPr="008A6DA6">
              <w:rPr>
                <w:b/>
                <w:bCs/>
                <w:sz w:val="14"/>
                <w:szCs w:val="14"/>
              </w:rPr>
              <w:t>Чистая прибыль (убыток)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8A6DA6" w:rsidRDefault="009D0F06" w:rsidP="009D0F06">
            <w:pPr>
              <w:jc w:val="center"/>
              <w:rPr>
                <w:b/>
                <w:bCs/>
                <w:sz w:val="14"/>
                <w:szCs w:val="14"/>
              </w:rPr>
            </w:pPr>
            <w:r w:rsidRPr="008A6DA6">
              <w:rPr>
                <w:b/>
                <w:bCs/>
                <w:sz w:val="14"/>
                <w:szCs w:val="14"/>
              </w:rPr>
              <w:t>Итого</w:t>
            </w:r>
          </w:p>
        </w:tc>
      </w:tr>
      <w:tr w:rsidR="009D0F06" w:rsidRPr="00020A41" w:rsidTr="003B7A93">
        <w:trPr>
          <w:trHeight w:val="259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20A41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B20104" w:rsidRPr="00EC7908" w:rsidTr="003B7A93">
        <w:trPr>
          <w:trHeight w:val="284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20104" w:rsidRPr="00020A41" w:rsidRDefault="00B20104" w:rsidP="009D0F06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Изменение уставного капитала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20104" w:rsidRPr="00020A41" w:rsidRDefault="00B20104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070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bookmarkStart w:id="138" w:name="f3r70"/>
            <w:bookmarkEnd w:id="138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B20104" w:rsidRPr="00EC7908" w:rsidTr="003B7A93">
        <w:trPr>
          <w:trHeight w:val="284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20104" w:rsidRPr="00020A41" w:rsidRDefault="00B20104" w:rsidP="009D0F06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Изменение резервного капитала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20104" w:rsidRPr="00020A41" w:rsidRDefault="00B20104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080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bookmarkStart w:id="139" w:name="f3r80"/>
            <w:bookmarkEnd w:id="139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(24)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B20104" w:rsidRPr="00EC7908" w:rsidTr="003B7A93">
        <w:trPr>
          <w:trHeight w:val="284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20104" w:rsidRPr="00020A41" w:rsidRDefault="00B20104" w:rsidP="009D0F06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Изменение добавочного капитала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20104" w:rsidRPr="00020A41" w:rsidRDefault="00B20104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bookmarkStart w:id="140" w:name="f3r90"/>
            <w:bookmarkEnd w:id="140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(33)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B20104" w:rsidRPr="00EC7908" w:rsidTr="003B7A93">
        <w:trPr>
          <w:trHeight w:val="284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104" w:rsidRPr="0029065F" w:rsidRDefault="00B20104" w:rsidP="0068091B">
            <w:pPr>
              <w:rPr>
                <w:b/>
                <w:sz w:val="18"/>
                <w:szCs w:val="18"/>
              </w:rPr>
            </w:pPr>
            <w:r w:rsidRPr="0029065F">
              <w:rPr>
                <w:b/>
                <w:sz w:val="18"/>
                <w:szCs w:val="18"/>
              </w:rPr>
              <w:t xml:space="preserve">Остаток на </w:t>
            </w:r>
            <w:r>
              <w:rPr>
                <w:b/>
                <w:sz w:val="18"/>
                <w:szCs w:val="18"/>
              </w:rPr>
              <w:t>31</w:t>
            </w:r>
            <w:r w:rsidRPr="0029065F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12</w:t>
            </w:r>
            <w:r w:rsidRPr="0029065F">
              <w:rPr>
                <w:b/>
                <w:sz w:val="18"/>
                <w:szCs w:val="18"/>
              </w:rPr>
              <w:t>.20</w:t>
            </w:r>
            <w:r>
              <w:rPr>
                <w:b/>
                <w:sz w:val="18"/>
                <w:szCs w:val="18"/>
              </w:rPr>
              <w:t xml:space="preserve">20 </w:t>
            </w:r>
            <w:r w:rsidRPr="0029065F">
              <w:rPr>
                <w:b/>
                <w:sz w:val="18"/>
                <w:szCs w:val="18"/>
              </w:rPr>
              <w:t>г.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B20104" w:rsidRPr="00020A41" w:rsidRDefault="00B20104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bookmarkStart w:id="141" w:name="f3r100"/>
            <w:bookmarkEnd w:id="141"/>
            <w:r>
              <w:rPr>
                <w:sz w:val="18"/>
                <w:szCs w:val="18"/>
              </w:rPr>
              <w:t>2062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3213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9349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14648</w:t>
            </w:r>
          </w:p>
        </w:tc>
      </w:tr>
      <w:tr w:rsidR="00B20104" w:rsidRPr="00EC7908" w:rsidTr="003B7A93">
        <w:trPr>
          <w:trHeight w:val="284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20104" w:rsidRPr="0029065F" w:rsidRDefault="00B20104" w:rsidP="00324015">
            <w:pPr>
              <w:rPr>
                <w:b/>
                <w:sz w:val="18"/>
                <w:szCs w:val="18"/>
              </w:rPr>
            </w:pPr>
            <w:r w:rsidRPr="0029065F">
              <w:rPr>
                <w:b/>
                <w:sz w:val="18"/>
                <w:szCs w:val="18"/>
              </w:rPr>
              <w:t>Остаток на 31.12.20</w:t>
            </w:r>
            <w:r>
              <w:rPr>
                <w:b/>
                <w:sz w:val="18"/>
                <w:szCs w:val="18"/>
              </w:rPr>
              <w:t>20</w:t>
            </w:r>
            <w:r w:rsidRPr="0029065F">
              <w:rPr>
                <w:b/>
                <w:sz w:val="18"/>
                <w:szCs w:val="18"/>
              </w:rPr>
              <w:t xml:space="preserve"> г. 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20104" w:rsidRPr="00020A41" w:rsidRDefault="00B20104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bookmarkStart w:id="142" w:name="f3r110"/>
            <w:bookmarkEnd w:id="142"/>
            <w:r>
              <w:rPr>
                <w:sz w:val="18"/>
                <w:szCs w:val="18"/>
              </w:rPr>
              <w:t>2062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9349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14648</w:t>
            </w:r>
          </w:p>
        </w:tc>
      </w:tr>
      <w:tr w:rsidR="00B20104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20104" w:rsidRPr="00020A41" w:rsidRDefault="00B20104" w:rsidP="009D0F06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Корректировки в связи с изменением учетной политики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20104" w:rsidRPr="00020A41" w:rsidRDefault="00B20104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bookmarkStart w:id="143" w:name="f3r120"/>
            <w:bookmarkEnd w:id="143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B20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B20104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20104" w:rsidRPr="00020A41" w:rsidRDefault="00B20104" w:rsidP="009D0F06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Корректировки в связи с исправлением ошибок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20104" w:rsidRPr="00020A41" w:rsidRDefault="00B20104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bookmarkStart w:id="144" w:name="f3r130"/>
            <w:bookmarkEnd w:id="144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(45)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(45</w:t>
            </w:r>
            <w:r w:rsidR="00065660">
              <w:rPr>
                <w:sz w:val="18"/>
                <w:szCs w:val="18"/>
              </w:rPr>
              <w:t>)</w:t>
            </w:r>
          </w:p>
        </w:tc>
      </w:tr>
      <w:tr w:rsidR="00B20104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104" w:rsidRPr="0029065F" w:rsidRDefault="00B20104" w:rsidP="00324015">
            <w:pPr>
              <w:rPr>
                <w:b/>
                <w:sz w:val="18"/>
                <w:szCs w:val="18"/>
              </w:rPr>
            </w:pPr>
            <w:r w:rsidRPr="0029065F">
              <w:rPr>
                <w:b/>
                <w:sz w:val="18"/>
                <w:szCs w:val="18"/>
              </w:rPr>
              <w:t>Скорректированный остаток на 31.12.20</w:t>
            </w:r>
            <w:r>
              <w:rPr>
                <w:b/>
                <w:sz w:val="18"/>
                <w:szCs w:val="18"/>
              </w:rPr>
              <w:t xml:space="preserve">20 </w:t>
            </w:r>
            <w:r w:rsidRPr="0029065F">
              <w:rPr>
                <w:b/>
                <w:sz w:val="18"/>
                <w:szCs w:val="18"/>
              </w:rPr>
              <w:t xml:space="preserve">г. 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20104" w:rsidRPr="00020A41" w:rsidRDefault="00B20104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140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bookmarkStart w:id="145" w:name="f3r140"/>
            <w:bookmarkEnd w:id="145"/>
            <w:r>
              <w:rPr>
                <w:sz w:val="18"/>
                <w:szCs w:val="18"/>
              </w:rPr>
              <w:t>2062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9304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14603</w:t>
            </w:r>
          </w:p>
        </w:tc>
      </w:tr>
      <w:tr w:rsidR="00B20104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104" w:rsidRPr="0029065F" w:rsidRDefault="00B20104" w:rsidP="00660EBB">
            <w:pPr>
              <w:jc w:val="both"/>
              <w:rPr>
                <w:b/>
                <w:sz w:val="18"/>
                <w:szCs w:val="18"/>
              </w:rPr>
            </w:pPr>
            <w:r w:rsidRPr="0029065F">
              <w:rPr>
                <w:b/>
                <w:sz w:val="18"/>
                <w:szCs w:val="18"/>
              </w:rPr>
              <w:t xml:space="preserve">За январь - </w:t>
            </w:r>
            <w:r>
              <w:rPr>
                <w:b/>
                <w:sz w:val="18"/>
                <w:szCs w:val="18"/>
              </w:rPr>
              <w:t>декабрь</w:t>
            </w:r>
            <w:r w:rsidRPr="00043003">
              <w:rPr>
                <w:b/>
                <w:sz w:val="18"/>
                <w:szCs w:val="18"/>
              </w:rPr>
              <w:t xml:space="preserve"> </w:t>
            </w:r>
            <w:r w:rsidRPr="0029065F">
              <w:rPr>
                <w:b/>
                <w:sz w:val="18"/>
                <w:szCs w:val="18"/>
              </w:rPr>
              <w:t>20</w:t>
            </w:r>
            <w:r>
              <w:rPr>
                <w:b/>
                <w:sz w:val="18"/>
                <w:szCs w:val="18"/>
              </w:rPr>
              <w:t>21</w:t>
            </w:r>
            <w:r w:rsidRPr="0029065F">
              <w:rPr>
                <w:b/>
                <w:sz w:val="18"/>
                <w:szCs w:val="18"/>
              </w:rPr>
              <w:t xml:space="preserve"> года</w:t>
            </w:r>
          </w:p>
          <w:p w:rsidR="00B20104" w:rsidRPr="00660EBB" w:rsidRDefault="00B20104" w:rsidP="00660EBB">
            <w:pPr>
              <w:jc w:val="both"/>
              <w:rPr>
                <w:sz w:val="18"/>
                <w:szCs w:val="18"/>
              </w:rPr>
            </w:pPr>
            <w:r w:rsidRPr="00660EBB">
              <w:rPr>
                <w:sz w:val="18"/>
                <w:szCs w:val="18"/>
              </w:rPr>
              <w:t>Увеличение собственного капитала – всего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20104" w:rsidRPr="00020A41" w:rsidRDefault="00B20104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bookmarkStart w:id="146" w:name="f3r150"/>
            <w:bookmarkEnd w:id="146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2153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2153</w:t>
            </w:r>
          </w:p>
        </w:tc>
      </w:tr>
      <w:tr w:rsidR="00B20104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20104" w:rsidRPr="00020A41" w:rsidRDefault="00B20104" w:rsidP="009D0F06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В том числе: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20104" w:rsidRPr="00020A41" w:rsidRDefault="00B20104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rPr>
                <w:color w:val="FF0000"/>
                <w:sz w:val="18"/>
                <w:szCs w:val="18"/>
              </w:rPr>
            </w:pPr>
          </w:p>
        </w:tc>
      </w:tr>
      <w:tr w:rsidR="00B20104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20104" w:rsidRPr="00020A41" w:rsidRDefault="00B20104" w:rsidP="009D0F06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 xml:space="preserve">чистая прибыль 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20104" w:rsidRPr="00020A41" w:rsidRDefault="00B20104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bookmarkStart w:id="147" w:name="f3r151"/>
            <w:bookmarkEnd w:id="147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20104" w:rsidRPr="00EC7908" w:rsidRDefault="00B2010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2153</w:t>
            </w:r>
          </w:p>
        </w:tc>
      </w:tr>
      <w:tr w:rsidR="00065660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65660" w:rsidRPr="00020A41" w:rsidRDefault="00065660" w:rsidP="009D0F06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переоценка долгосрочных активов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020A41" w:rsidRDefault="00065660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bookmarkStart w:id="148" w:name="f3r152"/>
            <w:bookmarkEnd w:id="148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065660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65660" w:rsidRPr="00020A41" w:rsidRDefault="00065660" w:rsidP="009D0F06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020A41" w:rsidRDefault="00065660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bookmarkStart w:id="149" w:name="f3r153"/>
            <w:bookmarkEnd w:id="149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065660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65660" w:rsidRPr="00020A41" w:rsidRDefault="00065660" w:rsidP="009D0F06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 xml:space="preserve">выпуск дополнительных акций 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020A41" w:rsidRDefault="00065660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bookmarkStart w:id="150" w:name="f3r154"/>
            <w:bookmarkEnd w:id="150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065660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65660" w:rsidRPr="00020A41" w:rsidRDefault="00065660" w:rsidP="009D0F06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увеличение номинальной стоимости акций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020A41" w:rsidRDefault="00065660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bookmarkStart w:id="151" w:name="f3r155"/>
            <w:bookmarkEnd w:id="151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065660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65660" w:rsidRPr="00020A41" w:rsidRDefault="00065660" w:rsidP="009D0F06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вклады собственника имущества (учредителей, участников)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020A41" w:rsidRDefault="00065660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bookmarkStart w:id="152" w:name="f3r156"/>
            <w:bookmarkEnd w:id="152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065660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65660" w:rsidRPr="00020A41" w:rsidRDefault="00065660" w:rsidP="009D0F06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реорганизация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020A41" w:rsidRDefault="00065660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bookmarkStart w:id="153" w:name="f3r157"/>
            <w:bookmarkEnd w:id="153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065660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65660" w:rsidRPr="00020A41" w:rsidRDefault="00065660" w:rsidP="009D0F06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прочие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020A41" w:rsidRDefault="00065660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bookmarkStart w:id="154" w:name="f3r158"/>
            <w:bookmarkEnd w:id="154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065660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65660" w:rsidRPr="00020A41" w:rsidRDefault="00065660" w:rsidP="009D0F06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020A41" w:rsidRDefault="00065660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  <w:bookmarkStart w:id="155" w:name="f3r159"/>
            <w:bookmarkEnd w:id="15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</w:p>
        </w:tc>
      </w:tr>
      <w:tr w:rsidR="00065660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65660" w:rsidRPr="00020A41" w:rsidRDefault="00065660" w:rsidP="009D0F06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Уменьшение собственного капитала – всего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020A41" w:rsidRDefault="00065660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  <w:bookmarkStart w:id="156" w:name="f3r160"/>
            <w:bookmarkEnd w:id="156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399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399</w:t>
            </w:r>
          </w:p>
        </w:tc>
      </w:tr>
      <w:tr w:rsidR="00065660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65660" w:rsidRPr="00020A41" w:rsidRDefault="00065660" w:rsidP="009D0F06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В том числе: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020A41" w:rsidRDefault="00065660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065660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65660" w:rsidRPr="00020A41" w:rsidRDefault="00065660" w:rsidP="009D0F06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убыток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020A41" w:rsidRDefault="00065660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bookmarkStart w:id="157" w:name="f3r161"/>
            <w:bookmarkEnd w:id="157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065660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65660" w:rsidRPr="00020A41" w:rsidRDefault="00065660" w:rsidP="009D0F06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переоценка долгосрочных активов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020A41" w:rsidRDefault="00065660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bookmarkStart w:id="158" w:name="f3r162"/>
            <w:bookmarkEnd w:id="158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065660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65660" w:rsidRPr="00020A41" w:rsidRDefault="00065660" w:rsidP="009D0F06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020A41" w:rsidRDefault="00065660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bookmarkStart w:id="159" w:name="f3r163"/>
            <w:bookmarkEnd w:id="159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065660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65660" w:rsidRPr="00020A41" w:rsidRDefault="00065660" w:rsidP="009D0F06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уменьшение номинальной стоимости акций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020A41" w:rsidRDefault="00065660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bookmarkStart w:id="160" w:name="f3r164"/>
            <w:bookmarkEnd w:id="160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065660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65660" w:rsidRPr="00020A41" w:rsidRDefault="00065660" w:rsidP="009D0F06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выкуп акций (долей в уставном капитале)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020A41" w:rsidRDefault="00065660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bookmarkStart w:id="161" w:name="f3r165"/>
            <w:bookmarkEnd w:id="161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065660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65660" w:rsidRPr="00020A41" w:rsidRDefault="00065660" w:rsidP="009D0F06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020A41" w:rsidRDefault="00065660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  <w:bookmarkStart w:id="162" w:name="f3r166"/>
            <w:bookmarkEnd w:id="162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399</w:t>
            </w:r>
          </w:p>
        </w:tc>
      </w:tr>
      <w:tr w:rsidR="00065660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65660" w:rsidRPr="00020A41" w:rsidRDefault="00065660" w:rsidP="009D0F06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реорганизация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020A41" w:rsidRDefault="00065660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bookmarkStart w:id="163" w:name="f3r167"/>
            <w:bookmarkEnd w:id="163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065660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65660" w:rsidRPr="00020A41" w:rsidRDefault="00065660" w:rsidP="009D0F06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прочие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020A41" w:rsidRDefault="00065660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bookmarkStart w:id="164" w:name="f3r168"/>
            <w:bookmarkEnd w:id="164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065660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65660" w:rsidRPr="00020A41" w:rsidRDefault="00065660" w:rsidP="009D0F06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020A41" w:rsidRDefault="00065660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  <w:bookmarkStart w:id="165" w:name="f3r169"/>
            <w:bookmarkEnd w:id="16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</w:p>
        </w:tc>
      </w:tr>
      <w:tr w:rsidR="00065660" w:rsidRPr="00EC7908" w:rsidTr="003B7A93">
        <w:trPr>
          <w:trHeight w:val="284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65660" w:rsidRPr="00020A41" w:rsidRDefault="00065660" w:rsidP="009D0F06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Изменение уставного капитала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020A41" w:rsidRDefault="00065660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170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bookmarkStart w:id="166" w:name="f3r170"/>
            <w:bookmarkEnd w:id="166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3A3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065660" w:rsidRPr="00EC7908" w:rsidTr="003B7A93">
        <w:trPr>
          <w:trHeight w:val="284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65660" w:rsidRPr="00020A41" w:rsidRDefault="00065660" w:rsidP="009D0F06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Изменение резервного капитала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020A41" w:rsidRDefault="00065660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180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  <w:bookmarkStart w:id="167" w:name="f3r180"/>
            <w:bookmarkEnd w:id="167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065660" w:rsidRPr="00EC7908" w:rsidTr="003B7A93">
        <w:trPr>
          <w:trHeight w:val="284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65660" w:rsidRPr="00020A41" w:rsidRDefault="00065660" w:rsidP="009D0F06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Изменение добавочного капитала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65660" w:rsidRPr="00020A41" w:rsidRDefault="00065660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  <w:bookmarkStart w:id="168" w:name="f3r190"/>
            <w:bookmarkEnd w:id="168"/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(142)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065660" w:rsidRPr="00EC7908" w:rsidTr="003B7A93">
        <w:trPr>
          <w:trHeight w:val="255"/>
        </w:trPr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5660" w:rsidRPr="0029065F" w:rsidRDefault="00065660" w:rsidP="0068091B">
            <w:pPr>
              <w:rPr>
                <w:b/>
                <w:sz w:val="18"/>
                <w:szCs w:val="18"/>
              </w:rPr>
            </w:pPr>
            <w:r w:rsidRPr="0029065F">
              <w:rPr>
                <w:b/>
                <w:sz w:val="18"/>
                <w:szCs w:val="18"/>
              </w:rPr>
              <w:t xml:space="preserve">Остаток на </w:t>
            </w:r>
            <w:r>
              <w:rPr>
                <w:b/>
                <w:sz w:val="18"/>
                <w:szCs w:val="18"/>
              </w:rPr>
              <w:t>31</w:t>
            </w:r>
            <w:r w:rsidRPr="0029065F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12</w:t>
            </w:r>
            <w:r w:rsidRPr="0029065F">
              <w:rPr>
                <w:b/>
                <w:sz w:val="18"/>
                <w:szCs w:val="18"/>
              </w:rPr>
              <w:t>.20</w:t>
            </w:r>
            <w:r>
              <w:rPr>
                <w:b/>
                <w:sz w:val="18"/>
                <w:szCs w:val="18"/>
              </w:rPr>
              <w:t>21</w:t>
            </w:r>
            <w:r w:rsidRPr="0029065F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65660" w:rsidRPr="00020A41" w:rsidRDefault="00065660" w:rsidP="009D0F0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  <w:bookmarkStart w:id="169" w:name="f3r200"/>
            <w:bookmarkEnd w:id="169"/>
            <w:r>
              <w:rPr>
                <w:sz w:val="18"/>
                <w:szCs w:val="18"/>
              </w:rPr>
              <w:t>2062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3071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11198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5660" w:rsidRPr="00EC7908" w:rsidRDefault="00065660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16357</w:t>
            </w:r>
          </w:p>
        </w:tc>
      </w:tr>
      <w:tr w:rsidR="00065660" w:rsidTr="003B7A93">
        <w:trPr>
          <w:trHeight w:val="41"/>
        </w:trPr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8A6DA6" w:rsidRDefault="00065660" w:rsidP="009D0F06">
            <w:pPr>
              <w:rPr>
                <w:sz w:val="16"/>
                <w:szCs w:val="16"/>
              </w:rPr>
            </w:pPr>
            <w:r w:rsidRPr="008A6DA6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8A6DA6" w:rsidRDefault="00065660" w:rsidP="009D0F06">
            <w:pPr>
              <w:rPr>
                <w:sz w:val="16"/>
                <w:szCs w:val="16"/>
              </w:rPr>
            </w:pPr>
            <w:r w:rsidRPr="008A6DA6">
              <w:rPr>
                <w:sz w:val="16"/>
                <w:szCs w:val="16"/>
              </w:rPr>
              <w:t> 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8A6DA6" w:rsidRDefault="00065660" w:rsidP="009D0F06">
            <w:pPr>
              <w:rPr>
                <w:sz w:val="16"/>
                <w:szCs w:val="16"/>
              </w:rPr>
            </w:pPr>
            <w:r w:rsidRPr="008A6DA6">
              <w:rPr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8A6DA6" w:rsidRDefault="00065660" w:rsidP="009D0F06">
            <w:pPr>
              <w:rPr>
                <w:sz w:val="16"/>
                <w:szCs w:val="16"/>
              </w:rPr>
            </w:pPr>
            <w:r w:rsidRPr="008A6DA6">
              <w:rPr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8A6DA6" w:rsidRDefault="00065660" w:rsidP="009D0F06">
            <w:pPr>
              <w:jc w:val="center"/>
              <w:rPr>
                <w:sz w:val="16"/>
                <w:szCs w:val="16"/>
              </w:rPr>
            </w:pPr>
            <w:r w:rsidRPr="008A6DA6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8A6DA6" w:rsidRDefault="00065660" w:rsidP="000E35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8A6DA6" w:rsidRDefault="00065660" w:rsidP="000E35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8A6DA6" w:rsidRDefault="00065660" w:rsidP="000E35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8A6DA6" w:rsidRDefault="00065660" w:rsidP="000E35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8A6DA6" w:rsidRDefault="00065660" w:rsidP="000E35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8A6DA6" w:rsidRDefault="00065660" w:rsidP="000E35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8A6DA6" w:rsidRDefault="00065660" w:rsidP="000E35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8A6DA6" w:rsidRDefault="00065660" w:rsidP="000E3576">
            <w:pPr>
              <w:jc w:val="center"/>
              <w:rPr>
                <w:sz w:val="16"/>
                <w:szCs w:val="16"/>
              </w:rPr>
            </w:pPr>
          </w:p>
        </w:tc>
      </w:tr>
      <w:tr w:rsidR="00065660" w:rsidTr="003B7A93">
        <w:trPr>
          <w:trHeight w:val="225"/>
        </w:trPr>
        <w:tc>
          <w:tcPr>
            <w:tcW w:w="20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Default="00065660" w:rsidP="009D0F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Руководитель 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65660" w:rsidRDefault="00065660" w:rsidP="009D0F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Default="00065660" w:rsidP="000E35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Default="00065660" w:rsidP="000E35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Default="00065660" w:rsidP="000E35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Default="00065660" w:rsidP="000E35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Default="00065660" w:rsidP="000E35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9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65660" w:rsidRDefault="00065660" w:rsidP="000E35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А.Г.Галимов</w:t>
            </w:r>
            <w:proofErr w:type="spellEnd"/>
          </w:p>
        </w:tc>
      </w:tr>
      <w:tr w:rsidR="00065660" w:rsidTr="003B7A93">
        <w:trPr>
          <w:trHeight w:val="41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8A6DA6" w:rsidRDefault="00065660" w:rsidP="009D0F06">
            <w:pPr>
              <w:rPr>
                <w:rFonts w:ascii="Arial CYR" w:hAnsi="Arial CYR" w:cs="Arial CYR"/>
                <w:sz w:val="14"/>
                <w:szCs w:val="14"/>
              </w:rPr>
            </w:pPr>
            <w:r w:rsidRPr="008A6DA6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8A6DA6" w:rsidRDefault="00065660" w:rsidP="009D0F06">
            <w:pPr>
              <w:rPr>
                <w:rFonts w:ascii="Arial CYR" w:hAnsi="Arial CYR" w:cs="Arial CYR"/>
                <w:sz w:val="14"/>
                <w:szCs w:val="14"/>
              </w:rPr>
            </w:pPr>
            <w:r w:rsidRPr="008A6DA6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8A6DA6" w:rsidRDefault="00065660" w:rsidP="009D0F06">
            <w:pPr>
              <w:rPr>
                <w:rFonts w:ascii="Arial CYR" w:hAnsi="Arial CYR" w:cs="Arial CYR"/>
                <w:sz w:val="14"/>
                <w:szCs w:val="14"/>
              </w:rPr>
            </w:pPr>
            <w:r w:rsidRPr="008A6DA6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8A6DA6" w:rsidRDefault="00065660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 w:rsidRPr="008A6DA6">
              <w:rPr>
                <w:i/>
                <w:iCs/>
                <w:sz w:val="14"/>
                <w:szCs w:val="14"/>
              </w:rPr>
              <w:t>(подпись)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8A6DA6" w:rsidRDefault="00065660" w:rsidP="000E3576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8A6DA6" w:rsidRDefault="00065660" w:rsidP="000E3576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8A6DA6" w:rsidRDefault="00065660" w:rsidP="000E3576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8A6DA6" w:rsidRDefault="00065660" w:rsidP="000E3576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8A6DA6" w:rsidRDefault="00065660" w:rsidP="000E3576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2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8A6DA6" w:rsidRDefault="00065660" w:rsidP="000E3576">
            <w:pPr>
              <w:jc w:val="center"/>
              <w:rPr>
                <w:i/>
                <w:iCs/>
                <w:sz w:val="14"/>
                <w:szCs w:val="14"/>
              </w:rPr>
            </w:pPr>
            <w:r w:rsidRPr="008A6DA6">
              <w:rPr>
                <w:i/>
                <w:iCs/>
                <w:sz w:val="14"/>
                <w:szCs w:val="14"/>
              </w:rPr>
              <w:t>(инициалы, фамилия)</w:t>
            </w:r>
          </w:p>
        </w:tc>
      </w:tr>
      <w:tr w:rsidR="00065660" w:rsidTr="003B7A93">
        <w:trPr>
          <w:trHeight w:val="300"/>
        </w:trPr>
        <w:tc>
          <w:tcPr>
            <w:tcW w:w="20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Default="00065660" w:rsidP="009D0F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65660" w:rsidRDefault="00065660" w:rsidP="009D0F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Default="00065660" w:rsidP="000E35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Default="00065660" w:rsidP="000E35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Default="00065660" w:rsidP="000E35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Default="00065660" w:rsidP="000E35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Default="00065660" w:rsidP="000E35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9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65660" w:rsidRDefault="00065660" w:rsidP="000E35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Т.В.Пашкель</w:t>
            </w:r>
            <w:proofErr w:type="spellEnd"/>
          </w:p>
        </w:tc>
      </w:tr>
      <w:tr w:rsidR="00065660" w:rsidTr="003B7A93">
        <w:trPr>
          <w:trHeight w:val="114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8A6DA6" w:rsidRDefault="00065660" w:rsidP="009D0F06">
            <w:pPr>
              <w:rPr>
                <w:rFonts w:ascii="Arial CYR" w:hAnsi="Arial CYR" w:cs="Arial CYR"/>
                <w:sz w:val="14"/>
                <w:szCs w:val="14"/>
              </w:rPr>
            </w:pPr>
            <w:r w:rsidRPr="008A6DA6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8A6DA6" w:rsidRDefault="00065660" w:rsidP="009D0F06">
            <w:pPr>
              <w:rPr>
                <w:rFonts w:ascii="Arial CYR" w:hAnsi="Arial CYR" w:cs="Arial CYR"/>
                <w:sz w:val="14"/>
                <w:szCs w:val="14"/>
              </w:rPr>
            </w:pPr>
            <w:r w:rsidRPr="008A6DA6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8A6DA6" w:rsidRDefault="00065660" w:rsidP="009D0F06">
            <w:pPr>
              <w:rPr>
                <w:rFonts w:ascii="Arial CYR" w:hAnsi="Arial CYR" w:cs="Arial CYR"/>
                <w:sz w:val="14"/>
                <w:szCs w:val="14"/>
              </w:rPr>
            </w:pPr>
            <w:r w:rsidRPr="008A6DA6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8A6DA6" w:rsidRDefault="00065660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 w:rsidRPr="008A6DA6">
              <w:rPr>
                <w:i/>
                <w:iCs/>
                <w:sz w:val="14"/>
                <w:szCs w:val="14"/>
              </w:rPr>
              <w:t>(подпись)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8A6DA6" w:rsidRDefault="00065660" w:rsidP="000E3576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8A6DA6" w:rsidRDefault="00065660" w:rsidP="000E3576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8A6DA6" w:rsidRDefault="00065660" w:rsidP="000E3576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8A6DA6" w:rsidRDefault="00065660" w:rsidP="000E3576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8A6DA6" w:rsidRDefault="00065660" w:rsidP="000E3576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2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8A6DA6" w:rsidRDefault="00065660" w:rsidP="000E3576">
            <w:pPr>
              <w:jc w:val="center"/>
              <w:rPr>
                <w:i/>
                <w:iCs/>
                <w:sz w:val="14"/>
                <w:szCs w:val="14"/>
              </w:rPr>
            </w:pPr>
            <w:r w:rsidRPr="008A6DA6">
              <w:rPr>
                <w:i/>
                <w:iCs/>
                <w:sz w:val="14"/>
                <w:szCs w:val="14"/>
              </w:rPr>
              <w:t>(инициалы, фамилия)</w:t>
            </w:r>
          </w:p>
        </w:tc>
      </w:tr>
      <w:tr w:rsidR="00065660" w:rsidTr="003B7A93">
        <w:trPr>
          <w:trHeight w:val="225"/>
        </w:trPr>
        <w:tc>
          <w:tcPr>
            <w:tcW w:w="29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Pr="00821F23" w:rsidRDefault="00065660" w:rsidP="0068091B">
            <w:pPr>
              <w:ind w:left="12" w:hanging="12"/>
              <w:rPr>
                <w:sz w:val="18"/>
                <w:szCs w:val="18"/>
              </w:rPr>
            </w:pPr>
            <w:r w:rsidRPr="00821F23">
              <w:rPr>
                <w:sz w:val="18"/>
                <w:szCs w:val="18"/>
              </w:rPr>
              <w:t>___________________ 202</w:t>
            </w:r>
            <w:r>
              <w:rPr>
                <w:sz w:val="18"/>
                <w:szCs w:val="18"/>
              </w:rPr>
              <w:t>2</w:t>
            </w:r>
            <w:r w:rsidRPr="00821F23">
              <w:rPr>
                <w:sz w:val="18"/>
                <w:szCs w:val="18"/>
              </w:rPr>
              <w:t>_ г.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Default="00065660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Default="00065660" w:rsidP="000E35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Default="00065660" w:rsidP="000E35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Default="00065660" w:rsidP="000E35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Default="00065660" w:rsidP="000E35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Default="00065660" w:rsidP="000E35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Default="00065660" w:rsidP="000E35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Default="00065660" w:rsidP="000E35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65660" w:rsidRDefault="00065660" w:rsidP="000E35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bookmarkEnd w:id="112"/>
    </w:tbl>
    <w:p w:rsidR="009D0F06" w:rsidRDefault="009D0F06" w:rsidP="009D0F06">
      <w:pPr>
        <w:pStyle w:val="a3"/>
        <w:jc w:val="right"/>
      </w:pPr>
    </w:p>
    <w:p w:rsidR="00775496" w:rsidRDefault="009D0F06" w:rsidP="00775496">
      <w:pPr>
        <w:pStyle w:val="a3"/>
        <w:jc w:val="right"/>
        <w:rPr>
          <w:rFonts w:ascii="Times New Roman" w:hAnsi="Times New Roman"/>
          <w:b/>
          <w:u w:val="single"/>
        </w:rPr>
      </w:pPr>
      <w:r w:rsidRPr="009D0F06">
        <w:br w:type="page"/>
      </w:r>
      <w:bookmarkStart w:id="170" w:name="f4"/>
      <w:r w:rsidR="00775496" w:rsidRPr="00B33DBC">
        <w:rPr>
          <w:rFonts w:ascii="Times New Roman" w:hAnsi="Times New Roman"/>
          <w:b/>
          <w:u w:val="single"/>
        </w:rPr>
        <w:lastRenderedPageBreak/>
        <w:t>Форма  №4</w:t>
      </w:r>
    </w:p>
    <w:tbl>
      <w:tblPr>
        <w:tblW w:w="10200" w:type="dxa"/>
        <w:tblInd w:w="108" w:type="dxa"/>
        <w:tblLook w:val="0000" w:firstRow="0" w:lastRow="0" w:firstColumn="0" w:lastColumn="0" w:noHBand="0" w:noVBand="0"/>
      </w:tblPr>
      <w:tblGrid>
        <w:gridCol w:w="1448"/>
        <w:gridCol w:w="780"/>
        <w:gridCol w:w="1276"/>
        <w:gridCol w:w="1025"/>
        <w:gridCol w:w="782"/>
        <w:gridCol w:w="2369"/>
        <w:gridCol w:w="2520"/>
      </w:tblGrid>
      <w:tr w:rsidR="00775496" w:rsidTr="0087687E">
        <w:trPr>
          <w:trHeight w:val="22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Default="00775496" w:rsidP="0087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Default="00775496" w:rsidP="0087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Default="00775496" w:rsidP="0087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Default="00775496" w:rsidP="0087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Default="00775496" w:rsidP="0087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75496" w:rsidRDefault="00775496" w:rsidP="0087687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4</w:t>
            </w:r>
          </w:p>
        </w:tc>
      </w:tr>
      <w:tr w:rsidR="00775496" w:rsidTr="00775496">
        <w:trPr>
          <w:trHeight w:val="84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Default="00775496" w:rsidP="0087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Default="00775496" w:rsidP="0087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Default="00775496" w:rsidP="0087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Default="00775496" w:rsidP="0087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Default="00775496" w:rsidP="0087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75496" w:rsidRDefault="00775496" w:rsidP="0087687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775496" w:rsidTr="0087687E">
        <w:trPr>
          <w:trHeight w:val="22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Default="00775496" w:rsidP="0087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Default="00775496" w:rsidP="0087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Default="00775496" w:rsidP="0087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Default="00775496" w:rsidP="0087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Default="00775496" w:rsidP="0087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75496" w:rsidRDefault="00775496" w:rsidP="0087687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</w:t>
            </w:r>
            <w:r w:rsidR="00476DCF">
              <w:rPr>
                <w:sz w:val="16"/>
                <w:szCs w:val="16"/>
              </w:rPr>
              <w:t>12.12.2016 № 104</w:t>
            </w:r>
          </w:p>
        </w:tc>
      </w:tr>
      <w:tr w:rsidR="00775496" w:rsidTr="00775496">
        <w:trPr>
          <w:trHeight w:val="66"/>
        </w:trPr>
        <w:tc>
          <w:tcPr>
            <w:tcW w:w="102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Default="00775496" w:rsidP="0087687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ОТЧЕТ</w:t>
            </w:r>
          </w:p>
        </w:tc>
      </w:tr>
      <w:tr w:rsidR="00775496" w:rsidTr="0087687E">
        <w:trPr>
          <w:trHeight w:val="255"/>
        </w:trPr>
        <w:tc>
          <w:tcPr>
            <w:tcW w:w="102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Default="00775496" w:rsidP="0087687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 движении денежных средств</w:t>
            </w:r>
          </w:p>
        </w:tc>
      </w:tr>
      <w:tr w:rsidR="00775496" w:rsidTr="0087687E">
        <w:trPr>
          <w:trHeight w:val="8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Default="00775496" w:rsidP="0087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Default="00775496" w:rsidP="0087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Pr="00E6783C" w:rsidRDefault="00775496" w:rsidP="0087687E">
            <w:pPr>
              <w:ind w:firstLineChars="300" w:firstLine="602"/>
              <w:rPr>
                <w:b/>
                <w:sz w:val="20"/>
                <w:szCs w:val="20"/>
              </w:rPr>
            </w:pPr>
          </w:p>
        </w:tc>
        <w:tc>
          <w:tcPr>
            <w:tcW w:w="41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75496" w:rsidRPr="00E6783C" w:rsidRDefault="00775496" w:rsidP="0068091B">
            <w:pPr>
              <w:jc w:val="center"/>
              <w:rPr>
                <w:b/>
                <w:sz w:val="20"/>
                <w:szCs w:val="20"/>
              </w:rPr>
            </w:pPr>
            <w:r w:rsidRPr="00E6783C">
              <w:rPr>
                <w:b/>
                <w:sz w:val="20"/>
                <w:szCs w:val="20"/>
              </w:rPr>
              <w:t xml:space="preserve">за </w:t>
            </w:r>
            <w:r w:rsidR="00434BE2" w:rsidRPr="00434BE2">
              <w:rPr>
                <w:b/>
                <w:sz w:val="20"/>
                <w:szCs w:val="20"/>
              </w:rPr>
              <w:t xml:space="preserve">январь - </w:t>
            </w:r>
            <w:r w:rsidR="0068091B">
              <w:rPr>
                <w:b/>
                <w:sz w:val="20"/>
                <w:szCs w:val="20"/>
              </w:rPr>
              <w:t>дека</w:t>
            </w:r>
            <w:r w:rsidR="00A93B7C">
              <w:rPr>
                <w:b/>
                <w:sz w:val="20"/>
                <w:szCs w:val="20"/>
              </w:rPr>
              <w:t>бр</w:t>
            </w:r>
            <w:r w:rsidR="00264B24">
              <w:rPr>
                <w:b/>
                <w:sz w:val="20"/>
                <w:szCs w:val="20"/>
              </w:rPr>
              <w:t>ь</w:t>
            </w:r>
            <w:r w:rsidRPr="00434BE2">
              <w:rPr>
                <w:b/>
                <w:sz w:val="20"/>
                <w:szCs w:val="20"/>
              </w:rPr>
              <w:t xml:space="preserve"> </w:t>
            </w:r>
            <w:r w:rsidRPr="00E6783C">
              <w:rPr>
                <w:b/>
                <w:sz w:val="20"/>
                <w:szCs w:val="20"/>
              </w:rPr>
              <w:t>20</w:t>
            </w:r>
            <w:r w:rsidR="00D47BF5">
              <w:rPr>
                <w:b/>
                <w:sz w:val="20"/>
                <w:szCs w:val="20"/>
              </w:rPr>
              <w:t>2</w:t>
            </w:r>
            <w:r w:rsidR="00043104">
              <w:rPr>
                <w:b/>
                <w:sz w:val="20"/>
                <w:szCs w:val="20"/>
              </w:rPr>
              <w:t>1</w:t>
            </w:r>
            <w:r w:rsidR="009F7605">
              <w:rPr>
                <w:b/>
                <w:sz w:val="20"/>
                <w:szCs w:val="20"/>
              </w:rPr>
              <w:t xml:space="preserve"> </w:t>
            </w:r>
            <w:r w:rsidRPr="00E6783C">
              <w:rPr>
                <w:b/>
                <w:sz w:val="20"/>
                <w:szCs w:val="20"/>
              </w:rPr>
              <w:t>года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Default="00775496" w:rsidP="0087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75496" w:rsidTr="0087687E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Pr="00057AB2" w:rsidRDefault="00775496" w:rsidP="0087687E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Pr="00057AB2" w:rsidRDefault="00775496" w:rsidP="0087687E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Pr="00057AB2" w:rsidRDefault="00775496" w:rsidP="0087687E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Pr="00057AB2" w:rsidRDefault="00775496" w:rsidP="0087687E">
            <w:pPr>
              <w:rPr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Pr="00057AB2" w:rsidRDefault="00775496" w:rsidP="0087687E">
            <w:pPr>
              <w:rPr>
                <w:sz w:val="16"/>
                <w:szCs w:val="16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Pr="00057AB2" w:rsidRDefault="00775496" w:rsidP="0087687E">
            <w:pPr>
              <w:rPr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Pr="00057AB2" w:rsidRDefault="00775496" w:rsidP="0087687E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</w:tr>
      <w:tr w:rsidR="00B20104" w:rsidTr="00B20104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20104" w:rsidRPr="00057AB2" w:rsidRDefault="00B20104" w:rsidP="0087687E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Организация</w:t>
            </w:r>
          </w:p>
        </w:tc>
        <w:tc>
          <w:tcPr>
            <w:tcW w:w="6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20104" w:rsidRDefault="00B20104" w:rsidP="00B20104">
            <w:pPr>
              <w:rPr>
                <w:sz w:val="20"/>
                <w:szCs w:val="20"/>
              </w:rPr>
            </w:pPr>
            <w:bookmarkStart w:id="171" w:name="title6"/>
            <w:bookmarkEnd w:id="171"/>
            <w:r>
              <w:rPr>
                <w:sz w:val="20"/>
                <w:szCs w:val="20"/>
              </w:rPr>
              <w:t> ОАО «</w:t>
            </w:r>
            <w:proofErr w:type="spellStart"/>
            <w:r>
              <w:rPr>
                <w:sz w:val="20"/>
                <w:szCs w:val="20"/>
              </w:rPr>
              <w:t>Лидапищеконцентраты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  <w:tr w:rsidR="00B20104" w:rsidTr="00B20104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20104" w:rsidRPr="00057AB2" w:rsidRDefault="00B20104" w:rsidP="0087687E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6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20104" w:rsidRDefault="00B20104" w:rsidP="00B201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 500021268</w:t>
            </w:r>
          </w:p>
        </w:tc>
      </w:tr>
      <w:tr w:rsidR="00B20104" w:rsidTr="00B20104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20104" w:rsidRPr="00057AB2" w:rsidRDefault="00B20104" w:rsidP="0087687E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6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20104" w:rsidRDefault="00B20104" w:rsidP="00B201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 10899</w:t>
            </w:r>
          </w:p>
        </w:tc>
      </w:tr>
      <w:tr w:rsidR="00B20104" w:rsidTr="00B20104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20104" w:rsidRPr="00057AB2" w:rsidRDefault="00B20104" w:rsidP="0087687E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6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20104" w:rsidRDefault="00B20104" w:rsidP="00B201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 частная</w:t>
            </w:r>
          </w:p>
        </w:tc>
      </w:tr>
      <w:tr w:rsidR="00B20104" w:rsidTr="00B20104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20104" w:rsidRPr="00057AB2" w:rsidRDefault="00B20104" w:rsidP="0087687E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6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20104" w:rsidRDefault="00B20104" w:rsidP="00B201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Собрание акционеров</w:t>
            </w:r>
          </w:p>
        </w:tc>
      </w:tr>
      <w:tr w:rsidR="00B20104" w:rsidTr="00B20104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20104" w:rsidRPr="00057AB2" w:rsidRDefault="00B20104" w:rsidP="0087687E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6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20104" w:rsidRDefault="00B20104" w:rsidP="00B201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тыс. руб.</w:t>
            </w:r>
          </w:p>
        </w:tc>
      </w:tr>
      <w:tr w:rsidR="00B20104" w:rsidTr="00B20104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20104" w:rsidRPr="00057AB2" w:rsidRDefault="00B20104" w:rsidP="0087687E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Адрес</w:t>
            </w:r>
          </w:p>
        </w:tc>
        <w:tc>
          <w:tcPr>
            <w:tcW w:w="6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20104" w:rsidRDefault="00B20104" w:rsidP="00B201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 231300, </w:t>
            </w:r>
            <w:proofErr w:type="spellStart"/>
            <w:r>
              <w:rPr>
                <w:sz w:val="20"/>
                <w:szCs w:val="20"/>
              </w:rPr>
              <w:t>Гродненская.обл</w:t>
            </w:r>
            <w:proofErr w:type="spellEnd"/>
            <w:r>
              <w:rPr>
                <w:sz w:val="20"/>
                <w:szCs w:val="20"/>
              </w:rPr>
              <w:t xml:space="preserve">., </w:t>
            </w:r>
            <w:proofErr w:type="spellStart"/>
            <w:r>
              <w:rPr>
                <w:sz w:val="20"/>
                <w:szCs w:val="20"/>
              </w:rPr>
              <w:t>г</w:t>
            </w:r>
            <w:proofErr w:type="gramStart"/>
            <w:r>
              <w:rPr>
                <w:sz w:val="20"/>
                <w:szCs w:val="20"/>
              </w:rPr>
              <w:t>.Л</w:t>
            </w:r>
            <w:proofErr w:type="gramEnd"/>
            <w:r>
              <w:rPr>
                <w:sz w:val="20"/>
                <w:szCs w:val="20"/>
              </w:rPr>
              <w:t>ида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ул.Тавлая</w:t>
            </w:r>
            <w:proofErr w:type="spellEnd"/>
            <w:r>
              <w:rPr>
                <w:sz w:val="20"/>
                <w:szCs w:val="20"/>
              </w:rPr>
              <w:t>, 11</w:t>
            </w:r>
          </w:p>
        </w:tc>
      </w:tr>
      <w:tr w:rsidR="00775496" w:rsidTr="0087687E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Pr="00057AB2" w:rsidRDefault="00775496" w:rsidP="0087687E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Pr="00057AB2" w:rsidRDefault="00775496" w:rsidP="0087687E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Pr="00057AB2" w:rsidRDefault="00775496" w:rsidP="0087687E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Pr="00057AB2" w:rsidRDefault="00775496" w:rsidP="0087687E">
            <w:pPr>
              <w:rPr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Pr="00057AB2" w:rsidRDefault="00775496" w:rsidP="0087687E">
            <w:pPr>
              <w:rPr>
                <w:sz w:val="14"/>
                <w:szCs w:val="14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Pr="00057AB2" w:rsidRDefault="00775496" w:rsidP="0087687E">
            <w:pPr>
              <w:rPr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5496" w:rsidRPr="00057AB2" w:rsidRDefault="00775496" w:rsidP="0087687E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</w:tr>
      <w:tr w:rsidR="0068091B" w:rsidTr="00775496">
        <w:trPr>
          <w:trHeight w:val="271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8091B" w:rsidRPr="00057AB2" w:rsidRDefault="0068091B" w:rsidP="0087687E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091B" w:rsidRPr="00057AB2" w:rsidRDefault="0068091B" w:rsidP="0087687E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091B" w:rsidRPr="009074EE" w:rsidRDefault="0068091B" w:rsidP="001F4FD4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 xml:space="preserve">За январь 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декабрь</w:t>
            </w:r>
          </w:p>
          <w:p w:rsidR="0068091B" w:rsidRPr="009074EE" w:rsidRDefault="0068091B" w:rsidP="001F4FD4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091B" w:rsidRPr="009074EE" w:rsidRDefault="0068091B" w:rsidP="001F4FD4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 xml:space="preserve">За январь 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декабрь</w:t>
            </w:r>
          </w:p>
          <w:p w:rsidR="0068091B" w:rsidRPr="009074EE" w:rsidRDefault="0068091B" w:rsidP="001F4FD4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775496" w:rsidTr="009D0F06">
        <w:trPr>
          <w:trHeight w:val="10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75496" w:rsidRPr="00057AB2" w:rsidRDefault="00775496" w:rsidP="0087687E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057AB2" w:rsidRDefault="00775496" w:rsidP="0087687E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057AB2" w:rsidRDefault="00775496" w:rsidP="0087687E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057AB2" w:rsidRDefault="0077549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775496" w:rsidTr="009D0F06">
        <w:trPr>
          <w:trHeight w:val="300"/>
        </w:trPr>
        <w:tc>
          <w:tcPr>
            <w:tcW w:w="102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75496" w:rsidRPr="0050011D" w:rsidRDefault="0077549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Движение денежных средств по текущей деятельности  </w:t>
            </w:r>
            <w:r w:rsidRPr="0050011D">
              <w:rPr>
                <w:sz w:val="20"/>
                <w:szCs w:val="20"/>
              </w:rPr>
              <w:t>(50, 51, 52, 55, 57, 58)</w:t>
            </w:r>
          </w:p>
        </w:tc>
      </w:tr>
      <w:tr w:rsidR="00775496" w:rsidTr="009D0F0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87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876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6E5624" w:rsidP="009D0F06">
            <w:pPr>
              <w:jc w:val="center"/>
              <w:rPr>
                <w:sz w:val="18"/>
                <w:szCs w:val="18"/>
              </w:rPr>
            </w:pPr>
            <w:bookmarkStart w:id="172" w:name="f4r20"/>
            <w:bookmarkEnd w:id="172"/>
            <w:r>
              <w:rPr>
                <w:sz w:val="18"/>
                <w:szCs w:val="18"/>
              </w:rPr>
              <w:t>34630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32690</w:t>
            </w:r>
          </w:p>
        </w:tc>
      </w:tr>
      <w:tr w:rsidR="00775496" w:rsidTr="009D0F0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775496" w:rsidP="009D0F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775496" w:rsidP="009D0F06">
            <w:pPr>
              <w:jc w:val="center"/>
              <w:rPr>
                <w:sz w:val="18"/>
                <w:szCs w:val="18"/>
              </w:rPr>
            </w:pPr>
          </w:p>
        </w:tc>
      </w:tr>
      <w:tr w:rsidR="00775496" w:rsidTr="009D0F06">
        <w:trPr>
          <w:trHeight w:val="273"/>
        </w:trPr>
        <w:tc>
          <w:tcPr>
            <w:tcW w:w="4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покупателей продукции, товаров, заказчиков работ, услуг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6E5624" w:rsidP="009D0F06">
            <w:pPr>
              <w:jc w:val="center"/>
              <w:rPr>
                <w:sz w:val="18"/>
                <w:szCs w:val="18"/>
              </w:rPr>
            </w:pPr>
            <w:bookmarkStart w:id="173" w:name="f4r21"/>
            <w:bookmarkEnd w:id="173"/>
            <w:r>
              <w:rPr>
                <w:sz w:val="18"/>
                <w:szCs w:val="18"/>
              </w:rPr>
              <w:t>33025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30342</w:t>
            </w:r>
          </w:p>
        </w:tc>
      </w:tr>
      <w:tr w:rsidR="00775496" w:rsidTr="009D0F0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покупателей материалов и других запасов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6E5624" w:rsidP="009D0F06">
            <w:pPr>
              <w:jc w:val="center"/>
              <w:rPr>
                <w:sz w:val="18"/>
                <w:szCs w:val="18"/>
              </w:rPr>
            </w:pPr>
            <w:bookmarkStart w:id="174" w:name="f4r22"/>
            <w:bookmarkEnd w:id="174"/>
            <w:r>
              <w:rPr>
                <w:sz w:val="18"/>
                <w:szCs w:val="18"/>
              </w:rPr>
              <w:t>111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</w:tr>
      <w:tr w:rsidR="00775496" w:rsidTr="009D0F0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роялти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6E5624" w:rsidP="009D0F06">
            <w:pPr>
              <w:jc w:val="center"/>
              <w:rPr>
                <w:sz w:val="18"/>
                <w:szCs w:val="18"/>
              </w:rPr>
            </w:pPr>
            <w:bookmarkStart w:id="175" w:name="f4r23"/>
            <w:bookmarkEnd w:id="175"/>
            <w:r>
              <w:rPr>
                <w:sz w:val="18"/>
                <w:szCs w:val="18"/>
              </w:rPr>
              <w:t>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775496" w:rsidTr="009D0F0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6E5624" w:rsidP="009D0F06">
            <w:pPr>
              <w:jc w:val="center"/>
              <w:rPr>
                <w:sz w:val="18"/>
                <w:szCs w:val="18"/>
              </w:rPr>
            </w:pPr>
            <w:bookmarkStart w:id="176" w:name="f4r24"/>
            <w:bookmarkEnd w:id="176"/>
            <w:r>
              <w:rPr>
                <w:sz w:val="18"/>
                <w:szCs w:val="18"/>
              </w:rPr>
              <w:t>1494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2315</w:t>
            </w:r>
          </w:p>
        </w:tc>
      </w:tr>
      <w:tr w:rsidR="00775496" w:rsidTr="009D0F0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6E5624" w:rsidP="009D0F06">
            <w:pPr>
              <w:jc w:val="center"/>
              <w:rPr>
                <w:sz w:val="18"/>
                <w:szCs w:val="18"/>
              </w:rPr>
            </w:pPr>
            <w:bookmarkStart w:id="177" w:name="f4r30"/>
            <w:bookmarkEnd w:id="177"/>
            <w:r>
              <w:rPr>
                <w:sz w:val="18"/>
                <w:szCs w:val="18"/>
              </w:rPr>
              <w:t>33153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27423</w:t>
            </w:r>
          </w:p>
        </w:tc>
      </w:tr>
      <w:tr w:rsidR="00775496" w:rsidTr="009D0F0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75496" w:rsidRDefault="00775496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775496" w:rsidP="009D0F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775496" w:rsidP="009D0F06">
            <w:pPr>
              <w:jc w:val="center"/>
              <w:rPr>
                <w:sz w:val="18"/>
                <w:szCs w:val="18"/>
              </w:rPr>
            </w:pPr>
          </w:p>
        </w:tc>
      </w:tr>
      <w:tr w:rsidR="00775496" w:rsidTr="009D0F06">
        <w:trPr>
          <w:trHeight w:val="300"/>
        </w:trPr>
        <w:tc>
          <w:tcPr>
            <w:tcW w:w="4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приобретение запасов, работ, услуг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6E5624" w:rsidP="009D0F06">
            <w:pPr>
              <w:jc w:val="center"/>
              <w:rPr>
                <w:sz w:val="18"/>
                <w:szCs w:val="18"/>
              </w:rPr>
            </w:pPr>
            <w:bookmarkStart w:id="178" w:name="f4r31"/>
            <w:bookmarkEnd w:id="178"/>
            <w:r>
              <w:rPr>
                <w:sz w:val="18"/>
                <w:szCs w:val="18"/>
              </w:rPr>
              <w:t>20428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16983</w:t>
            </w:r>
          </w:p>
        </w:tc>
      </w:tr>
      <w:tr w:rsidR="00775496" w:rsidTr="009D0F0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оплату труда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6E5624" w:rsidP="009D0F06">
            <w:pPr>
              <w:jc w:val="center"/>
              <w:rPr>
                <w:sz w:val="18"/>
                <w:szCs w:val="18"/>
              </w:rPr>
            </w:pPr>
            <w:bookmarkStart w:id="179" w:name="f4r32"/>
            <w:bookmarkEnd w:id="179"/>
            <w:r>
              <w:rPr>
                <w:sz w:val="18"/>
                <w:szCs w:val="18"/>
              </w:rPr>
              <w:t>5068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4714</w:t>
            </w:r>
          </w:p>
        </w:tc>
      </w:tr>
      <w:tr w:rsidR="00775496" w:rsidTr="009D0F0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уплату налогов и сборов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6E5624" w:rsidP="009D0F06">
            <w:pPr>
              <w:jc w:val="center"/>
              <w:rPr>
                <w:sz w:val="18"/>
                <w:szCs w:val="18"/>
              </w:rPr>
            </w:pPr>
            <w:bookmarkStart w:id="180" w:name="f4r33"/>
            <w:bookmarkEnd w:id="180"/>
            <w:r>
              <w:rPr>
                <w:sz w:val="18"/>
                <w:szCs w:val="18"/>
              </w:rPr>
              <w:t>4178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1750</w:t>
            </w:r>
          </w:p>
        </w:tc>
      </w:tr>
      <w:tr w:rsidR="00775496" w:rsidTr="009D0F0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6E5624" w:rsidP="009D0F06">
            <w:pPr>
              <w:jc w:val="center"/>
              <w:rPr>
                <w:sz w:val="18"/>
                <w:szCs w:val="18"/>
              </w:rPr>
            </w:pPr>
            <w:bookmarkStart w:id="181" w:name="f4r34"/>
            <w:bookmarkEnd w:id="181"/>
            <w:r>
              <w:rPr>
                <w:sz w:val="18"/>
                <w:szCs w:val="18"/>
              </w:rPr>
              <w:t>3479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3976</w:t>
            </w:r>
          </w:p>
        </w:tc>
      </w:tr>
      <w:tr w:rsidR="00775496" w:rsidTr="009D0F06">
        <w:trPr>
          <w:trHeight w:val="27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движения денежных средств по текущей деятельности (020 – 030)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775496" w:rsidRPr="005C2233" w:rsidRDefault="006E5624" w:rsidP="009D0F06">
            <w:pPr>
              <w:jc w:val="center"/>
              <w:rPr>
                <w:sz w:val="18"/>
                <w:szCs w:val="18"/>
              </w:rPr>
            </w:pPr>
            <w:bookmarkStart w:id="182" w:name="f4r40"/>
            <w:bookmarkEnd w:id="182"/>
            <w:r>
              <w:rPr>
                <w:sz w:val="18"/>
                <w:szCs w:val="18"/>
              </w:rPr>
              <w:t>1477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775496" w:rsidRPr="005C2233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5267</w:t>
            </w:r>
          </w:p>
        </w:tc>
      </w:tr>
      <w:tr w:rsidR="00775496" w:rsidTr="009D0F06">
        <w:trPr>
          <w:trHeight w:val="300"/>
        </w:trPr>
        <w:tc>
          <w:tcPr>
            <w:tcW w:w="102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75496" w:rsidRPr="00660EBB" w:rsidRDefault="00775496" w:rsidP="009D0F06">
            <w:pPr>
              <w:rPr>
                <w:sz w:val="20"/>
                <w:szCs w:val="20"/>
              </w:rPr>
            </w:pPr>
            <w:r w:rsidRPr="00660EBB">
              <w:rPr>
                <w:sz w:val="20"/>
                <w:szCs w:val="20"/>
              </w:rPr>
              <w:t>Движение денежных средств по инвестиционной деятельности</w:t>
            </w:r>
          </w:p>
        </w:tc>
      </w:tr>
      <w:tr w:rsidR="00775496" w:rsidTr="009D0F0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6E5624" w:rsidP="009D0F06">
            <w:pPr>
              <w:jc w:val="center"/>
              <w:rPr>
                <w:sz w:val="18"/>
                <w:szCs w:val="18"/>
              </w:rPr>
            </w:pPr>
            <w:bookmarkStart w:id="183" w:name="f4r50"/>
            <w:bookmarkEnd w:id="183"/>
            <w:r>
              <w:rPr>
                <w:sz w:val="18"/>
                <w:szCs w:val="18"/>
              </w:rPr>
              <w:t>525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897</w:t>
            </w:r>
          </w:p>
        </w:tc>
      </w:tr>
      <w:tr w:rsidR="00775496" w:rsidTr="009D0F06">
        <w:trPr>
          <w:trHeight w:val="516"/>
        </w:trPr>
        <w:tc>
          <w:tcPr>
            <w:tcW w:w="4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Pr="006E5624" w:rsidRDefault="0077549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:rsidR="00775496" w:rsidRDefault="00775496" w:rsidP="00775496">
            <w:pPr>
              <w:ind w:left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покупателей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6E5624" w:rsidP="009D0F06">
            <w:pPr>
              <w:jc w:val="center"/>
              <w:rPr>
                <w:sz w:val="18"/>
                <w:szCs w:val="18"/>
              </w:rPr>
            </w:pPr>
            <w:bookmarkStart w:id="184" w:name="f4r51"/>
            <w:bookmarkEnd w:id="184"/>
            <w:r>
              <w:rPr>
                <w:sz w:val="18"/>
                <w:szCs w:val="18"/>
              </w:rPr>
              <w:t>130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775496" w:rsidTr="009D0F0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предоставленных займов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052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6E5624" w:rsidP="009D0F06">
            <w:pPr>
              <w:jc w:val="center"/>
              <w:rPr>
                <w:sz w:val="18"/>
                <w:szCs w:val="18"/>
              </w:rPr>
            </w:pPr>
            <w:bookmarkStart w:id="185" w:name="f4r52"/>
            <w:bookmarkEnd w:id="185"/>
            <w:r>
              <w:rPr>
                <w:sz w:val="18"/>
                <w:szCs w:val="18"/>
              </w:rPr>
              <w:t>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775496" w:rsidTr="009D0F06">
        <w:trPr>
          <w:trHeight w:val="16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775496">
            <w:pPr>
              <w:ind w:left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053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6E5624" w:rsidP="009D0F06">
            <w:pPr>
              <w:jc w:val="center"/>
              <w:rPr>
                <w:sz w:val="18"/>
                <w:szCs w:val="18"/>
              </w:rPr>
            </w:pPr>
            <w:bookmarkStart w:id="186" w:name="f4r53"/>
            <w:bookmarkEnd w:id="186"/>
            <w:r>
              <w:rPr>
                <w:sz w:val="18"/>
                <w:szCs w:val="18"/>
              </w:rPr>
              <w:t>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775496" w:rsidTr="009D0F0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6E5624" w:rsidP="009D0F06">
            <w:pPr>
              <w:jc w:val="center"/>
              <w:rPr>
                <w:sz w:val="18"/>
                <w:szCs w:val="18"/>
              </w:rPr>
            </w:pPr>
            <w:bookmarkStart w:id="187" w:name="f4r54"/>
            <w:bookmarkEnd w:id="187"/>
            <w:r>
              <w:rPr>
                <w:sz w:val="18"/>
                <w:szCs w:val="18"/>
              </w:rPr>
              <w:t>14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775496" w:rsidTr="009D0F0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6E5624" w:rsidP="009D0F06">
            <w:pPr>
              <w:jc w:val="center"/>
              <w:rPr>
                <w:sz w:val="18"/>
                <w:szCs w:val="18"/>
              </w:rPr>
            </w:pPr>
            <w:bookmarkStart w:id="188" w:name="f4r55"/>
            <w:bookmarkEnd w:id="188"/>
            <w:r>
              <w:rPr>
                <w:sz w:val="18"/>
                <w:szCs w:val="18"/>
              </w:rPr>
              <w:t>381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884</w:t>
            </w:r>
          </w:p>
        </w:tc>
      </w:tr>
      <w:tr w:rsidR="00775496" w:rsidTr="009D0F0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6E5624" w:rsidP="009D0F06">
            <w:pPr>
              <w:jc w:val="center"/>
              <w:rPr>
                <w:sz w:val="18"/>
                <w:szCs w:val="18"/>
              </w:rPr>
            </w:pPr>
            <w:bookmarkStart w:id="189" w:name="f4r60"/>
            <w:bookmarkEnd w:id="189"/>
            <w:r>
              <w:rPr>
                <w:sz w:val="18"/>
                <w:szCs w:val="18"/>
              </w:rPr>
              <w:t>1267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2777</w:t>
            </w:r>
          </w:p>
        </w:tc>
      </w:tr>
      <w:tr w:rsidR="00775496" w:rsidTr="009D0F06">
        <w:trPr>
          <w:trHeight w:val="765"/>
        </w:trPr>
        <w:tc>
          <w:tcPr>
            <w:tcW w:w="4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Pr="006E5624" w:rsidRDefault="0077549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</w:t>
            </w:r>
          </w:p>
          <w:p w:rsidR="00775496" w:rsidRDefault="00775496" w:rsidP="00775496">
            <w:pPr>
              <w:ind w:left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приобретение и создание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6E5624" w:rsidP="009D0F06">
            <w:pPr>
              <w:jc w:val="center"/>
              <w:rPr>
                <w:sz w:val="18"/>
                <w:szCs w:val="18"/>
              </w:rPr>
            </w:pPr>
            <w:bookmarkStart w:id="190" w:name="f4r61"/>
            <w:bookmarkEnd w:id="190"/>
            <w:r>
              <w:rPr>
                <w:sz w:val="18"/>
                <w:szCs w:val="18"/>
              </w:rPr>
              <w:t>1267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2777</w:t>
            </w:r>
          </w:p>
        </w:tc>
      </w:tr>
      <w:tr w:rsidR="00775496" w:rsidTr="009D0F0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предоставление займов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6E5624" w:rsidP="009D0F06">
            <w:pPr>
              <w:jc w:val="center"/>
              <w:rPr>
                <w:sz w:val="18"/>
                <w:szCs w:val="18"/>
              </w:rPr>
            </w:pPr>
            <w:bookmarkStart w:id="191" w:name="f4r62"/>
            <w:bookmarkEnd w:id="191"/>
            <w:r>
              <w:rPr>
                <w:sz w:val="18"/>
                <w:szCs w:val="18"/>
              </w:rPr>
              <w:t>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775496" w:rsidTr="009D0F0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775496">
            <w:pPr>
              <w:ind w:left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вклады в уставный капитал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063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6E5624" w:rsidP="009D0F06">
            <w:pPr>
              <w:jc w:val="center"/>
              <w:rPr>
                <w:sz w:val="18"/>
                <w:szCs w:val="18"/>
              </w:rPr>
            </w:pPr>
            <w:bookmarkStart w:id="192" w:name="f4r63"/>
            <w:bookmarkEnd w:id="192"/>
            <w:r>
              <w:rPr>
                <w:sz w:val="18"/>
                <w:szCs w:val="18"/>
              </w:rPr>
              <w:t>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775496" w:rsidTr="009D0F0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6E5624" w:rsidP="009D0F06">
            <w:pPr>
              <w:jc w:val="center"/>
              <w:rPr>
                <w:sz w:val="18"/>
                <w:szCs w:val="18"/>
              </w:rPr>
            </w:pPr>
            <w:bookmarkStart w:id="193" w:name="f4r64"/>
            <w:bookmarkEnd w:id="193"/>
            <w:r>
              <w:rPr>
                <w:sz w:val="18"/>
                <w:szCs w:val="18"/>
              </w:rPr>
              <w:t>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5496" w:rsidRPr="005C2233" w:rsidRDefault="006E5624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775496" w:rsidTr="009D0F06">
        <w:trPr>
          <w:trHeight w:val="25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движения денежных средств по инвестиционной деятельности (050 – 060)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496" w:rsidRDefault="0077549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775496" w:rsidRPr="005C2233" w:rsidRDefault="00065660" w:rsidP="009D0F06">
            <w:pPr>
              <w:jc w:val="center"/>
              <w:rPr>
                <w:sz w:val="18"/>
                <w:szCs w:val="18"/>
              </w:rPr>
            </w:pPr>
            <w:bookmarkStart w:id="194" w:name="f4r70"/>
            <w:bookmarkEnd w:id="194"/>
            <w:r>
              <w:rPr>
                <w:sz w:val="18"/>
                <w:szCs w:val="18"/>
              </w:rPr>
              <w:t>(</w:t>
            </w:r>
            <w:r w:rsidR="006E5624">
              <w:rPr>
                <w:sz w:val="18"/>
                <w:szCs w:val="18"/>
              </w:rPr>
              <w:t>742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775496" w:rsidRPr="005C2233" w:rsidRDefault="00065660" w:rsidP="009D0F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6E5624">
              <w:rPr>
                <w:sz w:val="18"/>
                <w:szCs w:val="18"/>
              </w:rPr>
              <w:t>1880</w:t>
            </w:r>
            <w:r>
              <w:rPr>
                <w:sz w:val="18"/>
                <w:szCs w:val="18"/>
              </w:rPr>
              <w:t>)</w:t>
            </w:r>
          </w:p>
        </w:tc>
      </w:tr>
    </w:tbl>
    <w:p w:rsidR="009D0F06" w:rsidRDefault="009D0F06" w:rsidP="009D0F06">
      <w:r>
        <w:br w:type="page"/>
      </w:r>
    </w:p>
    <w:tbl>
      <w:tblPr>
        <w:tblW w:w="10200" w:type="dxa"/>
        <w:tblInd w:w="108" w:type="dxa"/>
        <w:tblLook w:val="0000" w:firstRow="0" w:lastRow="0" w:firstColumn="0" w:lastColumn="0" w:noHBand="0" w:noVBand="0"/>
      </w:tblPr>
      <w:tblGrid>
        <w:gridCol w:w="1448"/>
        <w:gridCol w:w="780"/>
        <w:gridCol w:w="1276"/>
        <w:gridCol w:w="1025"/>
        <w:gridCol w:w="782"/>
        <w:gridCol w:w="2369"/>
        <w:gridCol w:w="2520"/>
      </w:tblGrid>
      <w:tr w:rsidR="0068091B" w:rsidTr="009D0F06">
        <w:trPr>
          <w:trHeight w:val="472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8091B" w:rsidRPr="00057AB2" w:rsidRDefault="0068091B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lastRenderedPageBreak/>
              <w:t>Наименование показателей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091B" w:rsidRPr="00057AB2" w:rsidRDefault="0068091B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091B" w:rsidRPr="009074EE" w:rsidRDefault="0068091B" w:rsidP="001F4FD4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 xml:space="preserve">За январь 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декабрь</w:t>
            </w:r>
          </w:p>
          <w:p w:rsidR="0068091B" w:rsidRPr="009074EE" w:rsidRDefault="0068091B" w:rsidP="001F4FD4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091B" w:rsidRPr="009074EE" w:rsidRDefault="0068091B" w:rsidP="001F4FD4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 xml:space="preserve">За январь 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декабрь</w:t>
            </w:r>
          </w:p>
          <w:p w:rsidR="0068091B" w:rsidRPr="009074EE" w:rsidRDefault="0068091B" w:rsidP="001F4FD4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9D0F06" w:rsidTr="009D0F06">
        <w:trPr>
          <w:trHeight w:val="22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Pr="00057AB2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57AB2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57AB2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057AB2" w:rsidRDefault="009D0F06" w:rsidP="009D0F06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9D0F06" w:rsidTr="009D0F06">
        <w:trPr>
          <w:trHeight w:val="300"/>
        </w:trPr>
        <w:tc>
          <w:tcPr>
            <w:tcW w:w="102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Движение денежных средств по финансовой деятельности</w:t>
            </w:r>
          </w:p>
        </w:tc>
      </w:tr>
      <w:tr w:rsidR="009D0F06" w:rsidTr="000E357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Поступило денежных средств – всего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9D0F06" w:rsidRPr="005C2233" w:rsidRDefault="006E5624" w:rsidP="000E3576">
            <w:pPr>
              <w:jc w:val="center"/>
              <w:rPr>
                <w:sz w:val="18"/>
                <w:szCs w:val="18"/>
              </w:rPr>
            </w:pPr>
            <w:bookmarkStart w:id="195" w:name="f4r80"/>
            <w:bookmarkEnd w:id="195"/>
            <w:r>
              <w:rPr>
                <w:sz w:val="18"/>
                <w:szCs w:val="18"/>
              </w:rPr>
              <w:t>2317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9D0F06" w:rsidRPr="005C2233" w:rsidRDefault="006E5624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2036</w:t>
            </w:r>
          </w:p>
        </w:tc>
      </w:tr>
      <w:tr w:rsidR="009D0F06" w:rsidTr="000E357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C2233" w:rsidRDefault="009D0F06" w:rsidP="000E35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C2233" w:rsidRDefault="009D0F06" w:rsidP="000E3576">
            <w:pPr>
              <w:jc w:val="center"/>
              <w:rPr>
                <w:sz w:val="18"/>
                <w:szCs w:val="18"/>
              </w:rPr>
            </w:pPr>
          </w:p>
        </w:tc>
      </w:tr>
      <w:tr w:rsidR="009D0F06" w:rsidTr="000E3576">
        <w:trPr>
          <w:trHeight w:val="300"/>
        </w:trPr>
        <w:tc>
          <w:tcPr>
            <w:tcW w:w="4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кредиты и займы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C2233" w:rsidRDefault="006E5624" w:rsidP="000E3576">
            <w:pPr>
              <w:jc w:val="center"/>
              <w:rPr>
                <w:sz w:val="18"/>
                <w:szCs w:val="18"/>
              </w:rPr>
            </w:pPr>
            <w:bookmarkStart w:id="196" w:name="f4r81"/>
            <w:bookmarkEnd w:id="196"/>
            <w:r>
              <w:rPr>
                <w:sz w:val="18"/>
                <w:szCs w:val="18"/>
              </w:rPr>
              <w:t>2294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C2233" w:rsidRDefault="006E5624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1989</w:t>
            </w:r>
          </w:p>
        </w:tc>
      </w:tr>
      <w:tr w:rsidR="009D0F06" w:rsidTr="000E357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выпуска акций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082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C2233" w:rsidRDefault="006E5624" w:rsidP="000E3576">
            <w:pPr>
              <w:jc w:val="center"/>
              <w:rPr>
                <w:sz w:val="18"/>
                <w:szCs w:val="18"/>
              </w:rPr>
            </w:pPr>
            <w:bookmarkStart w:id="197" w:name="f4r82"/>
            <w:bookmarkEnd w:id="197"/>
            <w:r>
              <w:rPr>
                <w:sz w:val="18"/>
                <w:szCs w:val="18"/>
              </w:rPr>
              <w:t>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C2233" w:rsidRDefault="006E5624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D0F06" w:rsidTr="000E3576">
        <w:trPr>
          <w:trHeight w:val="54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вклады собственника имущества (учредителей, участников)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083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C2233" w:rsidRDefault="006E5624" w:rsidP="000E3576">
            <w:pPr>
              <w:jc w:val="center"/>
              <w:rPr>
                <w:sz w:val="18"/>
                <w:szCs w:val="18"/>
              </w:rPr>
            </w:pPr>
            <w:bookmarkStart w:id="198" w:name="f4r83"/>
            <w:bookmarkEnd w:id="198"/>
            <w:r>
              <w:rPr>
                <w:sz w:val="18"/>
                <w:szCs w:val="18"/>
              </w:rPr>
              <w:t>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C2233" w:rsidRDefault="006E5624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D0F06" w:rsidTr="000E357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поступления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C2233" w:rsidRDefault="006E5624" w:rsidP="000E3576">
            <w:pPr>
              <w:jc w:val="center"/>
              <w:rPr>
                <w:sz w:val="18"/>
                <w:szCs w:val="18"/>
              </w:rPr>
            </w:pPr>
            <w:bookmarkStart w:id="199" w:name="f4r84"/>
            <w:bookmarkEnd w:id="199"/>
            <w:r>
              <w:rPr>
                <w:sz w:val="18"/>
                <w:szCs w:val="18"/>
              </w:rPr>
              <w:t>23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C2233" w:rsidRDefault="006E5624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</w:tr>
      <w:tr w:rsidR="009D0F06" w:rsidTr="000E357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денежных средств 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9D0F06" w:rsidRPr="005C2233" w:rsidRDefault="006E5624" w:rsidP="000E3576">
            <w:pPr>
              <w:jc w:val="center"/>
              <w:rPr>
                <w:sz w:val="18"/>
                <w:szCs w:val="18"/>
              </w:rPr>
            </w:pPr>
            <w:bookmarkStart w:id="200" w:name="f4r90"/>
            <w:bookmarkEnd w:id="200"/>
            <w:r>
              <w:rPr>
                <w:sz w:val="18"/>
                <w:szCs w:val="18"/>
              </w:rPr>
              <w:t>3016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9D0F06" w:rsidRPr="005C2233" w:rsidRDefault="006E5624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5054</w:t>
            </w:r>
          </w:p>
        </w:tc>
      </w:tr>
      <w:tr w:rsidR="009D0F06" w:rsidTr="000E357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C2233" w:rsidRDefault="009D0F06" w:rsidP="000E35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C2233" w:rsidRDefault="009D0F06" w:rsidP="000E3576">
            <w:pPr>
              <w:jc w:val="center"/>
              <w:rPr>
                <w:sz w:val="18"/>
                <w:szCs w:val="18"/>
              </w:rPr>
            </w:pPr>
          </w:p>
        </w:tc>
      </w:tr>
      <w:tr w:rsidR="009D0F06" w:rsidTr="000E3576">
        <w:trPr>
          <w:trHeight w:val="300"/>
        </w:trPr>
        <w:tc>
          <w:tcPr>
            <w:tcW w:w="4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погашение кредитов и займов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C2233" w:rsidRDefault="006E5624" w:rsidP="000E3576">
            <w:pPr>
              <w:jc w:val="center"/>
              <w:rPr>
                <w:sz w:val="18"/>
                <w:szCs w:val="18"/>
              </w:rPr>
            </w:pPr>
            <w:bookmarkStart w:id="201" w:name="f4r91"/>
            <w:bookmarkEnd w:id="201"/>
            <w:r>
              <w:rPr>
                <w:sz w:val="18"/>
                <w:szCs w:val="18"/>
              </w:rPr>
              <w:t>2548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C2233" w:rsidRDefault="006E5624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4733</w:t>
            </w:r>
          </w:p>
        </w:tc>
      </w:tr>
      <w:tr w:rsidR="009D0F06" w:rsidTr="000E3576">
        <w:trPr>
          <w:trHeight w:val="54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выплаты дивидендов и других доходов от участия в уставном капитале организации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092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C2233" w:rsidRDefault="006E5624" w:rsidP="000E3576">
            <w:pPr>
              <w:jc w:val="center"/>
              <w:rPr>
                <w:sz w:val="18"/>
                <w:szCs w:val="18"/>
              </w:rPr>
            </w:pPr>
            <w:bookmarkStart w:id="202" w:name="f4r92"/>
            <w:bookmarkEnd w:id="202"/>
            <w:r>
              <w:rPr>
                <w:sz w:val="18"/>
                <w:szCs w:val="18"/>
              </w:rPr>
              <w:t>370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C2233" w:rsidRDefault="006E5624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</w:t>
            </w:r>
          </w:p>
        </w:tc>
      </w:tr>
      <w:tr w:rsidR="009D0F06" w:rsidTr="000E357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выплаты процентов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093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C2233" w:rsidRDefault="006E5624" w:rsidP="000E3576">
            <w:pPr>
              <w:jc w:val="center"/>
              <w:rPr>
                <w:sz w:val="18"/>
                <w:szCs w:val="18"/>
              </w:rPr>
            </w:pPr>
            <w:bookmarkStart w:id="203" w:name="f4r93"/>
            <w:bookmarkEnd w:id="203"/>
            <w:r>
              <w:rPr>
                <w:sz w:val="18"/>
                <w:szCs w:val="18"/>
              </w:rPr>
              <w:t>18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C2233" w:rsidRDefault="006E5624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</w:tr>
      <w:tr w:rsidR="009D0F06" w:rsidTr="000E357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лизинговые платежи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C2233" w:rsidRDefault="006E5624" w:rsidP="000E3576">
            <w:pPr>
              <w:jc w:val="center"/>
              <w:rPr>
                <w:sz w:val="18"/>
                <w:szCs w:val="18"/>
              </w:rPr>
            </w:pPr>
            <w:bookmarkStart w:id="204" w:name="f4r94"/>
            <w:bookmarkEnd w:id="204"/>
            <w:r>
              <w:rPr>
                <w:sz w:val="18"/>
                <w:szCs w:val="18"/>
              </w:rPr>
              <w:t>57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C2233" w:rsidRDefault="006E5624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</w:t>
            </w:r>
          </w:p>
        </w:tc>
      </w:tr>
      <w:tr w:rsidR="009D0F06" w:rsidTr="000E357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06" w:rsidRDefault="009D0F06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C2233" w:rsidRDefault="006E5624" w:rsidP="000E3576">
            <w:pPr>
              <w:jc w:val="center"/>
              <w:rPr>
                <w:sz w:val="18"/>
                <w:szCs w:val="18"/>
              </w:rPr>
            </w:pPr>
            <w:bookmarkStart w:id="205" w:name="f4r95"/>
            <w:bookmarkEnd w:id="205"/>
            <w:r>
              <w:rPr>
                <w:sz w:val="18"/>
                <w:szCs w:val="18"/>
              </w:rPr>
              <w:t>23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0F06" w:rsidRPr="005C2233" w:rsidRDefault="006E5624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</w:tr>
      <w:tr w:rsidR="00C0543A" w:rsidTr="000E3576">
        <w:trPr>
          <w:trHeight w:val="54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543A" w:rsidRDefault="00C0543A" w:rsidP="00293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Результат движения денежных средств по финансовой деятельности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543A" w:rsidRDefault="00C0543A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C0543A" w:rsidRPr="005C2233" w:rsidRDefault="00065660" w:rsidP="000E3576">
            <w:pPr>
              <w:jc w:val="center"/>
              <w:rPr>
                <w:sz w:val="18"/>
                <w:szCs w:val="18"/>
              </w:rPr>
            </w:pPr>
            <w:bookmarkStart w:id="206" w:name="f4r100"/>
            <w:bookmarkEnd w:id="206"/>
            <w:r>
              <w:rPr>
                <w:sz w:val="18"/>
                <w:szCs w:val="18"/>
              </w:rPr>
              <w:t>(</w:t>
            </w:r>
            <w:r w:rsidR="006E5624">
              <w:rPr>
                <w:sz w:val="18"/>
                <w:szCs w:val="18"/>
              </w:rPr>
              <w:t>699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C0543A" w:rsidRPr="005C2233" w:rsidRDefault="00065660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6E5624">
              <w:rPr>
                <w:sz w:val="18"/>
                <w:szCs w:val="18"/>
              </w:rPr>
              <w:t>3018</w:t>
            </w:r>
            <w:r>
              <w:rPr>
                <w:sz w:val="18"/>
                <w:szCs w:val="18"/>
              </w:rPr>
              <w:t>)</w:t>
            </w:r>
          </w:p>
        </w:tc>
      </w:tr>
      <w:tr w:rsidR="00C0543A" w:rsidTr="000E3576">
        <w:trPr>
          <w:trHeight w:val="54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543A" w:rsidRDefault="002933A4" w:rsidP="00293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Результат движения денежных средств по текущей, инвестиционной и финансовой деятельности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543A" w:rsidRDefault="00C0543A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C0543A" w:rsidRPr="005C2233" w:rsidRDefault="006E5624" w:rsidP="000E3576">
            <w:pPr>
              <w:jc w:val="center"/>
              <w:rPr>
                <w:sz w:val="18"/>
                <w:szCs w:val="18"/>
              </w:rPr>
            </w:pPr>
            <w:bookmarkStart w:id="207" w:name="f4r110"/>
            <w:bookmarkEnd w:id="207"/>
            <w:r>
              <w:rPr>
                <w:sz w:val="18"/>
                <w:szCs w:val="18"/>
              </w:rPr>
              <w:t>36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C0543A" w:rsidRPr="005C2233" w:rsidRDefault="006E5624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369</w:t>
            </w:r>
          </w:p>
        </w:tc>
      </w:tr>
      <w:tr w:rsidR="00C0543A" w:rsidTr="000E3576">
        <w:trPr>
          <w:trHeight w:val="54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543A" w:rsidRDefault="00C0543A" w:rsidP="0004310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Остаток денежных средств и  эквивалентов денежных средств на </w:t>
            </w:r>
            <w:r w:rsidRPr="00EA77D4">
              <w:rPr>
                <w:b/>
                <w:sz w:val="20"/>
                <w:szCs w:val="20"/>
              </w:rPr>
              <w:t>31.12.20</w:t>
            </w:r>
            <w:r w:rsidR="00043104">
              <w:rPr>
                <w:b/>
                <w:sz w:val="20"/>
                <w:szCs w:val="20"/>
              </w:rPr>
              <w:t>20</w:t>
            </w:r>
            <w:r w:rsidRPr="00EA77D4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543A" w:rsidRDefault="00C0543A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543A" w:rsidRPr="005C2233" w:rsidRDefault="006E5624" w:rsidP="000E3576">
            <w:pPr>
              <w:jc w:val="center"/>
              <w:rPr>
                <w:sz w:val="18"/>
                <w:szCs w:val="18"/>
              </w:rPr>
            </w:pPr>
            <w:bookmarkStart w:id="208" w:name="f4r120"/>
            <w:bookmarkEnd w:id="208"/>
            <w:r>
              <w:rPr>
                <w:sz w:val="18"/>
                <w:szCs w:val="18"/>
              </w:rPr>
              <w:t>404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543A" w:rsidRPr="005C2233" w:rsidRDefault="006E5624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</w:tr>
      <w:tr w:rsidR="00C0543A" w:rsidTr="000E3576">
        <w:trPr>
          <w:trHeight w:val="54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543A" w:rsidRDefault="00C0543A" w:rsidP="0068091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Остаток денежных средств и  эквивалентов денежных средств на </w:t>
            </w:r>
            <w:r w:rsidR="00901762">
              <w:rPr>
                <w:b/>
                <w:sz w:val="20"/>
                <w:szCs w:val="20"/>
              </w:rPr>
              <w:t>3</w:t>
            </w:r>
            <w:r w:rsidR="0068091B">
              <w:rPr>
                <w:b/>
                <w:sz w:val="20"/>
                <w:szCs w:val="20"/>
              </w:rPr>
              <w:t>1</w:t>
            </w:r>
            <w:r w:rsidRPr="00EA77D4">
              <w:rPr>
                <w:b/>
                <w:sz w:val="20"/>
                <w:szCs w:val="20"/>
              </w:rPr>
              <w:t>.</w:t>
            </w:r>
            <w:r w:rsidR="0068091B">
              <w:rPr>
                <w:b/>
                <w:sz w:val="20"/>
                <w:szCs w:val="20"/>
              </w:rPr>
              <w:t>12</w:t>
            </w:r>
            <w:r w:rsidRPr="00EA77D4">
              <w:rPr>
                <w:b/>
                <w:sz w:val="20"/>
                <w:szCs w:val="20"/>
              </w:rPr>
              <w:t>.20</w:t>
            </w:r>
            <w:r w:rsidR="00D47BF5">
              <w:rPr>
                <w:b/>
                <w:sz w:val="20"/>
                <w:szCs w:val="20"/>
              </w:rPr>
              <w:t>2</w:t>
            </w:r>
            <w:r w:rsidR="00043104">
              <w:rPr>
                <w:b/>
                <w:sz w:val="20"/>
                <w:szCs w:val="20"/>
              </w:rPr>
              <w:t>1</w:t>
            </w:r>
            <w:r w:rsidRPr="00EA77D4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543A" w:rsidRDefault="00C0543A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543A" w:rsidRPr="005C2233" w:rsidRDefault="006E5624" w:rsidP="000E3576">
            <w:pPr>
              <w:jc w:val="center"/>
              <w:rPr>
                <w:sz w:val="18"/>
                <w:szCs w:val="18"/>
              </w:rPr>
            </w:pPr>
            <w:bookmarkStart w:id="209" w:name="f4r130"/>
            <w:bookmarkEnd w:id="209"/>
            <w:r>
              <w:rPr>
                <w:sz w:val="18"/>
                <w:szCs w:val="18"/>
              </w:rPr>
              <w:t>440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543A" w:rsidRPr="005C2233" w:rsidRDefault="006E5624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</w:t>
            </w:r>
          </w:p>
        </w:tc>
      </w:tr>
      <w:tr w:rsidR="00C0543A" w:rsidTr="004C357C">
        <w:trPr>
          <w:trHeight w:val="35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543A" w:rsidRDefault="001D53AC" w:rsidP="00AA1B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Влияние изменений курсов иностранных валют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543A" w:rsidRDefault="00C0543A" w:rsidP="009D0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543A" w:rsidRPr="005C2233" w:rsidRDefault="006E5624" w:rsidP="000E3576">
            <w:pPr>
              <w:jc w:val="center"/>
              <w:rPr>
                <w:sz w:val="18"/>
                <w:szCs w:val="18"/>
              </w:rPr>
            </w:pPr>
            <w:bookmarkStart w:id="210" w:name="f4r140"/>
            <w:bookmarkEnd w:id="210"/>
            <w:r>
              <w:rPr>
                <w:sz w:val="18"/>
                <w:szCs w:val="18"/>
              </w:rPr>
              <w:t>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543A" w:rsidRPr="005C2233" w:rsidRDefault="006E5624" w:rsidP="000E3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9D0F06" w:rsidTr="009D0F06">
        <w:trPr>
          <w:trHeight w:val="22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</w:tr>
      <w:tr w:rsidR="009D0F06" w:rsidTr="009D0F06">
        <w:trPr>
          <w:trHeight w:val="22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Руководитель </w:t>
            </w:r>
          </w:p>
        </w:tc>
        <w:tc>
          <w:tcPr>
            <w:tcW w:w="20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8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D0F06" w:rsidRDefault="00065660" w:rsidP="009D0F06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А.Г.Галимов</w:t>
            </w:r>
            <w:proofErr w:type="spellEnd"/>
            <w:r w:rsidR="009D0F06">
              <w:rPr>
                <w:sz w:val="22"/>
                <w:szCs w:val="22"/>
              </w:rPr>
              <w:t> </w:t>
            </w:r>
          </w:p>
        </w:tc>
      </w:tr>
      <w:tr w:rsidR="009D0F06" w:rsidTr="009D0F06">
        <w:trPr>
          <w:trHeight w:val="22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(подпись)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(инициалы, фамилия)</w:t>
            </w:r>
          </w:p>
        </w:tc>
      </w:tr>
      <w:tr w:rsidR="009D0F06" w:rsidTr="009D0F06">
        <w:trPr>
          <w:trHeight w:val="22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 </w:t>
            </w:r>
          </w:p>
        </w:tc>
      </w:tr>
      <w:tr w:rsidR="009D0F06" w:rsidTr="009D0F06">
        <w:trPr>
          <w:trHeight w:val="22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20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8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D0F06" w:rsidRDefault="00065660" w:rsidP="009D0F06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Т.В.Пашкель</w:t>
            </w:r>
            <w:proofErr w:type="spellEnd"/>
            <w:r w:rsidR="009D0F06">
              <w:rPr>
                <w:sz w:val="22"/>
                <w:szCs w:val="22"/>
              </w:rPr>
              <w:t> </w:t>
            </w:r>
          </w:p>
        </w:tc>
      </w:tr>
      <w:tr w:rsidR="009D0F06" w:rsidTr="009D0F06">
        <w:trPr>
          <w:trHeight w:val="22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(подпись)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(инициалы, фамилия)</w:t>
            </w:r>
          </w:p>
        </w:tc>
      </w:tr>
      <w:tr w:rsidR="009D0F06" w:rsidTr="009D0F06">
        <w:trPr>
          <w:trHeight w:val="22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9D0F06" w:rsidTr="009D0F06">
        <w:trPr>
          <w:trHeight w:val="225"/>
        </w:trPr>
        <w:tc>
          <w:tcPr>
            <w:tcW w:w="35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Pr="00057AB2" w:rsidRDefault="009D0F06" w:rsidP="006809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 20</w:t>
            </w:r>
            <w:r w:rsidR="00D47BF5">
              <w:rPr>
                <w:sz w:val="20"/>
                <w:szCs w:val="20"/>
              </w:rPr>
              <w:t>2</w:t>
            </w:r>
            <w:r w:rsidR="0068091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__ г.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0F06" w:rsidRDefault="009D0F06" w:rsidP="009D0F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bookmarkEnd w:id="170"/>
    </w:tbl>
    <w:p w:rsidR="009D0F06" w:rsidRDefault="009D0F06" w:rsidP="009D0F06"/>
    <w:p w:rsidR="002A0701" w:rsidRPr="006D3694" w:rsidRDefault="00EC4A5D" w:rsidP="002A0701">
      <w:pPr>
        <w:pStyle w:val="a3"/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tbl>
      <w:tblPr>
        <w:tblW w:w="10358" w:type="dxa"/>
        <w:tblInd w:w="108" w:type="dxa"/>
        <w:tblLook w:val="0000" w:firstRow="0" w:lastRow="0" w:firstColumn="0" w:lastColumn="0" w:noHBand="0" w:noVBand="0"/>
      </w:tblPr>
      <w:tblGrid>
        <w:gridCol w:w="1716"/>
        <w:gridCol w:w="896"/>
        <w:gridCol w:w="1385"/>
        <w:gridCol w:w="523"/>
        <w:gridCol w:w="782"/>
        <w:gridCol w:w="510"/>
        <w:gridCol w:w="1995"/>
        <w:gridCol w:w="2551"/>
      </w:tblGrid>
      <w:tr w:rsidR="002A0701" w:rsidTr="00434BE2">
        <w:trPr>
          <w:trHeight w:val="22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A0701" w:rsidRDefault="002A0701" w:rsidP="0080018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5</w:t>
            </w:r>
          </w:p>
        </w:tc>
      </w:tr>
      <w:tr w:rsidR="002A0701" w:rsidTr="00434BE2">
        <w:trPr>
          <w:trHeight w:val="10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0701" w:rsidRDefault="002A0701" w:rsidP="0080018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2A0701" w:rsidTr="00434BE2">
        <w:trPr>
          <w:trHeight w:val="22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701" w:rsidRDefault="002A0701" w:rsidP="0080018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</w:t>
            </w:r>
            <w:r w:rsidR="00476DCF">
              <w:rPr>
                <w:sz w:val="16"/>
                <w:szCs w:val="16"/>
              </w:rPr>
              <w:t>12.12.2016 № 104</w:t>
            </w:r>
          </w:p>
        </w:tc>
      </w:tr>
      <w:tr w:rsidR="002A0701" w:rsidTr="00434BE2">
        <w:trPr>
          <w:trHeight w:val="6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A0701" w:rsidTr="00434BE2">
        <w:trPr>
          <w:trHeight w:val="255"/>
        </w:trPr>
        <w:tc>
          <w:tcPr>
            <w:tcW w:w="103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ОТЧЕТ</w:t>
            </w:r>
          </w:p>
        </w:tc>
      </w:tr>
      <w:tr w:rsidR="002A0701" w:rsidTr="00434BE2">
        <w:trPr>
          <w:trHeight w:val="255"/>
        </w:trPr>
        <w:tc>
          <w:tcPr>
            <w:tcW w:w="103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 целевом использовании полученных средств</w:t>
            </w:r>
          </w:p>
        </w:tc>
      </w:tr>
      <w:tr w:rsidR="002A0701" w:rsidTr="00434BE2">
        <w:trPr>
          <w:trHeight w:val="30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Pr="00B27FDC" w:rsidRDefault="002A0701" w:rsidP="0080018A">
            <w:pPr>
              <w:ind w:firstLineChars="300" w:firstLine="542"/>
              <w:rPr>
                <w:b/>
                <w:sz w:val="18"/>
                <w:szCs w:val="18"/>
              </w:rPr>
            </w:pPr>
            <w:r w:rsidRPr="00B27FDC">
              <w:rPr>
                <w:b/>
                <w:sz w:val="18"/>
                <w:szCs w:val="18"/>
              </w:rPr>
              <w:t>за</w:t>
            </w:r>
          </w:p>
        </w:tc>
        <w:tc>
          <w:tcPr>
            <w:tcW w:w="18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A0701" w:rsidRPr="00464117" w:rsidRDefault="00434BE2" w:rsidP="0068091B">
            <w:pPr>
              <w:jc w:val="center"/>
              <w:rPr>
                <w:b/>
                <w:sz w:val="18"/>
                <w:szCs w:val="18"/>
              </w:rPr>
            </w:pPr>
            <w:r w:rsidRPr="005E266C">
              <w:rPr>
                <w:b/>
                <w:sz w:val="18"/>
                <w:szCs w:val="18"/>
              </w:rPr>
              <w:t xml:space="preserve">январь - </w:t>
            </w:r>
            <w:r w:rsidR="0068091B">
              <w:rPr>
                <w:b/>
                <w:sz w:val="18"/>
                <w:szCs w:val="18"/>
              </w:rPr>
              <w:t>дека</w:t>
            </w:r>
            <w:r w:rsidR="00A93B7C">
              <w:rPr>
                <w:b/>
                <w:sz w:val="18"/>
                <w:szCs w:val="18"/>
              </w:rPr>
              <w:t>бр</w:t>
            </w:r>
            <w:r w:rsidR="00264B24">
              <w:rPr>
                <w:b/>
                <w:sz w:val="18"/>
                <w:szCs w:val="18"/>
              </w:rPr>
              <w:t>ь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Pr="00B27FDC" w:rsidRDefault="002A0701" w:rsidP="000A6259">
            <w:pPr>
              <w:rPr>
                <w:b/>
                <w:sz w:val="18"/>
                <w:szCs w:val="18"/>
              </w:rPr>
            </w:pPr>
            <w:r w:rsidRPr="00B27FDC">
              <w:rPr>
                <w:b/>
                <w:sz w:val="18"/>
                <w:szCs w:val="18"/>
              </w:rPr>
              <w:t>20</w:t>
            </w:r>
            <w:r w:rsidR="00D47BF5">
              <w:rPr>
                <w:b/>
                <w:sz w:val="18"/>
                <w:szCs w:val="18"/>
              </w:rPr>
              <w:t>2</w:t>
            </w:r>
            <w:r w:rsidR="000A6259">
              <w:rPr>
                <w:b/>
                <w:sz w:val="18"/>
                <w:szCs w:val="18"/>
              </w:rPr>
              <w:t>1</w:t>
            </w:r>
            <w:r w:rsidRPr="00B27FDC">
              <w:rPr>
                <w:b/>
                <w:sz w:val="18"/>
                <w:szCs w:val="18"/>
              </w:rPr>
              <w:t xml:space="preserve">  года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A0701" w:rsidTr="00434BE2">
        <w:trPr>
          <w:trHeight w:val="27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A0701" w:rsidTr="00434BE2">
        <w:trPr>
          <w:trHeight w:val="170"/>
        </w:trPr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A0701" w:rsidRPr="00986B5B" w:rsidRDefault="002A0701" w:rsidP="0080018A">
            <w:pPr>
              <w:rPr>
                <w:sz w:val="16"/>
                <w:szCs w:val="16"/>
              </w:rPr>
            </w:pPr>
            <w:r w:rsidRPr="00986B5B">
              <w:rPr>
                <w:sz w:val="16"/>
                <w:szCs w:val="16"/>
              </w:rPr>
              <w:t>Организация</w:t>
            </w:r>
          </w:p>
        </w:tc>
        <w:tc>
          <w:tcPr>
            <w:tcW w:w="63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A0701" w:rsidRDefault="006E5624" w:rsidP="0080018A">
            <w:pPr>
              <w:rPr>
                <w:sz w:val="20"/>
                <w:szCs w:val="20"/>
              </w:rPr>
            </w:pPr>
            <w:bookmarkStart w:id="211" w:name="title8"/>
            <w:bookmarkEnd w:id="211"/>
            <w:r>
              <w:rPr>
                <w:sz w:val="20"/>
                <w:szCs w:val="20"/>
              </w:rPr>
              <w:t>ОАО "</w:t>
            </w:r>
            <w:proofErr w:type="spellStart"/>
            <w:r>
              <w:rPr>
                <w:sz w:val="20"/>
                <w:szCs w:val="20"/>
              </w:rPr>
              <w:t>Лидапищеконцентраты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</w:tr>
      <w:tr w:rsidR="002A0701" w:rsidTr="00434BE2">
        <w:trPr>
          <w:trHeight w:val="170"/>
        </w:trPr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A0701" w:rsidRPr="00986B5B" w:rsidRDefault="002A0701" w:rsidP="0080018A">
            <w:pPr>
              <w:rPr>
                <w:sz w:val="16"/>
                <w:szCs w:val="16"/>
              </w:rPr>
            </w:pPr>
            <w:r w:rsidRPr="00986B5B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63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A0701" w:rsidRDefault="002A0701" w:rsidP="0080018A">
            <w:pPr>
              <w:rPr>
                <w:sz w:val="20"/>
                <w:szCs w:val="20"/>
              </w:rPr>
            </w:pPr>
          </w:p>
        </w:tc>
      </w:tr>
      <w:tr w:rsidR="002A0701" w:rsidTr="00434BE2">
        <w:trPr>
          <w:trHeight w:val="170"/>
        </w:trPr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A0701" w:rsidRPr="00986B5B" w:rsidRDefault="002A0701" w:rsidP="0080018A">
            <w:pPr>
              <w:rPr>
                <w:sz w:val="16"/>
                <w:szCs w:val="16"/>
              </w:rPr>
            </w:pPr>
            <w:r w:rsidRPr="00986B5B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63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A0701" w:rsidRDefault="002A0701" w:rsidP="0080018A">
            <w:pPr>
              <w:rPr>
                <w:sz w:val="20"/>
                <w:szCs w:val="20"/>
              </w:rPr>
            </w:pPr>
          </w:p>
        </w:tc>
      </w:tr>
      <w:tr w:rsidR="002A0701" w:rsidTr="00434BE2">
        <w:trPr>
          <w:trHeight w:val="170"/>
        </w:trPr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A0701" w:rsidRPr="00986B5B" w:rsidRDefault="002A0701" w:rsidP="0080018A">
            <w:pPr>
              <w:rPr>
                <w:sz w:val="16"/>
                <w:szCs w:val="16"/>
              </w:rPr>
            </w:pPr>
            <w:r w:rsidRPr="00986B5B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63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A0701" w:rsidRDefault="002A0701" w:rsidP="0080018A">
            <w:pPr>
              <w:rPr>
                <w:sz w:val="20"/>
                <w:szCs w:val="20"/>
              </w:rPr>
            </w:pPr>
          </w:p>
        </w:tc>
      </w:tr>
      <w:tr w:rsidR="002A0701" w:rsidTr="00434BE2">
        <w:trPr>
          <w:trHeight w:val="170"/>
        </w:trPr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A0701" w:rsidRPr="00986B5B" w:rsidRDefault="002A0701" w:rsidP="0080018A">
            <w:pPr>
              <w:rPr>
                <w:sz w:val="16"/>
                <w:szCs w:val="16"/>
              </w:rPr>
            </w:pPr>
            <w:r w:rsidRPr="00986B5B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63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A0701" w:rsidRDefault="002A0701" w:rsidP="0080018A">
            <w:pPr>
              <w:rPr>
                <w:sz w:val="20"/>
                <w:szCs w:val="20"/>
              </w:rPr>
            </w:pPr>
          </w:p>
        </w:tc>
      </w:tr>
      <w:tr w:rsidR="002A0701" w:rsidTr="00434BE2">
        <w:trPr>
          <w:trHeight w:val="170"/>
        </w:trPr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A0701" w:rsidRPr="00986B5B" w:rsidRDefault="002A0701" w:rsidP="0080018A">
            <w:pPr>
              <w:rPr>
                <w:sz w:val="16"/>
                <w:szCs w:val="16"/>
              </w:rPr>
            </w:pPr>
            <w:r w:rsidRPr="00986B5B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63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A0701" w:rsidRDefault="006F1B50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</w:tr>
      <w:tr w:rsidR="002A0701" w:rsidTr="00434BE2">
        <w:trPr>
          <w:trHeight w:val="170"/>
        </w:trPr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A0701" w:rsidRPr="00986B5B" w:rsidRDefault="002A0701" w:rsidP="0080018A">
            <w:pPr>
              <w:rPr>
                <w:sz w:val="16"/>
                <w:szCs w:val="16"/>
              </w:rPr>
            </w:pPr>
            <w:r w:rsidRPr="00986B5B">
              <w:rPr>
                <w:sz w:val="16"/>
                <w:szCs w:val="16"/>
              </w:rPr>
              <w:t>Адрес</w:t>
            </w:r>
          </w:p>
        </w:tc>
        <w:tc>
          <w:tcPr>
            <w:tcW w:w="63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A0701" w:rsidRDefault="002A0701" w:rsidP="0080018A">
            <w:pPr>
              <w:rPr>
                <w:sz w:val="20"/>
                <w:szCs w:val="20"/>
              </w:rPr>
            </w:pPr>
          </w:p>
        </w:tc>
      </w:tr>
      <w:tr w:rsidR="002A0701" w:rsidTr="00434BE2">
        <w:trPr>
          <w:trHeight w:val="17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8091B" w:rsidTr="00434BE2">
        <w:trPr>
          <w:trHeight w:val="305"/>
        </w:trPr>
        <w:tc>
          <w:tcPr>
            <w:tcW w:w="4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8091B" w:rsidRPr="00986B5B" w:rsidRDefault="0068091B" w:rsidP="0080018A">
            <w:pPr>
              <w:jc w:val="center"/>
              <w:rPr>
                <w:b/>
                <w:bCs/>
                <w:sz w:val="16"/>
                <w:szCs w:val="16"/>
              </w:rPr>
            </w:pPr>
            <w:r w:rsidRPr="00986B5B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091B" w:rsidRPr="00986B5B" w:rsidRDefault="0068091B" w:rsidP="0080018A">
            <w:pPr>
              <w:jc w:val="center"/>
              <w:rPr>
                <w:b/>
                <w:bCs/>
                <w:sz w:val="16"/>
                <w:szCs w:val="16"/>
              </w:rPr>
            </w:pPr>
            <w:r w:rsidRPr="00986B5B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091B" w:rsidRPr="009074EE" w:rsidRDefault="0068091B" w:rsidP="001F4FD4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 xml:space="preserve">За январь 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декабрь</w:t>
            </w:r>
          </w:p>
          <w:p w:rsidR="0068091B" w:rsidRPr="009074EE" w:rsidRDefault="0068091B" w:rsidP="001F4FD4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091B" w:rsidRPr="009074EE" w:rsidRDefault="0068091B" w:rsidP="001F4FD4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 xml:space="preserve">За январь 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декабрь</w:t>
            </w:r>
          </w:p>
          <w:p w:rsidR="0068091B" w:rsidRPr="009074EE" w:rsidRDefault="0068091B" w:rsidP="001F4FD4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Pr="009074EE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2A0701" w:rsidTr="00434BE2">
        <w:trPr>
          <w:trHeight w:val="225"/>
        </w:trPr>
        <w:tc>
          <w:tcPr>
            <w:tcW w:w="4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A0701" w:rsidRPr="00986B5B" w:rsidRDefault="002A0701" w:rsidP="0080018A">
            <w:pPr>
              <w:jc w:val="center"/>
              <w:rPr>
                <w:b/>
                <w:bCs/>
                <w:sz w:val="16"/>
                <w:szCs w:val="16"/>
              </w:rPr>
            </w:pPr>
            <w:r w:rsidRPr="00986B5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986B5B" w:rsidRDefault="002A0701" w:rsidP="0080018A">
            <w:pPr>
              <w:jc w:val="center"/>
              <w:rPr>
                <w:b/>
                <w:bCs/>
                <w:sz w:val="16"/>
                <w:szCs w:val="16"/>
              </w:rPr>
            </w:pPr>
            <w:r w:rsidRPr="00986B5B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986B5B" w:rsidRDefault="002A0701" w:rsidP="0080018A">
            <w:pPr>
              <w:jc w:val="center"/>
              <w:rPr>
                <w:b/>
                <w:bCs/>
                <w:sz w:val="16"/>
                <w:szCs w:val="16"/>
              </w:rPr>
            </w:pPr>
            <w:r w:rsidRPr="00986B5B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986B5B" w:rsidRDefault="002A0701" w:rsidP="0080018A">
            <w:pPr>
              <w:jc w:val="center"/>
              <w:rPr>
                <w:b/>
                <w:bCs/>
                <w:sz w:val="16"/>
                <w:szCs w:val="16"/>
              </w:rPr>
            </w:pPr>
            <w:r w:rsidRPr="00986B5B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2A0701" w:rsidTr="00434BE2">
        <w:trPr>
          <w:trHeight w:val="300"/>
        </w:trPr>
        <w:tc>
          <w:tcPr>
            <w:tcW w:w="4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A0701" w:rsidRPr="003265BF" w:rsidRDefault="002A0701" w:rsidP="000A6259">
            <w:pPr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 xml:space="preserve">Остаток средств на </w:t>
            </w:r>
            <w:r w:rsidRPr="00E2523A">
              <w:rPr>
                <w:b/>
                <w:sz w:val="18"/>
                <w:szCs w:val="18"/>
              </w:rPr>
              <w:t>31.12.20</w:t>
            </w:r>
            <w:r w:rsidR="000A6259">
              <w:rPr>
                <w:b/>
                <w:sz w:val="18"/>
                <w:szCs w:val="18"/>
              </w:rPr>
              <w:t>20</w:t>
            </w:r>
            <w:r w:rsidRPr="00E2523A">
              <w:rPr>
                <w:b/>
                <w:sz w:val="18"/>
                <w:szCs w:val="18"/>
              </w:rPr>
              <w:t xml:space="preserve"> г</w:t>
            </w:r>
            <w:r w:rsidRPr="003265BF">
              <w:rPr>
                <w:sz w:val="18"/>
                <w:szCs w:val="18"/>
              </w:rPr>
              <w:t xml:space="preserve">. 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100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bookmarkStart w:id="212" w:name="f1r100"/>
            <w:bookmarkStart w:id="213" w:name="f5r100"/>
            <w:bookmarkEnd w:id="212"/>
            <w:bookmarkEnd w:id="213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</w:tr>
      <w:tr w:rsidR="002A0701" w:rsidTr="00434BE2">
        <w:trPr>
          <w:trHeight w:val="300"/>
        </w:trPr>
        <w:tc>
          <w:tcPr>
            <w:tcW w:w="4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 xml:space="preserve">Поступило средств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200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bookmarkStart w:id="214" w:name="f1r200"/>
            <w:bookmarkStart w:id="215" w:name="f5r200"/>
            <w:bookmarkEnd w:id="214"/>
            <w:bookmarkEnd w:id="215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</w:tr>
      <w:tr w:rsidR="002A0701" w:rsidTr="00434BE2">
        <w:trPr>
          <w:trHeight w:val="300"/>
        </w:trPr>
        <w:tc>
          <w:tcPr>
            <w:tcW w:w="4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A0701" w:rsidRPr="003265BF" w:rsidRDefault="002A0701" w:rsidP="003265BF">
            <w:pPr>
              <w:ind w:firstLineChars="100" w:firstLine="180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 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</w:tr>
      <w:tr w:rsidR="002A0701" w:rsidTr="00434BE2">
        <w:trPr>
          <w:trHeight w:val="300"/>
        </w:trPr>
        <w:tc>
          <w:tcPr>
            <w:tcW w:w="4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A0701" w:rsidRPr="003265BF" w:rsidRDefault="002A0701" w:rsidP="003265BF">
            <w:pPr>
              <w:ind w:firstLineChars="100" w:firstLine="180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 xml:space="preserve">вступительные взносы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210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bookmarkStart w:id="216" w:name="f5r210"/>
            <w:bookmarkEnd w:id="216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</w:tr>
      <w:tr w:rsidR="002A0701" w:rsidTr="00434BE2">
        <w:trPr>
          <w:trHeight w:val="300"/>
        </w:trPr>
        <w:tc>
          <w:tcPr>
            <w:tcW w:w="4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A0701" w:rsidRPr="003265BF" w:rsidRDefault="002A0701" w:rsidP="003265BF">
            <w:pPr>
              <w:ind w:firstLineChars="100" w:firstLine="180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 xml:space="preserve">членские взносы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220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bookmarkStart w:id="217" w:name="f5r220"/>
            <w:bookmarkEnd w:id="217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</w:tr>
      <w:tr w:rsidR="002A0701" w:rsidTr="00434BE2">
        <w:trPr>
          <w:trHeight w:val="300"/>
        </w:trPr>
        <w:tc>
          <w:tcPr>
            <w:tcW w:w="4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A0701" w:rsidRPr="003265BF" w:rsidRDefault="002A0701" w:rsidP="003265BF">
            <w:pPr>
              <w:ind w:firstLineChars="100" w:firstLine="180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 xml:space="preserve">целевые взносы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230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bookmarkStart w:id="218" w:name="f5r230"/>
            <w:bookmarkEnd w:id="218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</w:tr>
      <w:tr w:rsidR="002A0701" w:rsidTr="00434BE2">
        <w:trPr>
          <w:trHeight w:val="300"/>
        </w:trPr>
        <w:tc>
          <w:tcPr>
            <w:tcW w:w="4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A0701" w:rsidRPr="003265BF" w:rsidRDefault="002A0701" w:rsidP="003265BF">
            <w:pPr>
              <w:ind w:firstLineChars="100" w:firstLine="180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 xml:space="preserve">безвозмездная (спонсорская) помощь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240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bookmarkStart w:id="219" w:name="f5r240"/>
            <w:bookmarkEnd w:id="219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</w:tr>
      <w:tr w:rsidR="002A0701" w:rsidTr="00434BE2">
        <w:trPr>
          <w:trHeight w:val="300"/>
        </w:trPr>
        <w:tc>
          <w:tcPr>
            <w:tcW w:w="4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A0701" w:rsidRPr="003265BF" w:rsidRDefault="002A0701" w:rsidP="003265BF">
            <w:pPr>
              <w:ind w:firstLineChars="100" w:firstLine="180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250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bookmarkStart w:id="220" w:name="f5r250"/>
            <w:bookmarkEnd w:id="220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</w:tr>
      <w:tr w:rsidR="002A0701" w:rsidTr="00434BE2">
        <w:trPr>
          <w:trHeight w:val="300"/>
        </w:trPr>
        <w:tc>
          <w:tcPr>
            <w:tcW w:w="4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 xml:space="preserve">Использовано средств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300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bookmarkStart w:id="221" w:name="f5r300"/>
            <w:bookmarkEnd w:id="221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</w:tr>
      <w:tr w:rsidR="002A0701" w:rsidTr="00434BE2">
        <w:trPr>
          <w:trHeight w:val="300"/>
        </w:trPr>
        <w:tc>
          <w:tcPr>
            <w:tcW w:w="4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A0701" w:rsidRPr="003265BF" w:rsidRDefault="002A0701" w:rsidP="003265BF">
            <w:pPr>
              <w:ind w:firstLineChars="100" w:firstLine="180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 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</w:tr>
      <w:tr w:rsidR="002A0701" w:rsidTr="00434BE2">
        <w:trPr>
          <w:trHeight w:val="300"/>
        </w:trPr>
        <w:tc>
          <w:tcPr>
            <w:tcW w:w="4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A0701" w:rsidRPr="003265BF" w:rsidRDefault="002A0701" w:rsidP="003265BF">
            <w:pPr>
              <w:ind w:firstLineChars="100" w:firstLine="180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 xml:space="preserve">на целевые мероприятия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310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bookmarkStart w:id="222" w:name="f1r310"/>
            <w:bookmarkStart w:id="223" w:name="f5r310"/>
            <w:bookmarkEnd w:id="222"/>
            <w:bookmarkEnd w:id="223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</w:tr>
      <w:tr w:rsidR="002A0701" w:rsidTr="00434BE2">
        <w:trPr>
          <w:trHeight w:val="300"/>
        </w:trPr>
        <w:tc>
          <w:tcPr>
            <w:tcW w:w="4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A0701" w:rsidRPr="003265BF" w:rsidRDefault="002A0701" w:rsidP="003265BF">
            <w:pPr>
              <w:ind w:firstLineChars="200" w:firstLine="360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 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</w:tr>
      <w:tr w:rsidR="002A0701" w:rsidTr="00434BE2">
        <w:trPr>
          <w:trHeight w:val="300"/>
        </w:trPr>
        <w:tc>
          <w:tcPr>
            <w:tcW w:w="4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A0701" w:rsidRPr="003265BF" w:rsidRDefault="002A0701" w:rsidP="003265BF">
            <w:pPr>
              <w:ind w:firstLineChars="200" w:firstLine="360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безвозмездная (спонсорская) помощь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311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bookmarkStart w:id="224" w:name="f1r311"/>
            <w:bookmarkStart w:id="225" w:name="f5r311"/>
            <w:bookmarkEnd w:id="224"/>
            <w:bookmarkEnd w:id="225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</w:tr>
      <w:tr w:rsidR="002A0701" w:rsidTr="00434BE2">
        <w:trPr>
          <w:trHeight w:val="540"/>
        </w:trPr>
        <w:tc>
          <w:tcPr>
            <w:tcW w:w="4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A0701" w:rsidRPr="003265BF" w:rsidRDefault="002A0701" w:rsidP="003265BF">
            <w:pPr>
              <w:ind w:firstLineChars="200" w:firstLine="360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 xml:space="preserve">представительские и иные аналогичные мероприятия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312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bookmarkStart w:id="226" w:name="f1r312"/>
            <w:bookmarkStart w:id="227" w:name="f5r312"/>
            <w:bookmarkEnd w:id="226"/>
            <w:bookmarkEnd w:id="227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</w:tr>
      <w:tr w:rsidR="002A0701" w:rsidTr="00434BE2">
        <w:trPr>
          <w:trHeight w:val="300"/>
        </w:trPr>
        <w:tc>
          <w:tcPr>
            <w:tcW w:w="4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A0701" w:rsidRPr="003265BF" w:rsidRDefault="002A0701" w:rsidP="003265BF">
            <w:pPr>
              <w:ind w:firstLineChars="200" w:firstLine="360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иные мероприятия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313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bookmarkStart w:id="228" w:name="f1r313"/>
            <w:bookmarkStart w:id="229" w:name="f5r313"/>
            <w:bookmarkEnd w:id="228"/>
            <w:bookmarkEnd w:id="229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</w:tr>
      <w:tr w:rsidR="002A0701" w:rsidTr="00434BE2">
        <w:trPr>
          <w:trHeight w:val="300"/>
        </w:trPr>
        <w:tc>
          <w:tcPr>
            <w:tcW w:w="4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A0701" w:rsidRPr="003265BF" w:rsidRDefault="002A0701" w:rsidP="003265BF">
            <w:pPr>
              <w:ind w:firstLineChars="100" w:firstLine="180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 xml:space="preserve">на содержание аппарата управления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320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bookmarkStart w:id="230" w:name="f1r320"/>
            <w:bookmarkStart w:id="231" w:name="f5r320"/>
            <w:bookmarkEnd w:id="230"/>
            <w:bookmarkEnd w:id="231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</w:tr>
      <w:tr w:rsidR="002A0701" w:rsidTr="00434BE2">
        <w:trPr>
          <w:trHeight w:val="300"/>
        </w:trPr>
        <w:tc>
          <w:tcPr>
            <w:tcW w:w="4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A0701" w:rsidRPr="003265BF" w:rsidRDefault="002A0701" w:rsidP="003265BF">
            <w:pPr>
              <w:ind w:firstLineChars="200" w:firstLine="360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 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</w:tr>
      <w:tr w:rsidR="002A0701" w:rsidTr="00434BE2">
        <w:trPr>
          <w:trHeight w:val="300"/>
        </w:trPr>
        <w:tc>
          <w:tcPr>
            <w:tcW w:w="4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A0701" w:rsidRPr="003265BF" w:rsidRDefault="002A0701" w:rsidP="003265BF">
            <w:pPr>
              <w:ind w:firstLineChars="200" w:firstLine="360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 xml:space="preserve">на оплату труда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321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bookmarkStart w:id="232" w:name="f1r321"/>
            <w:bookmarkStart w:id="233" w:name="f5r321"/>
            <w:bookmarkEnd w:id="232"/>
            <w:bookmarkEnd w:id="233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</w:tr>
      <w:tr w:rsidR="002A0701" w:rsidTr="00434BE2">
        <w:trPr>
          <w:trHeight w:val="300"/>
        </w:trPr>
        <w:tc>
          <w:tcPr>
            <w:tcW w:w="4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A0701" w:rsidRPr="003265BF" w:rsidRDefault="002A0701" w:rsidP="003265BF">
            <w:pPr>
              <w:ind w:firstLineChars="200" w:firstLine="360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на служебные командировки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322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bookmarkStart w:id="234" w:name="f1r322"/>
            <w:bookmarkStart w:id="235" w:name="f5r322"/>
            <w:bookmarkEnd w:id="234"/>
            <w:bookmarkEnd w:id="235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</w:tr>
      <w:tr w:rsidR="002A0701" w:rsidTr="00434BE2">
        <w:trPr>
          <w:trHeight w:val="309"/>
        </w:trPr>
        <w:tc>
          <w:tcPr>
            <w:tcW w:w="4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A0701" w:rsidRPr="003265BF" w:rsidRDefault="002A0701" w:rsidP="003265BF">
            <w:pPr>
              <w:ind w:firstLineChars="200" w:firstLine="360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содержание основных средств и иного имущества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323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bookmarkStart w:id="236" w:name="f1r323"/>
            <w:bookmarkStart w:id="237" w:name="f5r323"/>
            <w:bookmarkEnd w:id="236"/>
            <w:bookmarkEnd w:id="237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</w:tr>
      <w:tr w:rsidR="002A0701" w:rsidTr="00434BE2">
        <w:trPr>
          <w:trHeight w:val="300"/>
        </w:trPr>
        <w:tc>
          <w:tcPr>
            <w:tcW w:w="4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A0701" w:rsidRPr="003265BF" w:rsidRDefault="002A0701" w:rsidP="003265BF">
            <w:pPr>
              <w:ind w:firstLineChars="200" w:firstLine="360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ремонт основных средств и иного имущества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324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bookmarkStart w:id="238" w:name="f1r324"/>
            <w:bookmarkStart w:id="239" w:name="f5r324"/>
            <w:bookmarkEnd w:id="238"/>
            <w:bookmarkEnd w:id="239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</w:tr>
      <w:tr w:rsidR="002A0701" w:rsidTr="00434BE2">
        <w:trPr>
          <w:trHeight w:val="300"/>
        </w:trPr>
        <w:tc>
          <w:tcPr>
            <w:tcW w:w="4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A0701" w:rsidRPr="003265BF" w:rsidRDefault="00B743DD" w:rsidP="003265BF">
            <w:pPr>
              <w:ind w:firstLineChars="200" w:firstLine="360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амортизация основных средств и иного имущества</w:t>
            </w:r>
            <w:r w:rsidR="002A0701" w:rsidRPr="003265BF">
              <w:rPr>
                <w:sz w:val="18"/>
                <w:szCs w:val="18"/>
              </w:rPr>
              <w:t xml:space="preserve">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325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bookmarkStart w:id="240" w:name="f1r325"/>
            <w:bookmarkStart w:id="241" w:name="f5r325"/>
            <w:bookmarkEnd w:id="240"/>
            <w:bookmarkEnd w:id="241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</w:tr>
      <w:tr w:rsidR="00B743DD" w:rsidTr="00434BE2">
        <w:trPr>
          <w:trHeight w:val="300"/>
        </w:trPr>
        <w:tc>
          <w:tcPr>
            <w:tcW w:w="4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743DD" w:rsidRPr="003265BF" w:rsidRDefault="00B743DD" w:rsidP="003265BF">
            <w:pPr>
              <w:ind w:firstLineChars="200" w:firstLine="360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прочие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43DD" w:rsidRPr="003265BF" w:rsidRDefault="00B743DD" w:rsidP="0080018A">
            <w:pPr>
              <w:jc w:val="center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326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743DD" w:rsidRPr="003265BF" w:rsidRDefault="00B743DD" w:rsidP="0080018A">
            <w:pPr>
              <w:jc w:val="center"/>
              <w:rPr>
                <w:sz w:val="18"/>
                <w:szCs w:val="18"/>
              </w:rPr>
            </w:pPr>
            <w:bookmarkStart w:id="242" w:name="f5r326"/>
            <w:bookmarkEnd w:id="242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743DD" w:rsidRPr="003265BF" w:rsidRDefault="00B743DD" w:rsidP="0080018A">
            <w:pPr>
              <w:jc w:val="center"/>
              <w:rPr>
                <w:sz w:val="18"/>
                <w:szCs w:val="18"/>
              </w:rPr>
            </w:pPr>
          </w:p>
        </w:tc>
      </w:tr>
      <w:tr w:rsidR="002A0701" w:rsidTr="00434BE2">
        <w:trPr>
          <w:trHeight w:val="495"/>
        </w:trPr>
        <w:tc>
          <w:tcPr>
            <w:tcW w:w="4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A0701" w:rsidRPr="003265BF" w:rsidRDefault="00B743DD" w:rsidP="003265BF">
            <w:pPr>
              <w:ind w:firstLineChars="100" w:firstLine="180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 xml:space="preserve">   </w:t>
            </w:r>
            <w:r w:rsidR="002A0701" w:rsidRPr="003265BF">
              <w:rPr>
                <w:sz w:val="18"/>
                <w:szCs w:val="18"/>
              </w:rPr>
              <w:t xml:space="preserve"> </w:t>
            </w:r>
            <w:r w:rsidRPr="003265BF">
              <w:rPr>
                <w:sz w:val="18"/>
                <w:szCs w:val="18"/>
              </w:rPr>
              <w:t xml:space="preserve">на иные цели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330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bookmarkStart w:id="243" w:name="f1r330"/>
            <w:bookmarkStart w:id="244" w:name="f5r330"/>
            <w:bookmarkEnd w:id="243"/>
            <w:bookmarkEnd w:id="244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</w:tr>
      <w:tr w:rsidR="002A0701" w:rsidTr="00434BE2">
        <w:trPr>
          <w:trHeight w:val="300"/>
        </w:trPr>
        <w:tc>
          <w:tcPr>
            <w:tcW w:w="4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A0701" w:rsidRPr="003265BF" w:rsidRDefault="002A0701" w:rsidP="0068091B">
            <w:pPr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 xml:space="preserve">Остаток средств </w:t>
            </w:r>
            <w:r w:rsidRPr="003265BF">
              <w:rPr>
                <w:b/>
                <w:sz w:val="18"/>
                <w:szCs w:val="18"/>
              </w:rPr>
              <w:t>на</w:t>
            </w:r>
            <w:r w:rsidRPr="003265BF">
              <w:rPr>
                <w:sz w:val="18"/>
                <w:szCs w:val="18"/>
              </w:rPr>
              <w:t xml:space="preserve"> </w:t>
            </w:r>
            <w:r w:rsidR="00901762">
              <w:rPr>
                <w:b/>
                <w:sz w:val="18"/>
                <w:szCs w:val="18"/>
              </w:rPr>
              <w:t>3</w:t>
            </w:r>
            <w:r w:rsidR="0068091B">
              <w:rPr>
                <w:b/>
                <w:sz w:val="18"/>
                <w:szCs w:val="18"/>
              </w:rPr>
              <w:t>1</w:t>
            </w:r>
            <w:r w:rsidRPr="003265BF">
              <w:rPr>
                <w:b/>
                <w:sz w:val="18"/>
                <w:szCs w:val="18"/>
              </w:rPr>
              <w:t>.</w:t>
            </w:r>
            <w:r w:rsidR="0068091B">
              <w:rPr>
                <w:b/>
                <w:sz w:val="18"/>
                <w:szCs w:val="18"/>
              </w:rPr>
              <w:t>12</w:t>
            </w:r>
            <w:r w:rsidRPr="003265BF">
              <w:rPr>
                <w:b/>
                <w:sz w:val="18"/>
                <w:szCs w:val="18"/>
              </w:rPr>
              <w:t>.20</w:t>
            </w:r>
            <w:r w:rsidR="00D47BF5">
              <w:rPr>
                <w:b/>
                <w:sz w:val="18"/>
                <w:szCs w:val="18"/>
              </w:rPr>
              <w:t>2</w:t>
            </w:r>
            <w:r w:rsidR="000A6259">
              <w:rPr>
                <w:b/>
                <w:sz w:val="18"/>
                <w:szCs w:val="18"/>
              </w:rPr>
              <w:t>1</w:t>
            </w:r>
            <w:r w:rsidRPr="003265BF">
              <w:rPr>
                <w:b/>
                <w:sz w:val="18"/>
                <w:szCs w:val="18"/>
              </w:rPr>
              <w:t xml:space="preserve"> г.</w:t>
            </w:r>
            <w:r w:rsidRPr="003265BF">
              <w:rPr>
                <w:sz w:val="18"/>
                <w:szCs w:val="18"/>
              </w:rPr>
              <w:t xml:space="preserve">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r w:rsidRPr="003265BF">
              <w:rPr>
                <w:sz w:val="18"/>
                <w:szCs w:val="18"/>
              </w:rPr>
              <w:t>400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  <w:bookmarkStart w:id="245" w:name="f1r400"/>
            <w:bookmarkStart w:id="246" w:name="f5r400"/>
            <w:bookmarkEnd w:id="245"/>
            <w:bookmarkEnd w:id="246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2A0701" w:rsidRPr="003265BF" w:rsidRDefault="002A0701" w:rsidP="0080018A">
            <w:pPr>
              <w:jc w:val="center"/>
              <w:rPr>
                <w:sz w:val="18"/>
                <w:szCs w:val="18"/>
              </w:rPr>
            </w:pPr>
          </w:p>
        </w:tc>
      </w:tr>
      <w:tr w:rsidR="002A0701" w:rsidTr="00434BE2">
        <w:trPr>
          <w:trHeight w:val="22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</w:tr>
      <w:tr w:rsidR="002A0701" w:rsidTr="00434BE2">
        <w:trPr>
          <w:trHeight w:val="22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Руководитель </w:t>
            </w:r>
          </w:p>
        </w:tc>
        <w:tc>
          <w:tcPr>
            <w:tcW w:w="22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0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A0701" w:rsidTr="00434BE2">
        <w:trPr>
          <w:trHeight w:val="22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(подпись)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5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(инициалы, фамилия)</w:t>
            </w:r>
          </w:p>
        </w:tc>
      </w:tr>
      <w:tr w:rsidR="002A0701" w:rsidTr="00434BE2">
        <w:trPr>
          <w:trHeight w:val="22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 </w:t>
            </w:r>
          </w:p>
        </w:tc>
      </w:tr>
      <w:tr w:rsidR="002A0701" w:rsidTr="00434BE2">
        <w:trPr>
          <w:trHeight w:val="22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22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0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A0701" w:rsidTr="00434BE2">
        <w:trPr>
          <w:trHeight w:val="22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(подпись)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5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(инициалы, фамилия)</w:t>
            </w:r>
          </w:p>
        </w:tc>
      </w:tr>
      <w:tr w:rsidR="002A0701" w:rsidTr="00434BE2">
        <w:trPr>
          <w:trHeight w:val="22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A0701" w:rsidTr="00434BE2">
        <w:trPr>
          <w:trHeight w:val="225"/>
        </w:trPr>
        <w:tc>
          <w:tcPr>
            <w:tcW w:w="2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Pr="00986B5B" w:rsidRDefault="002A0701" w:rsidP="0068091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_______________</w:t>
            </w:r>
            <w:r>
              <w:rPr>
                <w:sz w:val="20"/>
                <w:szCs w:val="20"/>
              </w:rPr>
              <w:t xml:space="preserve"> </w:t>
            </w:r>
            <w:r w:rsidRPr="00821F23">
              <w:rPr>
                <w:sz w:val="18"/>
                <w:szCs w:val="18"/>
              </w:rPr>
              <w:t>20</w:t>
            </w:r>
            <w:r w:rsidR="00821F23" w:rsidRPr="00821F23">
              <w:rPr>
                <w:sz w:val="18"/>
                <w:szCs w:val="18"/>
              </w:rPr>
              <w:t>2</w:t>
            </w:r>
            <w:r w:rsidR="0068091B">
              <w:rPr>
                <w:sz w:val="18"/>
                <w:szCs w:val="18"/>
              </w:rPr>
              <w:t>2</w:t>
            </w:r>
            <w:r w:rsidRPr="00821F23">
              <w:rPr>
                <w:sz w:val="18"/>
                <w:szCs w:val="18"/>
              </w:rPr>
              <w:t>_</w:t>
            </w:r>
            <w:r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A0701" w:rsidRDefault="002A0701" w:rsidP="008001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</w:tbl>
    <w:p w:rsidR="009D0F06" w:rsidRPr="006D3694" w:rsidRDefault="009D0F06" w:rsidP="002A0701">
      <w:pPr>
        <w:pStyle w:val="a3"/>
        <w:ind w:left="6372" w:firstLine="1308"/>
        <w:rPr>
          <w:rFonts w:ascii="Times New Roman" w:hAnsi="Times New Roman"/>
        </w:rPr>
      </w:pPr>
    </w:p>
    <w:sectPr w:rsidR="009D0F06" w:rsidRPr="006D3694" w:rsidSect="008B2090">
      <w:headerReference w:type="default" r:id="rId7"/>
      <w:pgSz w:w="11906" w:h="16838" w:code="9"/>
      <w:pgMar w:top="425" w:right="851" w:bottom="567" w:left="851" w:header="142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89C" w:rsidRDefault="008B789C">
      <w:r>
        <w:separator/>
      </w:r>
    </w:p>
  </w:endnote>
  <w:endnote w:type="continuationSeparator" w:id="0">
    <w:p w:rsidR="008B789C" w:rsidRDefault="008B7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89C" w:rsidRDefault="008B789C">
      <w:r>
        <w:separator/>
      </w:r>
    </w:p>
  </w:footnote>
  <w:footnote w:type="continuationSeparator" w:id="0">
    <w:p w:rsidR="008B789C" w:rsidRDefault="008B78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104" w:rsidRPr="008B2090" w:rsidRDefault="00B20104">
    <w:pPr>
      <w:pStyle w:val="a5"/>
      <w:rPr>
        <w:sz w:val="16"/>
        <w:szCs w:val="16"/>
        <w:lang w:val="en-US"/>
      </w:rPr>
    </w:pPr>
    <w:bookmarkStart w:id="247" w:name="title"/>
    <w:bookmarkEnd w:id="247"/>
    <w:r>
      <w:rPr>
        <w:sz w:val="16"/>
        <w:szCs w:val="16"/>
        <w:lang w:val="en-US"/>
      </w:rPr>
      <w:t>ОАО "</w:t>
    </w:r>
    <w:proofErr w:type="spellStart"/>
    <w:r>
      <w:rPr>
        <w:sz w:val="16"/>
        <w:szCs w:val="16"/>
        <w:lang w:val="en-US"/>
      </w:rPr>
      <w:t>Лидапищеконцентраты</w:t>
    </w:r>
    <w:proofErr w:type="spellEnd"/>
    <w:proofErr w:type="gramStart"/>
    <w:r>
      <w:rPr>
        <w:sz w:val="16"/>
        <w:szCs w:val="16"/>
        <w:lang w:val="en-US"/>
      </w:rPr>
      <w:t>"</w:t>
    </w:r>
    <w:r w:rsidRPr="008B2090">
      <w:rPr>
        <w:sz w:val="16"/>
        <w:szCs w:val="16"/>
        <w:lang w:val="en-US"/>
      </w:rPr>
      <w:t xml:space="preserve"> .</w:t>
    </w:r>
    <w:proofErr w:type="gramEnd"/>
    <w:r w:rsidRPr="008B2090">
      <w:rPr>
        <w:sz w:val="16"/>
        <w:szCs w:val="16"/>
        <w:lang w:val="en-US"/>
      </w:rPr>
      <w:t xml:space="preserve"> </w:t>
    </w:r>
    <w:bookmarkStart w:id="248" w:name="year"/>
    <w:bookmarkEnd w:id="248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624"/>
    <w:rsid w:val="00000B1D"/>
    <w:rsid w:val="0000102D"/>
    <w:rsid w:val="00003DBB"/>
    <w:rsid w:val="00004B1F"/>
    <w:rsid w:val="0001033A"/>
    <w:rsid w:val="00014B62"/>
    <w:rsid w:val="0001531F"/>
    <w:rsid w:val="000305DF"/>
    <w:rsid w:val="000337F8"/>
    <w:rsid w:val="00036424"/>
    <w:rsid w:val="00041437"/>
    <w:rsid w:val="000415CA"/>
    <w:rsid w:val="00042B0E"/>
    <w:rsid w:val="00042E29"/>
    <w:rsid w:val="00043003"/>
    <w:rsid w:val="00043104"/>
    <w:rsid w:val="0006199D"/>
    <w:rsid w:val="00065660"/>
    <w:rsid w:val="00072B53"/>
    <w:rsid w:val="0007310C"/>
    <w:rsid w:val="000778FC"/>
    <w:rsid w:val="000942F1"/>
    <w:rsid w:val="00096BC7"/>
    <w:rsid w:val="000A0B46"/>
    <w:rsid w:val="000A4A7D"/>
    <w:rsid w:val="000A6259"/>
    <w:rsid w:val="000B36CB"/>
    <w:rsid w:val="000B7F2E"/>
    <w:rsid w:val="000C7C57"/>
    <w:rsid w:val="000D213E"/>
    <w:rsid w:val="000D5FF9"/>
    <w:rsid w:val="000E3576"/>
    <w:rsid w:val="000F010B"/>
    <w:rsid w:val="00102558"/>
    <w:rsid w:val="00113E2C"/>
    <w:rsid w:val="00125BBE"/>
    <w:rsid w:val="00126E6B"/>
    <w:rsid w:val="001438E3"/>
    <w:rsid w:val="00143F56"/>
    <w:rsid w:val="001557C3"/>
    <w:rsid w:val="00157050"/>
    <w:rsid w:val="00162323"/>
    <w:rsid w:val="00172695"/>
    <w:rsid w:val="0017486B"/>
    <w:rsid w:val="001763D3"/>
    <w:rsid w:val="00186530"/>
    <w:rsid w:val="00187B72"/>
    <w:rsid w:val="001935B2"/>
    <w:rsid w:val="001944A1"/>
    <w:rsid w:val="001A40A9"/>
    <w:rsid w:val="001B0A88"/>
    <w:rsid w:val="001B221B"/>
    <w:rsid w:val="001C29BB"/>
    <w:rsid w:val="001C49E7"/>
    <w:rsid w:val="001C760F"/>
    <w:rsid w:val="001D3850"/>
    <w:rsid w:val="001D3EA5"/>
    <w:rsid w:val="001D5201"/>
    <w:rsid w:val="001D53AC"/>
    <w:rsid w:val="001E3218"/>
    <w:rsid w:val="001F0435"/>
    <w:rsid w:val="001F0C16"/>
    <w:rsid w:val="001F4FD4"/>
    <w:rsid w:val="001F5D89"/>
    <w:rsid w:val="0020132D"/>
    <w:rsid w:val="0020381D"/>
    <w:rsid w:val="00212945"/>
    <w:rsid w:val="00217A3C"/>
    <w:rsid w:val="00220118"/>
    <w:rsid w:val="00222AE5"/>
    <w:rsid w:val="00241242"/>
    <w:rsid w:val="002425D7"/>
    <w:rsid w:val="00243EFE"/>
    <w:rsid w:val="002450C3"/>
    <w:rsid w:val="00245BB0"/>
    <w:rsid w:val="0025225F"/>
    <w:rsid w:val="00264148"/>
    <w:rsid w:val="00264B24"/>
    <w:rsid w:val="00265557"/>
    <w:rsid w:val="0027472E"/>
    <w:rsid w:val="00274D49"/>
    <w:rsid w:val="0028391F"/>
    <w:rsid w:val="0029065F"/>
    <w:rsid w:val="002933A4"/>
    <w:rsid w:val="002A0701"/>
    <w:rsid w:val="002A3E8B"/>
    <w:rsid w:val="002A471E"/>
    <w:rsid w:val="002B31F6"/>
    <w:rsid w:val="002B4F18"/>
    <w:rsid w:val="002B5B1E"/>
    <w:rsid w:val="002D76D3"/>
    <w:rsid w:val="003103C3"/>
    <w:rsid w:val="00311295"/>
    <w:rsid w:val="00312C35"/>
    <w:rsid w:val="00314811"/>
    <w:rsid w:val="00324015"/>
    <w:rsid w:val="00324126"/>
    <w:rsid w:val="003265BF"/>
    <w:rsid w:val="003400D4"/>
    <w:rsid w:val="00341719"/>
    <w:rsid w:val="00342420"/>
    <w:rsid w:val="003453AD"/>
    <w:rsid w:val="00380C8F"/>
    <w:rsid w:val="00387C76"/>
    <w:rsid w:val="003A2702"/>
    <w:rsid w:val="003A348F"/>
    <w:rsid w:val="003A6867"/>
    <w:rsid w:val="003B7A93"/>
    <w:rsid w:val="003C2F71"/>
    <w:rsid w:val="003C404C"/>
    <w:rsid w:val="003D6E20"/>
    <w:rsid w:val="003D7207"/>
    <w:rsid w:val="003E0EAC"/>
    <w:rsid w:val="003E1005"/>
    <w:rsid w:val="003E3479"/>
    <w:rsid w:val="003E4EE4"/>
    <w:rsid w:val="003E7E35"/>
    <w:rsid w:val="0041216C"/>
    <w:rsid w:val="004305A1"/>
    <w:rsid w:val="00434BE2"/>
    <w:rsid w:val="00446915"/>
    <w:rsid w:val="004503B7"/>
    <w:rsid w:val="00456151"/>
    <w:rsid w:val="00461A15"/>
    <w:rsid w:val="00471C18"/>
    <w:rsid w:val="00474608"/>
    <w:rsid w:val="00476DCF"/>
    <w:rsid w:val="00480B16"/>
    <w:rsid w:val="004818FC"/>
    <w:rsid w:val="00487369"/>
    <w:rsid w:val="00491BA9"/>
    <w:rsid w:val="00495DE2"/>
    <w:rsid w:val="004A26DC"/>
    <w:rsid w:val="004B04D5"/>
    <w:rsid w:val="004B4FEF"/>
    <w:rsid w:val="004C357C"/>
    <w:rsid w:val="004C38AF"/>
    <w:rsid w:val="004C4529"/>
    <w:rsid w:val="004D0612"/>
    <w:rsid w:val="004D619E"/>
    <w:rsid w:val="004F1025"/>
    <w:rsid w:val="004F2C7D"/>
    <w:rsid w:val="004F5015"/>
    <w:rsid w:val="00502AC7"/>
    <w:rsid w:val="005033AE"/>
    <w:rsid w:val="005033D9"/>
    <w:rsid w:val="00505FEC"/>
    <w:rsid w:val="00516556"/>
    <w:rsid w:val="00522CF2"/>
    <w:rsid w:val="00523C4E"/>
    <w:rsid w:val="0054609A"/>
    <w:rsid w:val="0055171D"/>
    <w:rsid w:val="005626F3"/>
    <w:rsid w:val="00566571"/>
    <w:rsid w:val="00571E9F"/>
    <w:rsid w:val="00572B59"/>
    <w:rsid w:val="00576F8A"/>
    <w:rsid w:val="00581ACF"/>
    <w:rsid w:val="00597D14"/>
    <w:rsid w:val="005A034B"/>
    <w:rsid w:val="005A101B"/>
    <w:rsid w:val="005A5925"/>
    <w:rsid w:val="005B0044"/>
    <w:rsid w:val="005B28A6"/>
    <w:rsid w:val="005C068B"/>
    <w:rsid w:val="005C0A17"/>
    <w:rsid w:val="005C70A1"/>
    <w:rsid w:val="005D3544"/>
    <w:rsid w:val="005D3BC1"/>
    <w:rsid w:val="005E0D65"/>
    <w:rsid w:val="005E502B"/>
    <w:rsid w:val="005F4957"/>
    <w:rsid w:val="005F5471"/>
    <w:rsid w:val="006020C1"/>
    <w:rsid w:val="006025A2"/>
    <w:rsid w:val="006025EA"/>
    <w:rsid w:val="006170E2"/>
    <w:rsid w:val="00623EDA"/>
    <w:rsid w:val="00630DE6"/>
    <w:rsid w:val="00631CB4"/>
    <w:rsid w:val="006375DE"/>
    <w:rsid w:val="006408D4"/>
    <w:rsid w:val="006439CF"/>
    <w:rsid w:val="0064615A"/>
    <w:rsid w:val="00656293"/>
    <w:rsid w:val="00656415"/>
    <w:rsid w:val="00660EBB"/>
    <w:rsid w:val="0067519C"/>
    <w:rsid w:val="0068091B"/>
    <w:rsid w:val="00696F82"/>
    <w:rsid w:val="006A3CD0"/>
    <w:rsid w:val="006B0650"/>
    <w:rsid w:val="006B1B1E"/>
    <w:rsid w:val="006B3FE4"/>
    <w:rsid w:val="006C04BE"/>
    <w:rsid w:val="006C2014"/>
    <w:rsid w:val="006D3331"/>
    <w:rsid w:val="006E27E4"/>
    <w:rsid w:val="006E2F34"/>
    <w:rsid w:val="006E5624"/>
    <w:rsid w:val="006F1B50"/>
    <w:rsid w:val="006F7DE1"/>
    <w:rsid w:val="00722151"/>
    <w:rsid w:val="0072389F"/>
    <w:rsid w:val="00724A04"/>
    <w:rsid w:val="00727CBB"/>
    <w:rsid w:val="0073195D"/>
    <w:rsid w:val="007413FE"/>
    <w:rsid w:val="00744D3C"/>
    <w:rsid w:val="00750A8F"/>
    <w:rsid w:val="0075156A"/>
    <w:rsid w:val="007524EE"/>
    <w:rsid w:val="007533E0"/>
    <w:rsid w:val="0077042B"/>
    <w:rsid w:val="007711A5"/>
    <w:rsid w:val="00773B96"/>
    <w:rsid w:val="00775496"/>
    <w:rsid w:val="007766EC"/>
    <w:rsid w:val="00780EB9"/>
    <w:rsid w:val="007868DF"/>
    <w:rsid w:val="007A1698"/>
    <w:rsid w:val="007A3A15"/>
    <w:rsid w:val="007B0B97"/>
    <w:rsid w:val="007B3F8E"/>
    <w:rsid w:val="007B7E22"/>
    <w:rsid w:val="007C7B35"/>
    <w:rsid w:val="007E1892"/>
    <w:rsid w:val="007E5B5A"/>
    <w:rsid w:val="007F1E42"/>
    <w:rsid w:val="0080018A"/>
    <w:rsid w:val="00821F23"/>
    <w:rsid w:val="008226FE"/>
    <w:rsid w:val="00822C4D"/>
    <w:rsid w:val="00823211"/>
    <w:rsid w:val="00853BD7"/>
    <w:rsid w:val="0085588F"/>
    <w:rsid w:val="00856A19"/>
    <w:rsid w:val="00862050"/>
    <w:rsid w:val="008643EE"/>
    <w:rsid w:val="00866986"/>
    <w:rsid w:val="0087687E"/>
    <w:rsid w:val="0088032D"/>
    <w:rsid w:val="008816F1"/>
    <w:rsid w:val="00882BC3"/>
    <w:rsid w:val="00884D01"/>
    <w:rsid w:val="0088697E"/>
    <w:rsid w:val="0089675E"/>
    <w:rsid w:val="00896CA8"/>
    <w:rsid w:val="008974C2"/>
    <w:rsid w:val="008A0CDE"/>
    <w:rsid w:val="008A4882"/>
    <w:rsid w:val="008A5C2F"/>
    <w:rsid w:val="008A6DA6"/>
    <w:rsid w:val="008A6E8E"/>
    <w:rsid w:val="008B2090"/>
    <w:rsid w:val="008B789C"/>
    <w:rsid w:val="008C1172"/>
    <w:rsid w:val="008C4BD9"/>
    <w:rsid w:val="008C651F"/>
    <w:rsid w:val="008D3D59"/>
    <w:rsid w:val="008D3EAB"/>
    <w:rsid w:val="008E0B8E"/>
    <w:rsid w:val="008E333F"/>
    <w:rsid w:val="008E340E"/>
    <w:rsid w:val="008F27FC"/>
    <w:rsid w:val="008F501F"/>
    <w:rsid w:val="008F756F"/>
    <w:rsid w:val="0090057B"/>
    <w:rsid w:val="00901762"/>
    <w:rsid w:val="00902A3D"/>
    <w:rsid w:val="00903394"/>
    <w:rsid w:val="009074EE"/>
    <w:rsid w:val="009124E1"/>
    <w:rsid w:val="009144E9"/>
    <w:rsid w:val="009162CE"/>
    <w:rsid w:val="0092460F"/>
    <w:rsid w:val="009324C8"/>
    <w:rsid w:val="00943B0B"/>
    <w:rsid w:val="00944A22"/>
    <w:rsid w:val="00970DFA"/>
    <w:rsid w:val="00972755"/>
    <w:rsid w:val="00973506"/>
    <w:rsid w:val="0097677B"/>
    <w:rsid w:val="00985152"/>
    <w:rsid w:val="00990363"/>
    <w:rsid w:val="00995027"/>
    <w:rsid w:val="009951C7"/>
    <w:rsid w:val="009A005C"/>
    <w:rsid w:val="009A0596"/>
    <w:rsid w:val="009A1529"/>
    <w:rsid w:val="009A2015"/>
    <w:rsid w:val="009A746A"/>
    <w:rsid w:val="009B48A9"/>
    <w:rsid w:val="009C1F86"/>
    <w:rsid w:val="009D0F06"/>
    <w:rsid w:val="009D6B9E"/>
    <w:rsid w:val="009E61B2"/>
    <w:rsid w:val="009F0A70"/>
    <w:rsid w:val="009F7605"/>
    <w:rsid w:val="00A017E4"/>
    <w:rsid w:val="00A0312B"/>
    <w:rsid w:val="00A03C1B"/>
    <w:rsid w:val="00A15B31"/>
    <w:rsid w:val="00A20EF1"/>
    <w:rsid w:val="00A21E35"/>
    <w:rsid w:val="00A24387"/>
    <w:rsid w:val="00A24CED"/>
    <w:rsid w:val="00A3148F"/>
    <w:rsid w:val="00A41E9A"/>
    <w:rsid w:val="00A47148"/>
    <w:rsid w:val="00A545C0"/>
    <w:rsid w:val="00A614A7"/>
    <w:rsid w:val="00A62643"/>
    <w:rsid w:val="00A627E7"/>
    <w:rsid w:val="00A64A9C"/>
    <w:rsid w:val="00A67A7D"/>
    <w:rsid w:val="00A84A44"/>
    <w:rsid w:val="00A93B7C"/>
    <w:rsid w:val="00A94AB3"/>
    <w:rsid w:val="00AA1BC7"/>
    <w:rsid w:val="00AA54CE"/>
    <w:rsid w:val="00AB12E2"/>
    <w:rsid w:val="00AB3210"/>
    <w:rsid w:val="00AC02B1"/>
    <w:rsid w:val="00AC4C0F"/>
    <w:rsid w:val="00AD246B"/>
    <w:rsid w:val="00AD2B22"/>
    <w:rsid w:val="00AD7953"/>
    <w:rsid w:val="00AE19CC"/>
    <w:rsid w:val="00AE6D2A"/>
    <w:rsid w:val="00AE70D0"/>
    <w:rsid w:val="00B07440"/>
    <w:rsid w:val="00B1330B"/>
    <w:rsid w:val="00B16C6C"/>
    <w:rsid w:val="00B17395"/>
    <w:rsid w:val="00B20104"/>
    <w:rsid w:val="00B34D58"/>
    <w:rsid w:val="00B42F2A"/>
    <w:rsid w:val="00B43C85"/>
    <w:rsid w:val="00B52439"/>
    <w:rsid w:val="00B743DD"/>
    <w:rsid w:val="00B747BE"/>
    <w:rsid w:val="00B83E49"/>
    <w:rsid w:val="00B856B4"/>
    <w:rsid w:val="00B902DC"/>
    <w:rsid w:val="00B93140"/>
    <w:rsid w:val="00B976F4"/>
    <w:rsid w:val="00BB144E"/>
    <w:rsid w:val="00BC5299"/>
    <w:rsid w:val="00BC73B8"/>
    <w:rsid w:val="00BD0BE9"/>
    <w:rsid w:val="00BD2DB3"/>
    <w:rsid w:val="00BD5795"/>
    <w:rsid w:val="00BD70E0"/>
    <w:rsid w:val="00BE38B2"/>
    <w:rsid w:val="00BF1069"/>
    <w:rsid w:val="00BF6F60"/>
    <w:rsid w:val="00BF7E7A"/>
    <w:rsid w:val="00C000FC"/>
    <w:rsid w:val="00C0543A"/>
    <w:rsid w:val="00C06F4B"/>
    <w:rsid w:val="00C1236F"/>
    <w:rsid w:val="00C12DE9"/>
    <w:rsid w:val="00C13EB3"/>
    <w:rsid w:val="00C147FE"/>
    <w:rsid w:val="00C152EF"/>
    <w:rsid w:val="00C31B60"/>
    <w:rsid w:val="00C4326F"/>
    <w:rsid w:val="00C53444"/>
    <w:rsid w:val="00C62937"/>
    <w:rsid w:val="00C72717"/>
    <w:rsid w:val="00C759B6"/>
    <w:rsid w:val="00C81C0C"/>
    <w:rsid w:val="00C84DF2"/>
    <w:rsid w:val="00C85BAC"/>
    <w:rsid w:val="00CA0AC9"/>
    <w:rsid w:val="00CA1C81"/>
    <w:rsid w:val="00CA77F3"/>
    <w:rsid w:val="00CA79C2"/>
    <w:rsid w:val="00CC5D43"/>
    <w:rsid w:val="00CD60D6"/>
    <w:rsid w:val="00CE3CEF"/>
    <w:rsid w:val="00CE4BA2"/>
    <w:rsid w:val="00CE6896"/>
    <w:rsid w:val="00CF2B2A"/>
    <w:rsid w:val="00D056A5"/>
    <w:rsid w:val="00D22E8F"/>
    <w:rsid w:val="00D258F0"/>
    <w:rsid w:val="00D4687D"/>
    <w:rsid w:val="00D47BF5"/>
    <w:rsid w:val="00D52958"/>
    <w:rsid w:val="00D541BA"/>
    <w:rsid w:val="00D5500C"/>
    <w:rsid w:val="00D62C25"/>
    <w:rsid w:val="00D62F47"/>
    <w:rsid w:val="00D65FC1"/>
    <w:rsid w:val="00D66CB9"/>
    <w:rsid w:val="00D66E0B"/>
    <w:rsid w:val="00D72FD4"/>
    <w:rsid w:val="00D7585E"/>
    <w:rsid w:val="00D81767"/>
    <w:rsid w:val="00DA64CF"/>
    <w:rsid w:val="00DA6D61"/>
    <w:rsid w:val="00DB3F98"/>
    <w:rsid w:val="00DB5F62"/>
    <w:rsid w:val="00DC41F4"/>
    <w:rsid w:val="00DC5A40"/>
    <w:rsid w:val="00DC64F1"/>
    <w:rsid w:val="00DC7926"/>
    <w:rsid w:val="00DF0CF6"/>
    <w:rsid w:val="00DF79C2"/>
    <w:rsid w:val="00E01D46"/>
    <w:rsid w:val="00E06015"/>
    <w:rsid w:val="00E151F6"/>
    <w:rsid w:val="00E15DB9"/>
    <w:rsid w:val="00E2104C"/>
    <w:rsid w:val="00E21EAD"/>
    <w:rsid w:val="00E2523A"/>
    <w:rsid w:val="00E31D5A"/>
    <w:rsid w:val="00E34197"/>
    <w:rsid w:val="00E44777"/>
    <w:rsid w:val="00E45001"/>
    <w:rsid w:val="00E54259"/>
    <w:rsid w:val="00E56877"/>
    <w:rsid w:val="00E63B0A"/>
    <w:rsid w:val="00E97A62"/>
    <w:rsid w:val="00E97D2D"/>
    <w:rsid w:val="00EB4881"/>
    <w:rsid w:val="00EC4549"/>
    <w:rsid w:val="00EC4A5D"/>
    <w:rsid w:val="00EC5C53"/>
    <w:rsid w:val="00EC69FE"/>
    <w:rsid w:val="00ED52F3"/>
    <w:rsid w:val="00ED6B0E"/>
    <w:rsid w:val="00EE4EAF"/>
    <w:rsid w:val="00EE56FA"/>
    <w:rsid w:val="00EF276B"/>
    <w:rsid w:val="00EF2771"/>
    <w:rsid w:val="00EF3FF7"/>
    <w:rsid w:val="00EF54C2"/>
    <w:rsid w:val="00EF6BEF"/>
    <w:rsid w:val="00F11559"/>
    <w:rsid w:val="00F23D88"/>
    <w:rsid w:val="00F34402"/>
    <w:rsid w:val="00F65001"/>
    <w:rsid w:val="00F77E6E"/>
    <w:rsid w:val="00F847F8"/>
    <w:rsid w:val="00FA0F48"/>
    <w:rsid w:val="00FA1312"/>
    <w:rsid w:val="00FA37AD"/>
    <w:rsid w:val="00FA4DA3"/>
    <w:rsid w:val="00FB3511"/>
    <w:rsid w:val="00FC6105"/>
    <w:rsid w:val="00FC6548"/>
    <w:rsid w:val="00FD210D"/>
    <w:rsid w:val="00FD3BBE"/>
    <w:rsid w:val="00FE14D9"/>
    <w:rsid w:val="00FE448A"/>
    <w:rsid w:val="00FE54DC"/>
    <w:rsid w:val="00FF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F0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D0F06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9D0F06"/>
    <w:rPr>
      <w:rFonts w:ascii="Courier New" w:hAnsi="Courier New"/>
      <w:lang w:val="ru-RU" w:eastAsia="ru-RU" w:bidi="ar-SA"/>
    </w:rPr>
  </w:style>
  <w:style w:type="character" w:customStyle="1" w:styleId="2">
    <w:name w:val="Знак Знак2"/>
    <w:rsid w:val="009D0F06"/>
    <w:rPr>
      <w:rFonts w:ascii="Courier New" w:hAnsi="Courier New"/>
      <w:lang w:val="ru-RU" w:eastAsia="ru-RU" w:bidi="ar-SA"/>
    </w:rPr>
  </w:style>
  <w:style w:type="character" w:customStyle="1" w:styleId="3">
    <w:name w:val="Знак Знак3"/>
    <w:rsid w:val="009D0F06"/>
    <w:rPr>
      <w:rFonts w:ascii="Courier New" w:hAnsi="Courier New"/>
      <w:lang w:val="ru-RU" w:eastAsia="ru-RU" w:bidi="ar-SA"/>
    </w:rPr>
  </w:style>
  <w:style w:type="paragraph" w:styleId="a5">
    <w:name w:val="header"/>
    <w:basedOn w:val="a"/>
    <w:rsid w:val="00E4500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E45001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06566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656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F0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D0F06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9D0F06"/>
    <w:rPr>
      <w:rFonts w:ascii="Courier New" w:hAnsi="Courier New"/>
      <w:lang w:val="ru-RU" w:eastAsia="ru-RU" w:bidi="ar-SA"/>
    </w:rPr>
  </w:style>
  <w:style w:type="character" w:customStyle="1" w:styleId="2">
    <w:name w:val="Знак Знак2"/>
    <w:rsid w:val="009D0F06"/>
    <w:rPr>
      <w:rFonts w:ascii="Courier New" w:hAnsi="Courier New"/>
      <w:lang w:val="ru-RU" w:eastAsia="ru-RU" w:bidi="ar-SA"/>
    </w:rPr>
  </w:style>
  <w:style w:type="character" w:customStyle="1" w:styleId="3">
    <w:name w:val="Знак Знак3"/>
    <w:rsid w:val="009D0F06"/>
    <w:rPr>
      <w:rFonts w:ascii="Courier New" w:hAnsi="Courier New"/>
      <w:lang w:val="ru-RU" w:eastAsia="ru-RU" w:bidi="ar-SA"/>
    </w:rPr>
  </w:style>
  <w:style w:type="paragraph" w:styleId="a5">
    <w:name w:val="header"/>
    <w:basedOn w:val="a"/>
    <w:rsid w:val="00E4500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E45001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06566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656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44;&#1086;&#1082;&#1091;&#1084;&#1077;&#1085;&#1090;&#1099;\&#1043;&#1086;&#1076;&#1086;&#1074;&#1086;&#1081;%20&#1086;&#1090;&#1095;&#1077;&#1090;%202021\blank2021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blank20210</Template>
  <TotalTime>0</TotalTime>
  <Pages>13</Pages>
  <Words>2668</Words>
  <Characters>15210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О Д Ы</vt:lpstr>
    </vt:vector>
  </TitlesOfParts>
  <Company>Организация</Company>
  <LinksUpToDate>false</LinksUpToDate>
  <CharactersWithSpaces>17843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О Д Ы</dc:title>
  <dc:creator>Admin</dc:creator>
  <cp:lastModifiedBy>GogolushkoT</cp:lastModifiedBy>
  <cp:revision>2</cp:revision>
  <cp:lastPrinted>2022-02-25T05:25:00Z</cp:lastPrinted>
  <dcterms:created xsi:type="dcterms:W3CDTF">2022-04-25T13:28:00Z</dcterms:created>
  <dcterms:modified xsi:type="dcterms:W3CDTF">2022-04-25T13:28:00Z</dcterms:modified>
</cp:coreProperties>
</file>